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9356"/>
      </w:tblGrid>
      <w:tr w:rsidR="00F1363D" w:rsidRPr="00360B81" w:rsidTr="00174CFC">
        <w:trPr>
          <w:trHeight w:val="1470"/>
          <w:jc w:val="center"/>
        </w:trPr>
        <w:tc>
          <w:tcPr>
            <w:tcW w:w="9571" w:type="dxa"/>
            <w:vAlign w:val="center"/>
          </w:tcPr>
          <w:p w:rsidR="00F1363D" w:rsidRPr="00360B81" w:rsidRDefault="00F1363D" w:rsidP="00334228">
            <w:pPr>
              <w:tabs>
                <w:tab w:val="left" w:pos="6928"/>
                <w:tab w:val="left" w:pos="7168"/>
              </w:tabs>
              <w:jc w:val="center"/>
            </w:pPr>
            <w:r w:rsidRPr="00360B81">
              <w:br w:type="page"/>
            </w:r>
            <w:r w:rsidR="00A03F1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jrsl-l-clr1" style="width:78.75pt;height:75.75pt;visibility:visible">
                  <v:imagedata r:id="rId8" o:title=""/>
                </v:shape>
              </w:pict>
            </w:r>
          </w:p>
        </w:tc>
      </w:tr>
    </w:tbl>
    <w:p w:rsidR="00F1363D" w:rsidRPr="00360B81" w:rsidRDefault="00F1363D" w:rsidP="000D5A43">
      <w:pPr>
        <w:jc w:val="center"/>
        <w:rPr>
          <w:b/>
          <w:noProof/>
        </w:rPr>
      </w:pPr>
    </w:p>
    <w:p w:rsidR="00F1363D" w:rsidRPr="00360B81" w:rsidRDefault="00F1363D" w:rsidP="000D5A43">
      <w:pPr>
        <w:jc w:val="center"/>
        <w:rPr>
          <w:b/>
          <w:sz w:val="28"/>
        </w:rPr>
      </w:pPr>
      <w:r w:rsidRPr="00360B81">
        <w:rPr>
          <w:b/>
          <w:sz w:val="28"/>
        </w:rPr>
        <w:t>ИЗБИРАТЕЛЬНАЯ КОМИССИЯ</w:t>
      </w:r>
    </w:p>
    <w:p w:rsidR="00F1363D" w:rsidRPr="00360B81" w:rsidRDefault="00F1363D" w:rsidP="000D5A43">
      <w:pPr>
        <w:jc w:val="center"/>
        <w:rPr>
          <w:b/>
          <w:sz w:val="28"/>
        </w:rPr>
      </w:pPr>
      <w:r w:rsidRPr="00360B81">
        <w:rPr>
          <w:b/>
          <w:sz w:val="28"/>
        </w:rPr>
        <w:t>ЯРОСЛАВСКОЙ ОБЛАСТИ</w:t>
      </w:r>
    </w:p>
    <w:p w:rsidR="00F1363D" w:rsidRPr="00360B81" w:rsidRDefault="00F1363D" w:rsidP="000D5A43">
      <w:pPr>
        <w:jc w:val="center"/>
      </w:pPr>
    </w:p>
    <w:p w:rsidR="00F1363D" w:rsidRPr="00360B81" w:rsidRDefault="00F1363D" w:rsidP="000D5A43">
      <w:pPr>
        <w:jc w:val="center"/>
        <w:rPr>
          <w:b/>
          <w:spacing w:val="60"/>
          <w:sz w:val="28"/>
        </w:rPr>
      </w:pPr>
      <w:r w:rsidRPr="00360B81">
        <w:rPr>
          <w:b/>
          <w:spacing w:val="60"/>
          <w:sz w:val="28"/>
        </w:rPr>
        <w:t>ПОСТАНОВЛЕНИЕ</w:t>
      </w:r>
    </w:p>
    <w:p w:rsidR="0066776A" w:rsidRPr="002617D5" w:rsidRDefault="0066776A" w:rsidP="00205F3A">
      <w:pPr>
        <w:jc w:val="right"/>
        <w:rPr>
          <w:sz w:val="24"/>
          <w:szCs w:val="24"/>
        </w:rPr>
      </w:pPr>
      <w:r w:rsidRPr="002617D5">
        <w:rPr>
          <w:sz w:val="24"/>
          <w:szCs w:val="24"/>
        </w:rPr>
        <w:t xml:space="preserve">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D5A43" w:rsidRPr="00360B81" w:rsidTr="002E09EE">
        <w:tc>
          <w:tcPr>
            <w:tcW w:w="4785" w:type="dxa"/>
          </w:tcPr>
          <w:p w:rsidR="000D5A43" w:rsidRPr="00FF5013" w:rsidRDefault="0043571D" w:rsidP="0043571D">
            <w:pPr>
              <w:rPr>
                <w:spacing w:val="6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  <w:r w:rsidR="0068112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марта</w:t>
            </w:r>
            <w:r w:rsidR="000D5A43" w:rsidRPr="00FF5013">
              <w:rPr>
                <w:bCs/>
                <w:sz w:val="28"/>
                <w:szCs w:val="28"/>
              </w:rPr>
              <w:t xml:space="preserve"> 20</w:t>
            </w:r>
            <w:r w:rsidR="00D74330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2</w:t>
            </w:r>
            <w:r w:rsidR="000D5A43" w:rsidRPr="00FF5013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85" w:type="dxa"/>
          </w:tcPr>
          <w:p w:rsidR="000D5A43" w:rsidRPr="00FF5013" w:rsidRDefault="000D5A43" w:rsidP="0043571D">
            <w:pPr>
              <w:jc w:val="right"/>
              <w:rPr>
                <w:spacing w:val="60"/>
                <w:sz w:val="28"/>
                <w:szCs w:val="28"/>
              </w:rPr>
            </w:pPr>
            <w:r w:rsidRPr="00FF5013">
              <w:rPr>
                <w:bCs/>
                <w:sz w:val="28"/>
                <w:szCs w:val="28"/>
              </w:rPr>
              <w:t xml:space="preserve">№ </w:t>
            </w:r>
            <w:r w:rsidR="008E5FAE" w:rsidRPr="004B211C">
              <w:rPr>
                <w:bCs/>
                <w:sz w:val="28"/>
                <w:szCs w:val="28"/>
              </w:rPr>
              <w:t>1</w:t>
            </w:r>
            <w:r w:rsidR="0043571D">
              <w:rPr>
                <w:bCs/>
                <w:sz w:val="28"/>
                <w:szCs w:val="28"/>
              </w:rPr>
              <w:t>2</w:t>
            </w:r>
            <w:r w:rsidR="00D74330">
              <w:rPr>
                <w:bCs/>
                <w:sz w:val="28"/>
                <w:szCs w:val="28"/>
              </w:rPr>
              <w:t>/</w:t>
            </w:r>
            <w:r w:rsidR="00A03F18">
              <w:rPr>
                <w:bCs/>
                <w:sz w:val="28"/>
                <w:szCs w:val="28"/>
              </w:rPr>
              <w:t>90</w:t>
            </w:r>
            <w:r w:rsidR="008E5FAE" w:rsidRPr="004B211C">
              <w:rPr>
                <w:bCs/>
                <w:sz w:val="28"/>
                <w:szCs w:val="28"/>
              </w:rPr>
              <w:t>-</w:t>
            </w:r>
            <w:r w:rsidR="0043571D">
              <w:rPr>
                <w:bCs/>
                <w:sz w:val="28"/>
                <w:szCs w:val="28"/>
              </w:rPr>
              <w:t>7</w:t>
            </w:r>
          </w:p>
        </w:tc>
      </w:tr>
    </w:tbl>
    <w:p w:rsidR="00F1363D" w:rsidRPr="00360B81" w:rsidRDefault="00F1363D" w:rsidP="00F1363D">
      <w:pPr>
        <w:pStyle w:val="12"/>
        <w:keepNext w:val="0"/>
        <w:autoSpaceDE/>
        <w:autoSpaceDN/>
        <w:outlineLvl w:val="9"/>
        <w:rPr>
          <w:bCs/>
        </w:rPr>
      </w:pPr>
      <w:r w:rsidRPr="00360B81">
        <w:rPr>
          <w:bCs/>
        </w:rPr>
        <w:t>г. Ярославль</w:t>
      </w:r>
    </w:p>
    <w:p w:rsidR="006067B3" w:rsidRPr="00360B81" w:rsidRDefault="006067B3" w:rsidP="006067B3">
      <w:pPr>
        <w:jc w:val="center"/>
        <w:rPr>
          <w:color w:val="000000"/>
          <w:sz w:val="28"/>
          <w:szCs w:val="28"/>
        </w:rPr>
      </w:pPr>
    </w:p>
    <w:p w:rsidR="008B77F0" w:rsidRPr="00F24F08" w:rsidRDefault="008B77F0" w:rsidP="00F24F08">
      <w:pPr>
        <w:pStyle w:val="1"/>
        <w:rPr>
          <w:rFonts w:ascii="Times New Roman" w:hAnsi="Times New Roman"/>
          <w:sz w:val="28"/>
          <w:szCs w:val="28"/>
        </w:rPr>
      </w:pPr>
      <w:r w:rsidRPr="00F24F08">
        <w:rPr>
          <w:rFonts w:ascii="Times New Roman" w:hAnsi="Times New Roman"/>
          <w:sz w:val="28"/>
          <w:szCs w:val="28"/>
        </w:rPr>
        <w:t>Об Инструкции 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в органы местного самоуправления муниципальных образований Ярославской области</w:t>
      </w:r>
    </w:p>
    <w:p w:rsidR="00C433EE" w:rsidRPr="00FF5013" w:rsidRDefault="00C433EE" w:rsidP="00C433EE">
      <w:pPr>
        <w:jc w:val="center"/>
        <w:rPr>
          <w:color w:val="000000"/>
          <w:sz w:val="28"/>
          <w:szCs w:val="28"/>
        </w:rPr>
      </w:pPr>
    </w:p>
    <w:p w:rsidR="006067B3" w:rsidRPr="00A14585" w:rsidRDefault="00D74330" w:rsidP="00A11D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4330">
        <w:rPr>
          <w:sz w:val="28"/>
          <w:szCs w:val="28"/>
        </w:rPr>
        <w:t xml:space="preserve">В соответствии с пунктом 3 статьи 16 и пунктом 2 статьи 71 Закона Ярославской области от </w:t>
      </w:r>
      <w:r w:rsidR="00291972">
        <w:rPr>
          <w:sz w:val="28"/>
          <w:szCs w:val="28"/>
        </w:rPr>
        <w:t>0</w:t>
      </w:r>
      <w:r w:rsidRPr="00D74330">
        <w:rPr>
          <w:sz w:val="28"/>
          <w:szCs w:val="28"/>
        </w:rPr>
        <w:t>2</w:t>
      </w:r>
      <w:r w:rsidR="00291972">
        <w:rPr>
          <w:sz w:val="28"/>
          <w:szCs w:val="28"/>
        </w:rPr>
        <w:t>.06.</w:t>
      </w:r>
      <w:r w:rsidRPr="00D74330">
        <w:rPr>
          <w:sz w:val="28"/>
          <w:szCs w:val="28"/>
        </w:rPr>
        <w:t>2003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 Избирательная комиссия Ярославской области постановляет:</w:t>
      </w:r>
    </w:p>
    <w:p w:rsidR="0003671F" w:rsidRDefault="00ED1548" w:rsidP="008B77F0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  <w:lang w:eastAsia="x-none"/>
        </w:rPr>
      </w:pPr>
      <w:r w:rsidRPr="00A14585">
        <w:rPr>
          <w:rFonts w:ascii="Times New Roman" w:hAnsi="Times New Roman"/>
          <w:b w:val="0"/>
          <w:bCs w:val="0"/>
          <w:sz w:val="28"/>
          <w:szCs w:val="28"/>
        </w:rPr>
        <w:t>1. </w:t>
      </w:r>
      <w:r w:rsidR="008B77F0">
        <w:rPr>
          <w:rFonts w:ascii="Times New Roman" w:hAnsi="Times New Roman"/>
          <w:b w:val="0"/>
          <w:sz w:val="28"/>
          <w:szCs w:val="28"/>
          <w:lang w:eastAsia="x-none"/>
        </w:rPr>
        <w:t>Утвердить</w:t>
      </w:r>
      <w:r w:rsidR="00DC25B8" w:rsidRPr="00A14585">
        <w:rPr>
          <w:rFonts w:ascii="Times New Roman" w:hAnsi="Times New Roman"/>
          <w:b w:val="0"/>
          <w:sz w:val="28"/>
          <w:szCs w:val="28"/>
        </w:rPr>
        <w:t xml:space="preserve"> </w:t>
      </w:r>
      <w:r w:rsidR="00D74330" w:rsidRPr="00A14585">
        <w:rPr>
          <w:rFonts w:ascii="Times New Roman" w:hAnsi="Times New Roman"/>
          <w:b w:val="0"/>
          <w:bCs w:val="0"/>
          <w:sz w:val="28"/>
          <w:szCs w:val="28"/>
        </w:rPr>
        <w:t>Инструкци</w:t>
      </w:r>
      <w:r w:rsidR="00D74330">
        <w:rPr>
          <w:rFonts w:ascii="Times New Roman" w:hAnsi="Times New Roman"/>
          <w:b w:val="0"/>
          <w:bCs w:val="0"/>
          <w:sz w:val="28"/>
          <w:szCs w:val="28"/>
          <w:lang w:eastAsia="x-none"/>
        </w:rPr>
        <w:t>ю</w:t>
      </w:r>
      <w:r w:rsidR="00D74330" w:rsidRPr="00A1458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D74330" w:rsidRPr="00A14585">
        <w:rPr>
          <w:rFonts w:ascii="Times New Roman" w:hAnsi="Times New Roman"/>
          <w:b w:val="0"/>
          <w:sz w:val="28"/>
          <w:szCs w:val="28"/>
        </w:rPr>
        <w:t xml:space="preserve">о порядке и формах учета и отчетности </w:t>
      </w:r>
      <w:r w:rsidR="00D74330" w:rsidRPr="00A14585">
        <w:rPr>
          <w:rFonts w:ascii="Times New Roman" w:hAnsi="Times New Roman"/>
          <w:b w:val="0"/>
          <w:bCs w:val="0"/>
          <w:sz w:val="28"/>
          <w:szCs w:val="28"/>
        </w:rPr>
        <w:t xml:space="preserve">кандидатов, избирательных объединений </w:t>
      </w:r>
      <w:r w:rsidR="00D74330" w:rsidRPr="00A14585">
        <w:rPr>
          <w:rFonts w:ascii="Times New Roman" w:hAnsi="Times New Roman"/>
          <w:b w:val="0"/>
          <w:sz w:val="28"/>
          <w:szCs w:val="28"/>
        </w:rPr>
        <w:t>о поступлении средств в избирательные фонды и</w:t>
      </w:r>
      <w:r w:rsidR="00D74330" w:rsidRPr="00A1458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D74330" w:rsidRPr="00A14585">
        <w:rPr>
          <w:rFonts w:ascii="Times New Roman" w:hAnsi="Times New Roman"/>
          <w:b w:val="0"/>
          <w:sz w:val="28"/>
          <w:szCs w:val="28"/>
        </w:rPr>
        <w:t xml:space="preserve">расходовании этих средств </w:t>
      </w:r>
      <w:r w:rsidR="00D74330" w:rsidRPr="00A14585">
        <w:rPr>
          <w:rFonts w:ascii="Times New Roman" w:hAnsi="Times New Roman"/>
          <w:b w:val="0"/>
          <w:bCs w:val="0"/>
          <w:sz w:val="28"/>
          <w:szCs w:val="28"/>
        </w:rPr>
        <w:t>при проведении выборов в органы местного самоуправления муниципальных образований Ярославской области</w:t>
      </w:r>
      <w:r w:rsidR="008B77F0">
        <w:rPr>
          <w:rFonts w:ascii="Times New Roman" w:hAnsi="Times New Roman"/>
          <w:b w:val="0"/>
          <w:bCs w:val="0"/>
          <w:sz w:val="28"/>
          <w:szCs w:val="28"/>
          <w:lang w:eastAsia="x-none"/>
        </w:rPr>
        <w:t xml:space="preserve"> (прилагается). </w:t>
      </w:r>
    </w:p>
    <w:p w:rsidR="00291972" w:rsidRDefault="008B77F0" w:rsidP="00F24F08">
      <w:pPr>
        <w:jc w:val="both"/>
        <w:rPr>
          <w:kern w:val="32"/>
          <w:sz w:val="28"/>
          <w:szCs w:val="28"/>
        </w:rPr>
      </w:pPr>
      <w:r>
        <w:rPr>
          <w:lang w:eastAsia="x-none"/>
        </w:rPr>
        <w:tab/>
      </w:r>
      <w:r>
        <w:rPr>
          <w:sz w:val="28"/>
          <w:szCs w:val="28"/>
          <w:lang w:eastAsia="x-none"/>
        </w:rPr>
        <w:t>2</w:t>
      </w:r>
      <w:r w:rsidRPr="005F3998">
        <w:rPr>
          <w:kern w:val="32"/>
          <w:sz w:val="28"/>
          <w:szCs w:val="28"/>
        </w:rPr>
        <w:t>. Признать утратившим</w:t>
      </w:r>
      <w:r w:rsidR="005F3998" w:rsidRPr="005F3998">
        <w:rPr>
          <w:kern w:val="32"/>
          <w:sz w:val="28"/>
          <w:szCs w:val="28"/>
        </w:rPr>
        <w:t>и</w:t>
      </w:r>
      <w:r w:rsidRPr="005F3998">
        <w:rPr>
          <w:kern w:val="32"/>
          <w:sz w:val="28"/>
          <w:szCs w:val="28"/>
        </w:rPr>
        <w:t xml:space="preserve"> силу постановлени</w:t>
      </w:r>
      <w:r w:rsidR="005F3998" w:rsidRPr="005F3998">
        <w:rPr>
          <w:kern w:val="32"/>
          <w:sz w:val="28"/>
          <w:szCs w:val="28"/>
        </w:rPr>
        <w:t>я</w:t>
      </w:r>
      <w:r w:rsidRPr="005F3998">
        <w:rPr>
          <w:kern w:val="32"/>
          <w:sz w:val="28"/>
          <w:szCs w:val="28"/>
        </w:rPr>
        <w:t xml:space="preserve"> Избирательной комиссии Ярославской области</w:t>
      </w:r>
      <w:r w:rsidR="00291972">
        <w:rPr>
          <w:kern w:val="32"/>
          <w:sz w:val="28"/>
          <w:szCs w:val="28"/>
        </w:rPr>
        <w:t>:</w:t>
      </w:r>
    </w:p>
    <w:p w:rsidR="00291972" w:rsidRDefault="00291972" w:rsidP="00291972">
      <w:pPr>
        <w:ind w:firstLine="720"/>
        <w:jc w:val="both"/>
        <w:rPr>
          <w:kern w:val="32"/>
          <w:sz w:val="28"/>
          <w:szCs w:val="28"/>
        </w:rPr>
      </w:pPr>
      <w:r>
        <w:rPr>
          <w:kern w:val="32"/>
          <w:sz w:val="28"/>
          <w:szCs w:val="28"/>
        </w:rPr>
        <w:t>-</w:t>
      </w:r>
      <w:r w:rsidR="00F24F08" w:rsidRPr="005F3998">
        <w:rPr>
          <w:kern w:val="32"/>
          <w:sz w:val="28"/>
          <w:szCs w:val="28"/>
        </w:rPr>
        <w:t xml:space="preserve"> </w:t>
      </w:r>
      <w:r w:rsidR="008B77F0" w:rsidRPr="005F3998">
        <w:rPr>
          <w:kern w:val="32"/>
          <w:sz w:val="28"/>
          <w:szCs w:val="28"/>
        </w:rPr>
        <w:t xml:space="preserve">от </w:t>
      </w:r>
      <w:r w:rsidR="0043571D" w:rsidRPr="005F3998">
        <w:rPr>
          <w:kern w:val="32"/>
          <w:sz w:val="28"/>
          <w:szCs w:val="28"/>
        </w:rPr>
        <w:t>18</w:t>
      </w:r>
      <w:r>
        <w:rPr>
          <w:kern w:val="32"/>
          <w:sz w:val="28"/>
          <w:szCs w:val="28"/>
        </w:rPr>
        <w:t>.06.</w:t>
      </w:r>
      <w:r w:rsidR="008B77F0" w:rsidRPr="005F3998">
        <w:rPr>
          <w:kern w:val="32"/>
          <w:sz w:val="28"/>
          <w:szCs w:val="28"/>
        </w:rPr>
        <w:t>20</w:t>
      </w:r>
      <w:r w:rsidR="00E0195B" w:rsidRPr="005F3998">
        <w:rPr>
          <w:kern w:val="32"/>
          <w:sz w:val="28"/>
          <w:szCs w:val="28"/>
        </w:rPr>
        <w:t>2</w:t>
      </w:r>
      <w:r w:rsidR="0043571D" w:rsidRPr="005F3998">
        <w:rPr>
          <w:kern w:val="32"/>
          <w:sz w:val="28"/>
          <w:szCs w:val="28"/>
        </w:rPr>
        <w:t>1</w:t>
      </w:r>
      <w:r w:rsidR="008B77F0" w:rsidRPr="005F3998">
        <w:rPr>
          <w:kern w:val="32"/>
          <w:sz w:val="28"/>
          <w:szCs w:val="28"/>
        </w:rPr>
        <w:t xml:space="preserve"> № </w:t>
      </w:r>
      <w:r w:rsidR="0043571D" w:rsidRPr="005F3998">
        <w:rPr>
          <w:kern w:val="32"/>
          <w:sz w:val="28"/>
          <w:szCs w:val="28"/>
        </w:rPr>
        <w:t>179</w:t>
      </w:r>
      <w:r w:rsidR="00E0195B" w:rsidRPr="005F3998">
        <w:rPr>
          <w:kern w:val="32"/>
          <w:sz w:val="28"/>
          <w:szCs w:val="28"/>
        </w:rPr>
        <w:t>/</w:t>
      </w:r>
      <w:r w:rsidR="0043571D" w:rsidRPr="005F3998">
        <w:rPr>
          <w:kern w:val="32"/>
          <w:sz w:val="28"/>
          <w:szCs w:val="28"/>
        </w:rPr>
        <w:t>1095</w:t>
      </w:r>
      <w:r w:rsidR="008B77F0" w:rsidRPr="005F3998">
        <w:rPr>
          <w:kern w:val="32"/>
          <w:sz w:val="28"/>
          <w:szCs w:val="28"/>
        </w:rPr>
        <w:t>-6 «Об Инструкции 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в органы местного самоуправления муниципальных образований Ярославской области»</w:t>
      </w:r>
      <w:r w:rsidR="005F3998" w:rsidRPr="005F3998">
        <w:rPr>
          <w:kern w:val="32"/>
          <w:sz w:val="28"/>
          <w:szCs w:val="28"/>
        </w:rPr>
        <w:t>,</w:t>
      </w:r>
    </w:p>
    <w:p w:rsidR="008B77F0" w:rsidRPr="00E95CDA" w:rsidRDefault="00291972" w:rsidP="00291972">
      <w:pPr>
        <w:ind w:firstLine="720"/>
        <w:jc w:val="both"/>
        <w:rPr>
          <w:sz w:val="28"/>
          <w:szCs w:val="28"/>
        </w:rPr>
      </w:pPr>
      <w:r>
        <w:rPr>
          <w:kern w:val="32"/>
          <w:sz w:val="28"/>
          <w:szCs w:val="28"/>
        </w:rPr>
        <w:t>-</w:t>
      </w:r>
      <w:r w:rsidR="005F3998" w:rsidRPr="005F3998">
        <w:rPr>
          <w:kern w:val="32"/>
          <w:sz w:val="28"/>
          <w:szCs w:val="28"/>
        </w:rPr>
        <w:t xml:space="preserve"> от </w:t>
      </w:r>
      <w:r>
        <w:rPr>
          <w:kern w:val="32"/>
          <w:sz w:val="28"/>
          <w:szCs w:val="28"/>
        </w:rPr>
        <w:t>0</w:t>
      </w:r>
      <w:r w:rsidR="005F3998" w:rsidRPr="005F3998">
        <w:rPr>
          <w:kern w:val="32"/>
          <w:sz w:val="28"/>
          <w:szCs w:val="28"/>
        </w:rPr>
        <w:t>8</w:t>
      </w:r>
      <w:r>
        <w:rPr>
          <w:kern w:val="32"/>
          <w:sz w:val="28"/>
          <w:szCs w:val="28"/>
        </w:rPr>
        <w:t>.09.</w:t>
      </w:r>
      <w:r w:rsidR="005F3998" w:rsidRPr="005F3998">
        <w:rPr>
          <w:kern w:val="32"/>
          <w:sz w:val="28"/>
          <w:szCs w:val="28"/>
        </w:rPr>
        <w:t>2021 № 205/1290-6 «О внесении изменения в Инструкцию 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в органы местного самоуправления муниципальных образований Ярославской области»</w:t>
      </w:r>
      <w:r w:rsidR="00E95CDA" w:rsidRPr="005F3998">
        <w:rPr>
          <w:kern w:val="32"/>
          <w:sz w:val="28"/>
          <w:szCs w:val="28"/>
        </w:rPr>
        <w:t>.</w:t>
      </w:r>
    </w:p>
    <w:p w:rsidR="00FE6799" w:rsidRDefault="00BE19FA" w:rsidP="00A14585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sz w:val="28"/>
          <w:szCs w:val="28"/>
          <w:lang w:eastAsia="x-none"/>
        </w:rPr>
      </w:pPr>
      <w:r>
        <w:rPr>
          <w:rFonts w:ascii="Times New Roman" w:hAnsi="Times New Roman"/>
          <w:b w:val="0"/>
          <w:bCs w:val="0"/>
          <w:sz w:val="28"/>
          <w:szCs w:val="28"/>
          <w:lang w:eastAsia="x-none"/>
        </w:rPr>
        <w:t>3</w:t>
      </w:r>
      <w:r w:rsidR="00A14585" w:rsidRPr="00A14585">
        <w:rPr>
          <w:rFonts w:ascii="Times New Roman" w:hAnsi="Times New Roman"/>
          <w:b w:val="0"/>
          <w:bCs w:val="0"/>
          <w:sz w:val="28"/>
          <w:szCs w:val="28"/>
        </w:rPr>
        <w:t>. </w:t>
      </w:r>
      <w:r w:rsidR="00A14585" w:rsidRPr="00A14585">
        <w:rPr>
          <w:rFonts w:ascii="Times New Roman" w:hAnsi="Times New Roman"/>
          <w:b w:val="0"/>
          <w:sz w:val="28"/>
          <w:szCs w:val="28"/>
        </w:rPr>
        <w:t>Направить постановление в территориальные избирательные комиссии Ярославской области.</w:t>
      </w:r>
    </w:p>
    <w:p w:rsidR="00291972" w:rsidRPr="00291972" w:rsidRDefault="00BE19FA" w:rsidP="00A14585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lang w:eastAsia="x-none"/>
        </w:rPr>
        <w:t>4</w:t>
      </w:r>
      <w:r w:rsidR="00A14585" w:rsidRPr="00A14585">
        <w:rPr>
          <w:rFonts w:ascii="Times New Roman" w:hAnsi="Times New Roman"/>
          <w:b w:val="0"/>
          <w:bCs w:val="0"/>
          <w:sz w:val="28"/>
          <w:szCs w:val="28"/>
        </w:rPr>
        <w:t>. </w:t>
      </w:r>
      <w:r w:rsidR="00A55905" w:rsidRPr="00A14585">
        <w:rPr>
          <w:rFonts w:ascii="Times New Roman" w:hAnsi="Times New Roman"/>
          <w:b w:val="0"/>
          <w:sz w:val="28"/>
          <w:szCs w:val="28"/>
        </w:rPr>
        <w:t>Опубликовать постановление в официальном печатном издании газете «Документ-Регион»</w:t>
      </w:r>
      <w:r w:rsidR="00291972">
        <w:rPr>
          <w:rFonts w:ascii="Times New Roman" w:hAnsi="Times New Roman"/>
          <w:b w:val="0"/>
          <w:sz w:val="28"/>
          <w:szCs w:val="28"/>
        </w:rPr>
        <w:t xml:space="preserve"> и </w:t>
      </w:r>
      <w:r w:rsidR="00291972" w:rsidRPr="00291972">
        <w:rPr>
          <w:rFonts w:ascii="Times New Roman" w:hAnsi="Times New Roman"/>
          <w:b w:val="0"/>
          <w:sz w:val="28"/>
          <w:szCs w:val="28"/>
        </w:rPr>
        <w:t xml:space="preserve">на «Официальном интернет-портале правовой </w:t>
      </w:r>
      <w:r w:rsidR="00291972" w:rsidRPr="00291972">
        <w:rPr>
          <w:rFonts w:ascii="Times New Roman" w:hAnsi="Times New Roman"/>
          <w:b w:val="0"/>
          <w:sz w:val="28"/>
          <w:szCs w:val="28"/>
        </w:rPr>
        <w:lastRenderedPageBreak/>
        <w:t>информации» (</w:t>
      </w:r>
      <w:hyperlink r:id="rId9" w:history="1">
        <w:r w:rsidR="00291972" w:rsidRPr="00291972">
          <w:rPr>
            <w:rStyle w:val="aa"/>
            <w:rFonts w:ascii="Times New Roman" w:hAnsi="Times New Roman"/>
            <w:b w:val="0"/>
            <w:color w:val="auto"/>
            <w:sz w:val="28"/>
            <w:szCs w:val="28"/>
            <w:u w:val="none"/>
          </w:rPr>
          <w:t>www.pravo.gov.ru</w:t>
        </w:r>
      </w:hyperlink>
      <w:r w:rsidR="00291972" w:rsidRPr="00291972">
        <w:rPr>
          <w:rFonts w:ascii="Times New Roman" w:hAnsi="Times New Roman"/>
          <w:b w:val="0"/>
          <w:sz w:val="28"/>
          <w:szCs w:val="28"/>
        </w:rPr>
        <w:t>).</w:t>
      </w:r>
    </w:p>
    <w:p w:rsidR="00291972" w:rsidRDefault="00BE19FA" w:rsidP="00A14585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lang w:eastAsia="x-none"/>
        </w:rPr>
        <w:t>5</w:t>
      </w:r>
      <w:r w:rsidR="00A14585" w:rsidRPr="00A14585">
        <w:rPr>
          <w:rFonts w:ascii="Times New Roman" w:hAnsi="Times New Roman"/>
          <w:b w:val="0"/>
          <w:bCs w:val="0"/>
          <w:sz w:val="28"/>
          <w:szCs w:val="28"/>
        </w:rPr>
        <w:t>. </w:t>
      </w:r>
      <w:r w:rsidR="00A14585" w:rsidRPr="00A14585">
        <w:rPr>
          <w:rFonts w:ascii="Times New Roman" w:hAnsi="Times New Roman"/>
          <w:b w:val="0"/>
          <w:sz w:val="28"/>
          <w:szCs w:val="28"/>
        </w:rPr>
        <w:t>Разместить постановление на официальном сайте Избирательной комиссии Ярославской области в информационно-телекоммуникационной сети Интернет.</w:t>
      </w:r>
    </w:p>
    <w:p w:rsidR="00A14585" w:rsidRDefault="00BE19FA" w:rsidP="00A14585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sz w:val="28"/>
          <w:szCs w:val="28"/>
          <w:lang w:eastAsia="x-none"/>
        </w:rPr>
      </w:pPr>
      <w:r>
        <w:rPr>
          <w:rFonts w:ascii="Times New Roman" w:hAnsi="Times New Roman"/>
          <w:b w:val="0"/>
          <w:bCs w:val="0"/>
          <w:sz w:val="28"/>
          <w:szCs w:val="28"/>
          <w:lang w:eastAsia="x-none"/>
        </w:rPr>
        <w:t>6</w:t>
      </w:r>
      <w:r w:rsidR="00A14585" w:rsidRPr="00A14585">
        <w:rPr>
          <w:rFonts w:ascii="Times New Roman" w:hAnsi="Times New Roman"/>
          <w:b w:val="0"/>
          <w:bCs w:val="0"/>
          <w:sz w:val="28"/>
          <w:szCs w:val="28"/>
        </w:rPr>
        <w:t xml:space="preserve">. Контроль за исполнением постановления возложить на </w:t>
      </w:r>
      <w:r w:rsidR="00E7488A">
        <w:rPr>
          <w:rFonts w:ascii="Times New Roman" w:hAnsi="Times New Roman"/>
          <w:b w:val="0"/>
          <w:bCs w:val="0"/>
          <w:sz w:val="28"/>
          <w:szCs w:val="28"/>
          <w:lang w:eastAsia="x-none"/>
        </w:rPr>
        <w:t>заместителя председателя</w:t>
      </w:r>
      <w:r w:rsidR="00A14585" w:rsidRPr="00A14585">
        <w:rPr>
          <w:rFonts w:ascii="Times New Roman" w:hAnsi="Times New Roman"/>
          <w:b w:val="0"/>
          <w:bCs w:val="0"/>
          <w:sz w:val="28"/>
          <w:szCs w:val="28"/>
        </w:rPr>
        <w:t xml:space="preserve"> Избирательной комиссии Ярославской области Фефилина С.В.</w:t>
      </w:r>
    </w:p>
    <w:p w:rsidR="00533B67" w:rsidRPr="00173FDE" w:rsidRDefault="00533B67" w:rsidP="00173FDE">
      <w:pPr>
        <w:pStyle w:val="1"/>
        <w:tabs>
          <w:tab w:val="left" w:pos="0"/>
          <w:tab w:val="left" w:pos="3420"/>
          <w:tab w:val="left" w:pos="3960"/>
        </w:tabs>
        <w:jc w:val="left"/>
        <w:rPr>
          <w:rFonts w:ascii="Times New Roman" w:hAnsi="Times New Roman"/>
          <w:b w:val="0"/>
          <w:szCs w:val="28"/>
        </w:rPr>
      </w:pPr>
    </w:p>
    <w:p w:rsidR="00CE587A" w:rsidRDefault="00CE587A" w:rsidP="00CE587A">
      <w:pPr>
        <w:pStyle w:val="210"/>
        <w:tabs>
          <w:tab w:val="left" w:pos="1134"/>
        </w:tabs>
        <w:ind w:firstLine="0"/>
        <w:rPr>
          <w:szCs w:val="28"/>
        </w:rPr>
      </w:pPr>
    </w:p>
    <w:p w:rsidR="00CA2214" w:rsidRDefault="00CA2214" w:rsidP="00CE587A">
      <w:pPr>
        <w:pStyle w:val="210"/>
        <w:tabs>
          <w:tab w:val="left" w:pos="1134"/>
        </w:tabs>
        <w:ind w:firstLine="0"/>
        <w:rPr>
          <w:szCs w:val="28"/>
        </w:rPr>
      </w:pPr>
    </w:p>
    <w:p w:rsidR="00CA2214" w:rsidRPr="007E46B1" w:rsidRDefault="00CA2214" w:rsidP="00CA2214">
      <w:pPr>
        <w:keepNext/>
        <w:tabs>
          <w:tab w:val="left" w:pos="0"/>
          <w:tab w:val="left" w:pos="3420"/>
          <w:tab w:val="left" w:pos="3960"/>
        </w:tabs>
        <w:outlineLvl w:val="0"/>
        <w:rPr>
          <w:sz w:val="28"/>
          <w:szCs w:val="28"/>
          <w:lang w:val="x-none" w:eastAsia="x-none"/>
        </w:rPr>
      </w:pPr>
      <w:r w:rsidRPr="007E46B1">
        <w:rPr>
          <w:sz w:val="28"/>
          <w:szCs w:val="28"/>
          <w:lang w:val="x-none" w:eastAsia="x-none"/>
        </w:rPr>
        <w:t>Председатель</w:t>
      </w:r>
    </w:p>
    <w:p w:rsidR="00CA2214" w:rsidRPr="007E46B1" w:rsidRDefault="00CA2214" w:rsidP="00CA2214">
      <w:pPr>
        <w:keepNext/>
        <w:tabs>
          <w:tab w:val="left" w:pos="0"/>
          <w:tab w:val="left" w:pos="3420"/>
          <w:tab w:val="left" w:pos="3960"/>
        </w:tabs>
        <w:outlineLvl w:val="0"/>
        <w:rPr>
          <w:sz w:val="28"/>
          <w:szCs w:val="28"/>
          <w:lang w:val="x-none" w:eastAsia="x-none"/>
        </w:rPr>
      </w:pPr>
      <w:r w:rsidRPr="007E46B1">
        <w:rPr>
          <w:sz w:val="28"/>
          <w:szCs w:val="28"/>
          <w:lang w:val="x-none" w:eastAsia="x-none"/>
        </w:rPr>
        <w:t xml:space="preserve">Избирательной комиссии </w:t>
      </w:r>
    </w:p>
    <w:p w:rsidR="00CA2214" w:rsidRPr="0043571D" w:rsidRDefault="00CA2214" w:rsidP="00CA2214">
      <w:pPr>
        <w:keepNext/>
        <w:outlineLvl w:val="0"/>
        <w:rPr>
          <w:sz w:val="28"/>
          <w:szCs w:val="28"/>
          <w:lang w:eastAsia="x-none"/>
        </w:rPr>
      </w:pPr>
      <w:r w:rsidRPr="007E46B1">
        <w:rPr>
          <w:sz w:val="28"/>
          <w:szCs w:val="28"/>
          <w:lang w:val="x-none" w:eastAsia="x-none"/>
        </w:rPr>
        <w:t xml:space="preserve">Ярославской области </w:t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="0043571D">
        <w:rPr>
          <w:sz w:val="28"/>
          <w:szCs w:val="28"/>
          <w:lang w:eastAsia="x-none"/>
        </w:rPr>
        <w:t>Е.И. Новик</w:t>
      </w:r>
    </w:p>
    <w:p w:rsidR="00CA2214" w:rsidRDefault="00CA2214" w:rsidP="00CA2214">
      <w:pPr>
        <w:tabs>
          <w:tab w:val="left" w:pos="7088"/>
        </w:tabs>
        <w:rPr>
          <w:sz w:val="18"/>
          <w:szCs w:val="18"/>
        </w:rPr>
      </w:pPr>
    </w:p>
    <w:p w:rsidR="00626A7F" w:rsidRPr="007E46B1" w:rsidRDefault="00626A7F" w:rsidP="00CA2214">
      <w:pPr>
        <w:tabs>
          <w:tab w:val="left" w:pos="7088"/>
        </w:tabs>
        <w:rPr>
          <w:sz w:val="18"/>
          <w:szCs w:val="18"/>
        </w:rPr>
      </w:pPr>
    </w:p>
    <w:p w:rsidR="00CA2214" w:rsidRPr="007E46B1" w:rsidRDefault="00CA2214" w:rsidP="00CA2214">
      <w:pPr>
        <w:tabs>
          <w:tab w:val="left" w:pos="7088"/>
        </w:tabs>
        <w:rPr>
          <w:sz w:val="18"/>
          <w:szCs w:val="18"/>
        </w:rPr>
      </w:pPr>
    </w:p>
    <w:p w:rsidR="00CA2214" w:rsidRPr="007E46B1" w:rsidRDefault="00F24F08" w:rsidP="00626A7F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626A7F">
        <w:rPr>
          <w:sz w:val="28"/>
          <w:szCs w:val="28"/>
        </w:rPr>
        <w:t xml:space="preserve">                                                            </w:t>
      </w:r>
    </w:p>
    <w:p w:rsidR="00626A7F" w:rsidRPr="007E46B1" w:rsidRDefault="00626A7F" w:rsidP="00626A7F">
      <w:pPr>
        <w:keepNext/>
        <w:tabs>
          <w:tab w:val="left" w:pos="0"/>
          <w:tab w:val="left" w:pos="3420"/>
          <w:tab w:val="left" w:pos="3960"/>
        </w:tabs>
        <w:outlineLvl w:val="0"/>
        <w:rPr>
          <w:sz w:val="28"/>
          <w:szCs w:val="28"/>
          <w:lang w:val="x-none" w:eastAsia="x-none"/>
        </w:rPr>
      </w:pPr>
      <w:r w:rsidRPr="007E46B1">
        <w:rPr>
          <w:sz w:val="28"/>
          <w:szCs w:val="28"/>
          <w:lang w:val="x-none" w:eastAsia="x-none"/>
        </w:rPr>
        <w:t xml:space="preserve">Избирательной комиссии </w:t>
      </w:r>
    </w:p>
    <w:p w:rsidR="00CA2214" w:rsidRPr="007E46B1" w:rsidRDefault="00626A7F" w:rsidP="00626A7F">
      <w:pPr>
        <w:rPr>
          <w:sz w:val="24"/>
          <w:szCs w:val="24"/>
        </w:rPr>
      </w:pPr>
      <w:r w:rsidRPr="007E46B1">
        <w:rPr>
          <w:sz w:val="28"/>
          <w:szCs w:val="28"/>
          <w:lang w:val="x-none" w:eastAsia="x-none"/>
        </w:rPr>
        <w:t>Ярославской области</w:t>
      </w:r>
      <w:r w:rsidRPr="00626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</w:t>
      </w:r>
      <w:r w:rsidR="0043571D">
        <w:rPr>
          <w:sz w:val="28"/>
          <w:szCs w:val="28"/>
        </w:rPr>
        <w:t>Н.В. Киселёва</w:t>
      </w:r>
    </w:p>
    <w:p w:rsidR="00CE587A" w:rsidRPr="00CE587A" w:rsidRDefault="00CE587A" w:rsidP="00CE587A">
      <w:pPr>
        <w:widowControl w:val="0"/>
        <w:jc w:val="both"/>
        <w:rPr>
          <w:sz w:val="28"/>
          <w:szCs w:val="28"/>
        </w:rPr>
      </w:pPr>
    </w:p>
    <w:p w:rsidR="00CE587A" w:rsidRDefault="00CE587A" w:rsidP="00CE587A">
      <w:pPr>
        <w:widowControl w:val="0"/>
        <w:jc w:val="both"/>
        <w:rPr>
          <w:sz w:val="28"/>
          <w:szCs w:val="28"/>
        </w:rPr>
      </w:pPr>
    </w:p>
    <w:p w:rsidR="00851800" w:rsidRDefault="00851800" w:rsidP="00173FDE">
      <w:pPr>
        <w:rPr>
          <w:sz w:val="28"/>
          <w:szCs w:val="28"/>
        </w:rPr>
      </w:pPr>
    </w:p>
    <w:p w:rsidR="002B572A" w:rsidRPr="00173FDE" w:rsidRDefault="002B572A" w:rsidP="00173FDE">
      <w:pPr>
        <w:rPr>
          <w:sz w:val="28"/>
          <w:szCs w:val="28"/>
        </w:rPr>
      </w:pPr>
    </w:p>
    <w:p w:rsidR="00360B81" w:rsidRPr="00360B81" w:rsidRDefault="00360B81" w:rsidP="00360B81">
      <w:pPr>
        <w:pStyle w:val="ConsNormal"/>
        <w:ind w:firstLine="0"/>
        <w:jc w:val="both"/>
        <w:rPr>
          <w:rFonts w:ascii="Times New Roman" w:hAnsi="Times New Roman" w:cs="Times New Roman"/>
          <w:szCs w:val="28"/>
        </w:rPr>
      </w:pPr>
    </w:p>
    <w:p w:rsidR="00360B81" w:rsidRPr="00360B81" w:rsidRDefault="00360B81" w:rsidP="00360B81">
      <w:pPr>
        <w:pStyle w:val="ConsNormal"/>
        <w:ind w:firstLine="0"/>
        <w:jc w:val="both"/>
        <w:rPr>
          <w:rFonts w:ascii="Times New Roman" w:hAnsi="Times New Roman" w:cs="Times New Roman"/>
          <w:szCs w:val="28"/>
        </w:rPr>
      </w:pPr>
    </w:p>
    <w:p w:rsidR="00F24F08" w:rsidRDefault="00F24F08" w:rsidP="00E1233A">
      <w:pPr>
        <w:pStyle w:val="ConsNormal"/>
        <w:ind w:firstLine="0"/>
        <w:rPr>
          <w:rFonts w:ascii="Times New Roman" w:hAnsi="Times New Roman" w:cs="Times New Roman"/>
          <w:szCs w:val="28"/>
        </w:rPr>
      </w:pPr>
    </w:p>
    <w:p w:rsidR="00F24F08" w:rsidRPr="00F24F08" w:rsidRDefault="00F24F08" w:rsidP="00F24F08"/>
    <w:p w:rsidR="00F24F08" w:rsidRPr="00F24F08" w:rsidRDefault="00F24F08" w:rsidP="00F24F08"/>
    <w:p w:rsidR="00F24F08" w:rsidRPr="00F24F08" w:rsidRDefault="00F24F08" w:rsidP="00F24F08"/>
    <w:p w:rsidR="00F24F08" w:rsidRPr="00F24F08" w:rsidRDefault="00F24F08" w:rsidP="00F24F08"/>
    <w:p w:rsidR="00F24F08" w:rsidRPr="00F24F08" w:rsidRDefault="00F24F08" w:rsidP="00F24F08"/>
    <w:p w:rsidR="00F24F08" w:rsidRPr="00F24F08" w:rsidRDefault="00F24F08" w:rsidP="00F24F08"/>
    <w:p w:rsidR="00F24F08" w:rsidRDefault="00F24F08" w:rsidP="00F24F08">
      <w:pPr>
        <w:jc w:val="right"/>
      </w:pPr>
    </w:p>
    <w:p w:rsidR="00F24F08" w:rsidRDefault="00F24F08" w:rsidP="00F24F08"/>
    <w:p w:rsidR="00491098" w:rsidRDefault="00491098" w:rsidP="00F24F08"/>
    <w:p w:rsidR="00491098" w:rsidRPr="00491098" w:rsidRDefault="00491098" w:rsidP="00491098"/>
    <w:p w:rsidR="00491098" w:rsidRPr="00491098" w:rsidRDefault="00491098" w:rsidP="00491098"/>
    <w:p w:rsidR="00491098" w:rsidRPr="00491098" w:rsidRDefault="00491098" w:rsidP="00491098"/>
    <w:p w:rsidR="00491098" w:rsidRDefault="00491098" w:rsidP="00491098">
      <w:pPr>
        <w:tabs>
          <w:tab w:val="left" w:pos="6000"/>
        </w:tabs>
      </w:pPr>
      <w:r>
        <w:tab/>
      </w:r>
    </w:p>
    <w:p w:rsidR="00360B81" w:rsidRPr="00491098" w:rsidRDefault="00491098" w:rsidP="00491098">
      <w:pPr>
        <w:tabs>
          <w:tab w:val="left" w:pos="6000"/>
        </w:tabs>
        <w:sectPr w:rsidR="00360B81" w:rsidRPr="00491098" w:rsidSect="00A03F18">
          <w:headerReference w:type="even" r:id="rId10"/>
          <w:headerReference w:type="default" r:id="rId11"/>
          <w:footerReference w:type="first" r:id="rId12"/>
          <w:pgSz w:w="11906" w:h="16838" w:code="9"/>
          <w:pgMar w:top="709" w:right="851" w:bottom="249" w:left="1701" w:header="567" w:footer="567" w:gutter="0"/>
          <w:cols w:space="708"/>
          <w:titlePg/>
          <w:docGrid w:linePitch="360"/>
        </w:sectPr>
      </w:pPr>
      <w:r>
        <w:tab/>
      </w:r>
      <w:bookmarkStart w:id="0" w:name="_GoBack"/>
      <w:bookmarkEnd w:id="0"/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Визы:</w:t>
      </w: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заместитель председателя</w:t>
      </w: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Избирательной комиссии</w:t>
      </w: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Ярославской области                                                                                 С.В. Фефилин</w:t>
      </w: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ведущий специалист</w:t>
      </w:r>
    </w:p>
    <w:p w:rsidR="0043571D" w:rsidRDefault="00347D01" w:rsidP="00347D01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организационно</w:t>
      </w:r>
      <w:r>
        <w:rPr>
          <w:sz w:val="24"/>
          <w:szCs w:val="24"/>
        </w:rPr>
        <w:t>-правового отдела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16B21" w:rsidRPr="00153E3C">
        <w:rPr>
          <w:sz w:val="24"/>
          <w:szCs w:val="24"/>
        </w:rPr>
        <w:t>О.А. Моденова</w:t>
      </w:r>
    </w:p>
    <w:p w:rsidR="0043571D" w:rsidRDefault="0043571D" w:rsidP="0043571D">
      <w:pPr>
        <w:tabs>
          <w:tab w:val="left" w:pos="7088"/>
        </w:tabs>
        <w:rPr>
          <w:sz w:val="24"/>
          <w:szCs w:val="24"/>
        </w:rPr>
      </w:pPr>
    </w:p>
    <w:p w:rsidR="0043571D" w:rsidRPr="00153E3C" w:rsidRDefault="0043571D" w:rsidP="0043571D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153E3C">
        <w:rPr>
          <w:sz w:val="24"/>
          <w:szCs w:val="24"/>
        </w:rPr>
        <w:t xml:space="preserve"> отдела</w:t>
      </w:r>
    </w:p>
    <w:p w:rsidR="0043571D" w:rsidRPr="00153E3C" w:rsidRDefault="0043571D" w:rsidP="0043571D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организации избирательного процесса</w:t>
      </w:r>
      <w:r w:rsidRPr="00153E3C">
        <w:rPr>
          <w:sz w:val="24"/>
          <w:szCs w:val="24"/>
        </w:rPr>
        <w:tab/>
      </w:r>
      <w:r>
        <w:rPr>
          <w:sz w:val="24"/>
          <w:szCs w:val="24"/>
        </w:rPr>
        <w:t>Е.М. Серебрякова</w:t>
      </w: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Исполнитель:</w:t>
      </w: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>главный специалист</w:t>
      </w:r>
      <w:r w:rsidRPr="00153E3C">
        <w:rPr>
          <w:sz w:val="24"/>
          <w:szCs w:val="24"/>
        </w:rPr>
        <w:t xml:space="preserve"> отдела</w:t>
      </w:r>
    </w:p>
    <w:p w:rsidR="00347D01" w:rsidRPr="00153E3C" w:rsidRDefault="00347D01" w:rsidP="00347D01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организации избирательного процесса</w:t>
      </w:r>
      <w:r w:rsidRPr="00153E3C">
        <w:rPr>
          <w:sz w:val="24"/>
          <w:szCs w:val="24"/>
        </w:rPr>
        <w:tab/>
      </w:r>
      <w:r w:rsidR="00316B21">
        <w:rPr>
          <w:sz w:val="24"/>
          <w:szCs w:val="24"/>
        </w:rPr>
        <w:t>Е.М. Ролдугина</w:t>
      </w:r>
    </w:p>
    <w:p w:rsidR="002E22E9" w:rsidRPr="009737D0" w:rsidRDefault="002E22E9" w:rsidP="009737D0">
      <w:pPr>
        <w:jc w:val="right"/>
        <w:rPr>
          <w:sz w:val="24"/>
          <w:szCs w:val="24"/>
        </w:rPr>
      </w:pPr>
    </w:p>
    <w:sectPr w:rsidR="002E22E9" w:rsidRPr="009737D0" w:rsidSect="00626A7F">
      <w:headerReference w:type="default" r:id="rId13"/>
      <w:headerReference w:type="first" r:id="rId14"/>
      <w:footerReference w:type="first" r:id="rId15"/>
      <w:pgSz w:w="11906" w:h="16838"/>
      <w:pgMar w:top="510" w:right="851" w:bottom="680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B88" w:rsidRDefault="00097B88">
      <w:r>
        <w:separator/>
      </w:r>
    </w:p>
  </w:endnote>
  <w:endnote w:type="continuationSeparator" w:id="0">
    <w:p w:rsidR="00097B88" w:rsidRDefault="00097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135" w:rsidRPr="00C77135" w:rsidRDefault="00C77135" w:rsidP="0043571D">
    <w:pPr>
      <w:pStyle w:val="a6"/>
      <w:jc w:val="right"/>
    </w:pPr>
    <w:r>
      <w:rPr>
        <w:lang w:val="en-US"/>
      </w:rPr>
      <w:t>Post_</w:t>
    </w:r>
    <w:r w:rsidR="0043571D">
      <w:t>-7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765" w:rsidRPr="00987CE5" w:rsidRDefault="00D13765" w:rsidP="00B0410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B88" w:rsidRDefault="00097B88">
      <w:r>
        <w:separator/>
      </w:r>
    </w:p>
  </w:footnote>
  <w:footnote w:type="continuationSeparator" w:id="0">
    <w:p w:rsidR="00097B88" w:rsidRDefault="00097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F08" w:rsidRDefault="00F24F0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D13765" w:rsidRPr="00626A7F" w:rsidRDefault="00D13765" w:rsidP="00626A7F">
    <w:pPr>
      <w:pStyle w:val="a3"/>
      <w:jc w:val="center"/>
      <w:rPr>
        <w:sz w:val="24"/>
        <w:szCs w:val="24"/>
        <w:lang w:eastAsia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D3A" w:rsidRDefault="005D7D3A" w:rsidP="005D7D3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03F18">
      <w:rPr>
        <w:noProof/>
      </w:rPr>
      <w:t>2</w:t>
    </w:r>
    <w:r>
      <w:fldChar w:fldCharType="end"/>
    </w:r>
  </w:p>
  <w:p w:rsidR="00D13765" w:rsidRPr="00A11DCF" w:rsidRDefault="00D13765" w:rsidP="00A11DCF">
    <w:pPr>
      <w:pStyle w:val="a3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765" w:rsidRDefault="00D13765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765" w:rsidRDefault="00D137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300A"/>
    <w:multiLevelType w:val="hybridMultilevel"/>
    <w:tmpl w:val="5138405C"/>
    <w:lvl w:ilvl="0" w:tplc="C3562ED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9AD5D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F706FEC"/>
    <w:multiLevelType w:val="singleLevel"/>
    <w:tmpl w:val="B9161250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8373A4E"/>
    <w:multiLevelType w:val="hybridMultilevel"/>
    <w:tmpl w:val="DDFCC1B4"/>
    <w:lvl w:ilvl="0" w:tplc="227A1A56">
      <w:start w:val="4"/>
      <w:numFmt w:val="decimal"/>
      <w:lvlText w:val="%1."/>
      <w:lvlJc w:val="left"/>
      <w:pPr>
        <w:ind w:left="18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4" w15:restartNumberingAfterBreak="0">
    <w:nsid w:val="237616A9"/>
    <w:multiLevelType w:val="hybridMultilevel"/>
    <w:tmpl w:val="33F0F288"/>
    <w:lvl w:ilvl="0" w:tplc="7FA8BBD4">
      <w:start w:val="3"/>
      <w:numFmt w:val="decimal"/>
      <w:lvlText w:val="%1."/>
      <w:lvlJc w:val="left"/>
      <w:pPr>
        <w:tabs>
          <w:tab w:val="num" w:pos="1496"/>
        </w:tabs>
        <w:ind w:left="14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6"/>
        </w:tabs>
        <w:ind w:left="29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6"/>
        </w:tabs>
        <w:ind w:left="36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6"/>
        </w:tabs>
        <w:ind w:left="50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6"/>
        </w:tabs>
        <w:ind w:left="58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6"/>
        </w:tabs>
        <w:ind w:left="65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6"/>
        </w:tabs>
        <w:ind w:left="7256" w:hanging="180"/>
      </w:pPr>
      <w:rPr>
        <w:rFonts w:cs="Times New Roman"/>
      </w:rPr>
    </w:lvl>
  </w:abstractNum>
  <w:abstractNum w:abstractNumId="5" w15:restartNumberingAfterBreak="0">
    <w:nsid w:val="30FD0587"/>
    <w:multiLevelType w:val="hybridMultilevel"/>
    <w:tmpl w:val="3932BFD0"/>
    <w:lvl w:ilvl="0" w:tplc="B7E43B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6187A"/>
    <w:multiLevelType w:val="hybridMultilevel"/>
    <w:tmpl w:val="5888DDB2"/>
    <w:lvl w:ilvl="0" w:tplc="82D8FF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6A1C3B"/>
    <w:multiLevelType w:val="hybridMultilevel"/>
    <w:tmpl w:val="6DC48EAA"/>
    <w:lvl w:ilvl="0" w:tplc="0E90F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D7312C1"/>
    <w:multiLevelType w:val="hybridMultilevel"/>
    <w:tmpl w:val="883E547A"/>
    <w:lvl w:ilvl="0" w:tplc="764802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4C826C8B"/>
    <w:multiLevelType w:val="hybridMultilevel"/>
    <w:tmpl w:val="E67016AA"/>
    <w:lvl w:ilvl="0" w:tplc="602042D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55BF4C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66C26396"/>
    <w:multiLevelType w:val="hybridMultilevel"/>
    <w:tmpl w:val="8BB4E460"/>
    <w:lvl w:ilvl="0" w:tplc="A89E671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DF13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C676A20"/>
    <w:multiLevelType w:val="hybridMultilevel"/>
    <w:tmpl w:val="D5AA6018"/>
    <w:lvl w:ilvl="0" w:tplc="B4FA7C2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921F44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2"/>
  </w:num>
  <w:num w:numId="5">
    <w:abstractNumId w:val="1"/>
  </w:num>
  <w:num w:numId="6">
    <w:abstractNumId w:val="13"/>
  </w:num>
  <w:num w:numId="7">
    <w:abstractNumId w:val="5"/>
  </w:num>
  <w:num w:numId="8">
    <w:abstractNumId w:val="4"/>
  </w:num>
  <w:num w:numId="9">
    <w:abstractNumId w:val="3"/>
  </w:num>
  <w:num w:numId="10">
    <w:abstractNumId w:val="0"/>
  </w:num>
  <w:num w:numId="11">
    <w:abstractNumId w:val="7"/>
  </w:num>
  <w:num w:numId="12">
    <w:abstractNumId w:val="8"/>
  </w:num>
  <w:num w:numId="13">
    <w:abstractNumId w:val="6"/>
  </w:num>
  <w:num w:numId="14">
    <w:abstractNumId w:val="9"/>
  </w:num>
  <w:num w:numId="15">
    <w:abstractNumId w:val="11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6BE"/>
    <w:rsid w:val="00000C4B"/>
    <w:rsid w:val="00006A19"/>
    <w:rsid w:val="00016EB7"/>
    <w:rsid w:val="00025961"/>
    <w:rsid w:val="0003671F"/>
    <w:rsid w:val="00040CF3"/>
    <w:rsid w:val="000425DE"/>
    <w:rsid w:val="00044648"/>
    <w:rsid w:val="000466E3"/>
    <w:rsid w:val="00047BE5"/>
    <w:rsid w:val="000531F2"/>
    <w:rsid w:val="00056712"/>
    <w:rsid w:val="00061F92"/>
    <w:rsid w:val="00072FA0"/>
    <w:rsid w:val="00075FAD"/>
    <w:rsid w:val="00076D4C"/>
    <w:rsid w:val="000776EE"/>
    <w:rsid w:val="000935BB"/>
    <w:rsid w:val="00097B88"/>
    <w:rsid w:val="000A51BF"/>
    <w:rsid w:val="000A7814"/>
    <w:rsid w:val="000B0080"/>
    <w:rsid w:val="000C00A4"/>
    <w:rsid w:val="000C0EF0"/>
    <w:rsid w:val="000C4DC8"/>
    <w:rsid w:val="000D07FC"/>
    <w:rsid w:val="000D16C0"/>
    <w:rsid w:val="000D5A43"/>
    <w:rsid w:val="000E032A"/>
    <w:rsid w:val="000E789D"/>
    <w:rsid w:val="001017E6"/>
    <w:rsid w:val="00103E55"/>
    <w:rsid w:val="001107E9"/>
    <w:rsid w:val="0012193F"/>
    <w:rsid w:val="001236A7"/>
    <w:rsid w:val="0012426C"/>
    <w:rsid w:val="00126854"/>
    <w:rsid w:val="00126E7D"/>
    <w:rsid w:val="00133706"/>
    <w:rsid w:val="00134443"/>
    <w:rsid w:val="001421F7"/>
    <w:rsid w:val="00153479"/>
    <w:rsid w:val="00153E3C"/>
    <w:rsid w:val="00161643"/>
    <w:rsid w:val="00163FEA"/>
    <w:rsid w:val="00170655"/>
    <w:rsid w:val="001724F5"/>
    <w:rsid w:val="00173FDE"/>
    <w:rsid w:val="00174B87"/>
    <w:rsid w:val="00174CFC"/>
    <w:rsid w:val="00182CFA"/>
    <w:rsid w:val="00184FFF"/>
    <w:rsid w:val="001A450E"/>
    <w:rsid w:val="001A4645"/>
    <w:rsid w:val="001C3ABC"/>
    <w:rsid w:val="001C3B1B"/>
    <w:rsid w:val="001D57F8"/>
    <w:rsid w:val="001D6939"/>
    <w:rsid w:val="001D70D3"/>
    <w:rsid w:val="001D79E8"/>
    <w:rsid w:val="0020357F"/>
    <w:rsid w:val="00205F3A"/>
    <w:rsid w:val="00212151"/>
    <w:rsid w:val="00217F2D"/>
    <w:rsid w:val="00222A67"/>
    <w:rsid w:val="00222CE1"/>
    <w:rsid w:val="002272FA"/>
    <w:rsid w:val="002344D7"/>
    <w:rsid w:val="00237C43"/>
    <w:rsid w:val="00241889"/>
    <w:rsid w:val="0026030B"/>
    <w:rsid w:val="002617D5"/>
    <w:rsid w:val="00262C73"/>
    <w:rsid w:val="00264ED4"/>
    <w:rsid w:val="002703EF"/>
    <w:rsid w:val="002736BE"/>
    <w:rsid w:val="002756C5"/>
    <w:rsid w:val="00291972"/>
    <w:rsid w:val="00291E59"/>
    <w:rsid w:val="00293739"/>
    <w:rsid w:val="002A54EC"/>
    <w:rsid w:val="002A58EA"/>
    <w:rsid w:val="002B572A"/>
    <w:rsid w:val="002C7C21"/>
    <w:rsid w:val="002D0D24"/>
    <w:rsid w:val="002D43B4"/>
    <w:rsid w:val="002D60FE"/>
    <w:rsid w:val="002E09EE"/>
    <w:rsid w:val="002E22E9"/>
    <w:rsid w:val="002E2D5A"/>
    <w:rsid w:val="002E4ECA"/>
    <w:rsid w:val="002E6153"/>
    <w:rsid w:val="002E62BE"/>
    <w:rsid w:val="002E7843"/>
    <w:rsid w:val="002F2997"/>
    <w:rsid w:val="002F5ACB"/>
    <w:rsid w:val="003031F8"/>
    <w:rsid w:val="00304A03"/>
    <w:rsid w:val="00307521"/>
    <w:rsid w:val="0031303D"/>
    <w:rsid w:val="00314ED2"/>
    <w:rsid w:val="00316B21"/>
    <w:rsid w:val="00333D34"/>
    <w:rsid w:val="00334228"/>
    <w:rsid w:val="003417F0"/>
    <w:rsid w:val="00347D01"/>
    <w:rsid w:val="00354D80"/>
    <w:rsid w:val="003602E9"/>
    <w:rsid w:val="00360B81"/>
    <w:rsid w:val="00377FA0"/>
    <w:rsid w:val="0038102D"/>
    <w:rsid w:val="00381B4C"/>
    <w:rsid w:val="00391E90"/>
    <w:rsid w:val="003A085D"/>
    <w:rsid w:val="003A0C96"/>
    <w:rsid w:val="003A1546"/>
    <w:rsid w:val="003A2A6A"/>
    <w:rsid w:val="003A765F"/>
    <w:rsid w:val="003E607E"/>
    <w:rsid w:val="003E6800"/>
    <w:rsid w:val="003F3650"/>
    <w:rsid w:val="003F7A0A"/>
    <w:rsid w:val="0040218B"/>
    <w:rsid w:val="004138FC"/>
    <w:rsid w:val="00415E70"/>
    <w:rsid w:val="00424C43"/>
    <w:rsid w:val="0043571D"/>
    <w:rsid w:val="00445EC3"/>
    <w:rsid w:val="004712C1"/>
    <w:rsid w:val="0048245F"/>
    <w:rsid w:val="00484B88"/>
    <w:rsid w:val="00485ED0"/>
    <w:rsid w:val="00486765"/>
    <w:rsid w:val="00487D25"/>
    <w:rsid w:val="00491098"/>
    <w:rsid w:val="00496783"/>
    <w:rsid w:val="004A03FE"/>
    <w:rsid w:val="004A1C68"/>
    <w:rsid w:val="004A75DA"/>
    <w:rsid w:val="004B140E"/>
    <w:rsid w:val="004B211C"/>
    <w:rsid w:val="004B2675"/>
    <w:rsid w:val="004C2E24"/>
    <w:rsid w:val="004C39B4"/>
    <w:rsid w:val="004C3E20"/>
    <w:rsid w:val="004D66AF"/>
    <w:rsid w:val="004E1D43"/>
    <w:rsid w:val="004E7B60"/>
    <w:rsid w:val="0051040E"/>
    <w:rsid w:val="00513A54"/>
    <w:rsid w:val="00514C4E"/>
    <w:rsid w:val="005155DC"/>
    <w:rsid w:val="00533B67"/>
    <w:rsid w:val="00533EB4"/>
    <w:rsid w:val="005355E4"/>
    <w:rsid w:val="00544307"/>
    <w:rsid w:val="00562EB0"/>
    <w:rsid w:val="00577821"/>
    <w:rsid w:val="0058589E"/>
    <w:rsid w:val="0059257C"/>
    <w:rsid w:val="005B0650"/>
    <w:rsid w:val="005B3BF1"/>
    <w:rsid w:val="005C5E39"/>
    <w:rsid w:val="005C7EE4"/>
    <w:rsid w:val="005D6F64"/>
    <w:rsid w:val="005D7D3A"/>
    <w:rsid w:val="005E0D41"/>
    <w:rsid w:val="005E2815"/>
    <w:rsid w:val="005E2D62"/>
    <w:rsid w:val="005F0688"/>
    <w:rsid w:val="005F1FA7"/>
    <w:rsid w:val="005F2D95"/>
    <w:rsid w:val="005F3998"/>
    <w:rsid w:val="00600FE8"/>
    <w:rsid w:val="006067B3"/>
    <w:rsid w:val="00613788"/>
    <w:rsid w:val="00626A7F"/>
    <w:rsid w:val="00631F54"/>
    <w:rsid w:val="00635223"/>
    <w:rsid w:val="00637C2D"/>
    <w:rsid w:val="00640BCC"/>
    <w:rsid w:val="006525CC"/>
    <w:rsid w:val="00662FC9"/>
    <w:rsid w:val="0066776A"/>
    <w:rsid w:val="00671FAD"/>
    <w:rsid w:val="006735D3"/>
    <w:rsid w:val="0068112B"/>
    <w:rsid w:val="006820E4"/>
    <w:rsid w:val="006866AA"/>
    <w:rsid w:val="006931DD"/>
    <w:rsid w:val="006949B8"/>
    <w:rsid w:val="006A0A87"/>
    <w:rsid w:val="006A598D"/>
    <w:rsid w:val="006B4D27"/>
    <w:rsid w:val="006B64F8"/>
    <w:rsid w:val="006B739B"/>
    <w:rsid w:val="006C3A2A"/>
    <w:rsid w:val="006C7BE2"/>
    <w:rsid w:val="006D3762"/>
    <w:rsid w:val="006D69A3"/>
    <w:rsid w:val="006D6E06"/>
    <w:rsid w:val="006E35EC"/>
    <w:rsid w:val="00701B31"/>
    <w:rsid w:val="00703D02"/>
    <w:rsid w:val="007142EC"/>
    <w:rsid w:val="00716609"/>
    <w:rsid w:val="00721F97"/>
    <w:rsid w:val="007230A4"/>
    <w:rsid w:val="00726087"/>
    <w:rsid w:val="007272F2"/>
    <w:rsid w:val="00730555"/>
    <w:rsid w:val="00731C2C"/>
    <w:rsid w:val="007337E8"/>
    <w:rsid w:val="00744BF7"/>
    <w:rsid w:val="007469D8"/>
    <w:rsid w:val="00747769"/>
    <w:rsid w:val="0075080C"/>
    <w:rsid w:val="00750900"/>
    <w:rsid w:val="00754459"/>
    <w:rsid w:val="00767492"/>
    <w:rsid w:val="00775916"/>
    <w:rsid w:val="00775DDC"/>
    <w:rsid w:val="0077796B"/>
    <w:rsid w:val="00796FF6"/>
    <w:rsid w:val="007A3484"/>
    <w:rsid w:val="007B3728"/>
    <w:rsid w:val="007B71BE"/>
    <w:rsid w:val="007C0813"/>
    <w:rsid w:val="007C188B"/>
    <w:rsid w:val="007D5D74"/>
    <w:rsid w:val="007E46B1"/>
    <w:rsid w:val="007F361E"/>
    <w:rsid w:val="007F3678"/>
    <w:rsid w:val="007F4978"/>
    <w:rsid w:val="007F4EBA"/>
    <w:rsid w:val="007F711F"/>
    <w:rsid w:val="00801F96"/>
    <w:rsid w:val="00805593"/>
    <w:rsid w:val="00820280"/>
    <w:rsid w:val="008267BC"/>
    <w:rsid w:val="0083084B"/>
    <w:rsid w:val="00846EC6"/>
    <w:rsid w:val="00851800"/>
    <w:rsid w:val="00852F0E"/>
    <w:rsid w:val="00864184"/>
    <w:rsid w:val="0086468B"/>
    <w:rsid w:val="00864B7F"/>
    <w:rsid w:val="0087248D"/>
    <w:rsid w:val="0089577F"/>
    <w:rsid w:val="00895EA6"/>
    <w:rsid w:val="00897018"/>
    <w:rsid w:val="008A0B6E"/>
    <w:rsid w:val="008A255B"/>
    <w:rsid w:val="008B201B"/>
    <w:rsid w:val="008B23EF"/>
    <w:rsid w:val="008B3F5B"/>
    <w:rsid w:val="008B5205"/>
    <w:rsid w:val="008B70C3"/>
    <w:rsid w:val="008B77F0"/>
    <w:rsid w:val="008C61E7"/>
    <w:rsid w:val="008D0FBC"/>
    <w:rsid w:val="008D201C"/>
    <w:rsid w:val="008D29B8"/>
    <w:rsid w:val="008D46C4"/>
    <w:rsid w:val="008E5FAE"/>
    <w:rsid w:val="008F208D"/>
    <w:rsid w:val="009016C5"/>
    <w:rsid w:val="00904E76"/>
    <w:rsid w:val="009056BE"/>
    <w:rsid w:val="009143CC"/>
    <w:rsid w:val="00915B69"/>
    <w:rsid w:val="00916BB0"/>
    <w:rsid w:val="00920DE3"/>
    <w:rsid w:val="009330CA"/>
    <w:rsid w:val="00936C3B"/>
    <w:rsid w:val="00940EC2"/>
    <w:rsid w:val="0094445D"/>
    <w:rsid w:val="009557C9"/>
    <w:rsid w:val="00956F1C"/>
    <w:rsid w:val="0096090E"/>
    <w:rsid w:val="0096260E"/>
    <w:rsid w:val="009634CD"/>
    <w:rsid w:val="00966417"/>
    <w:rsid w:val="00970DFC"/>
    <w:rsid w:val="009737D0"/>
    <w:rsid w:val="009741E4"/>
    <w:rsid w:val="0097524A"/>
    <w:rsid w:val="00976CF3"/>
    <w:rsid w:val="00987CE5"/>
    <w:rsid w:val="00993D9F"/>
    <w:rsid w:val="009940A6"/>
    <w:rsid w:val="00994623"/>
    <w:rsid w:val="009975AE"/>
    <w:rsid w:val="009A0642"/>
    <w:rsid w:val="009A32B5"/>
    <w:rsid w:val="009A710F"/>
    <w:rsid w:val="009E24AE"/>
    <w:rsid w:val="009E3D3C"/>
    <w:rsid w:val="009E4B31"/>
    <w:rsid w:val="009E5B9D"/>
    <w:rsid w:val="009F1622"/>
    <w:rsid w:val="00A021C9"/>
    <w:rsid w:val="00A039B2"/>
    <w:rsid w:val="00A03F18"/>
    <w:rsid w:val="00A1007B"/>
    <w:rsid w:val="00A116B7"/>
    <w:rsid w:val="00A11DCF"/>
    <w:rsid w:val="00A14585"/>
    <w:rsid w:val="00A16603"/>
    <w:rsid w:val="00A23CEB"/>
    <w:rsid w:val="00A24CC9"/>
    <w:rsid w:val="00A25C86"/>
    <w:rsid w:val="00A324C5"/>
    <w:rsid w:val="00A344E4"/>
    <w:rsid w:val="00A47257"/>
    <w:rsid w:val="00A53D74"/>
    <w:rsid w:val="00A55905"/>
    <w:rsid w:val="00A56011"/>
    <w:rsid w:val="00A56D71"/>
    <w:rsid w:val="00A668D2"/>
    <w:rsid w:val="00A66F3F"/>
    <w:rsid w:val="00A746DF"/>
    <w:rsid w:val="00A854A8"/>
    <w:rsid w:val="00A86964"/>
    <w:rsid w:val="00A86C11"/>
    <w:rsid w:val="00A90EFC"/>
    <w:rsid w:val="00AA3A64"/>
    <w:rsid w:val="00AB68ED"/>
    <w:rsid w:val="00AC0D48"/>
    <w:rsid w:val="00AC185D"/>
    <w:rsid w:val="00AD1F71"/>
    <w:rsid w:val="00AD2A16"/>
    <w:rsid w:val="00AE146C"/>
    <w:rsid w:val="00AE32A8"/>
    <w:rsid w:val="00AF7D10"/>
    <w:rsid w:val="00B02460"/>
    <w:rsid w:val="00B04107"/>
    <w:rsid w:val="00B04906"/>
    <w:rsid w:val="00B050BB"/>
    <w:rsid w:val="00B15A9C"/>
    <w:rsid w:val="00B163EA"/>
    <w:rsid w:val="00B36580"/>
    <w:rsid w:val="00B41525"/>
    <w:rsid w:val="00B45E50"/>
    <w:rsid w:val="00B5254A"/>
    <w:rsid w:val="00B944AC"/>
    <w:rsid w:val="00BA286D"/>
    <w:rsid w:val="00BA2F17"/>
    <w:rsid w:val="00BB316A"/>
    <w:rsid w:val="00BB636B"/>
    <w:rsid w:val="00BC03B5"/>
    <w:rsid w:val="00BC26F3"/>
    <w:rsid w:val="00BC6A10"/>
    <w:rsid w:val="00BD5335"/>
    <w:rsid w:val="00BD7969"/>
    <w:rsid w:val="00BE1781"/>
    <w:rsid w:val="00BE19FA"/>
    <w:rsid w:val="00BF143F"/>
    <w:rsid w:val="00BF4CCD"/>
    <w:rsid w:val="00BF623A"/>
    <w:rsid w:val="00C00238"/>
    <w:rsid w:val="00C03B9D"/>
    <w:rsid w:val="00C148A4"/>
    <w:rsid w:val="00C20348"/>
    <w:rsid w:val="00C2148D"/>
    <w:rsid w:val="00C23057"/>
    <w:rsid w:val="00C25F57"/>
    <w:rsid w:val="00C333B6"/>
    <w:rsid w:val="00C34FDB"/>
    <w:rsid w:val="00C42D47"/>
    <w:rsid w:val="00C433EE"/>
    <w:rsid w:val="00C435D2"/>
    <w:rsid w:val="00C4406A"/>
    <w:rsid w:val="00C457D9"/>
    <w:rsid w:val="00C56BC5"/>
    <w:rsid w:val="00C56C2B"/>
    <w:rsid w:val="00C5739C"/>
    <w:rsid w:val="00C61485"/>
    <w:rsid w:val="00C77135"/>
    <w:rsid w:val="00C80A19"/>
    <w:rsid w:val="00C90268"/>
    <w:rsid w:val="00C956F3"/>
    <w:rsid w:val="00C9678B"/>
    <w:rsid w:val="00CA2214"/>
    <w:rsid w:val="00CB64CA"/>
    <w:rsid w:val="00CB7669"/>
    <w:rsid w:val="00CC096F"/>
    <w:rsid w:val="00CD3CE8"/>
    <w:rsid w:val="00CD7172"/>
    <w:rsid w:val="00CE04D1"/>
    <w:rsid w:val="00CE587A"/>
    <w:rsid w:val="00CF5532"/>
    <w:rsid w:val="00D13765"/>
    <w:rsid w:val="00D15BAA"/>
    <w:rsid w:val="00D26B94"/>
    <w:rsid w:val="00D40101"/>
    <w:rsid w:val="00D4140B"/>
    <w:rsid w:val="00D6105B"/>
    <w:rsid w:val="00D658A6"/>
    <w:rsid w:val="00D718D8"/>
    <w:rsid w:val="00D74330"/>
    <w:rsid w:val="00D753FA"/>
    <w:rsid w:val="00D76B20"/>
    <w:rsid w:val="00D80B44"/>
    <w:rsid w:val="00D80ED1"/>
    <w:rsid w:val="00D815CB"/>
    <w:rsid w:val="00D82585"/>
    <w:rsid w:val="00D87DD8"/>
    <w:rsid w:val="00D90532"/>
    <w:rsid w:val="00DA05F4"/>
    <w:rsid w:val="00DA435C"/>
    <w:rsid w:val="00DA52E7"/>
    <w:rsid w:val="00DA7DAD"/>
    <w:rsid w:val="00DB2EC0"/>
    <w:rsid w:val="00DC25B8"/>
    <w:rsid w:val="00DC51C9"/>
    <w:rsid w:val="00DD1AFE"/>
    <w:rsid w:val="00DD2240"/>
    <w:rsid w:val="00DF064A"/>
    <w:rsid w:val="00E0044A"/>
    <w:rsid w:val="00E0195B"/>
    <w:rsid w:val="00E1233A"/>
    <w:rsid w:val="00E13469"/>
    <w:rsid w:val="00E15381"/>
    <w:rsid w:val="00E15A4D"/>
    <w:rsid w:val="00E15F79"/>
    <w:rsid w:val="00E176B8"/>
    <w:rsid w:val="00E24B4C"/>
    <w:rsid w:val="00E30450"/>
    <w:rsid w:val="00E50212"/>
    <w:rsid w:val="00E57B46"/>
    <w:rsid w:val="00E635EA"/>
    <w:rsid w:val="00E711EC"/>
    <w:rsid w:val="00E717AB"/>
    <w:rsid w:val="00E726DB"/>
    <w:rsid w:val="00E74794"/>
    <w:rsid w:val="00E7488A"/>
    <w:rsid w:val="00E771B4"/>
    <w:rsid w:val="00E85917"/>
    <w:rsid w:val="00E9257C"/>
    <w:rsid w:val="00E95CDA"/>
    <w:rsid w:val="00E972F9"/>
    <w:rsid w:val="00EA64C4"/>
    <w:rsid w:val="00EB0690"/>
    <w:rsid w:val="00EB4F94"/>
    <w:rsid w:val="00EB6057"/>
    <w:rsid w:val="00EC33B8"/>
    <w:rsid w:val="00ED1548"/>
    <w:rsid w:val="00ED63EE"/>
    <w:rsid w:val="00EE0CD5"/>
    <w:rsid w:val="00EE1EAA"/>
    <w:rsid w:val="00EE34A7"/>
    <w:rsid w:val="00EF0D23"/>
    <w:rsid w:val="00EF1D2B"/>
    <w:rsid w:val="00EF6CDC"/>
    <w:rsid w:val="00F045FC"/>
    <w:rsid w:val="00F04CB7"/>
    <w:rsid w:val="00F1363D"/>
    <w:rsid w:val="00F24595"/>
    <w:rsid w:val="00F24F08"/>
    <w:rsid w:val="00F36261"/>
    <w:rsid w:val="00F40D5C"/>
    <w:rsid w:val="00F43BEC"/>
    <w:rsid w:val="00F444C7"/>
    <w:rsid w:val="00F47D80"/>
    <w:rsid w:val="00F557C9"/>
    <w:rsid w:val="00F60092"/>
    <w:rsid w:val="00F636BC"/>
    <w:rsid w:val="00F741DE"/>
    <w:rsid w:val="00F80A8C"/>
    <w:rsid w:val="00F90BA8"/>
    <w:rsid w:val="00F92018"/>
    <w:rsid w:val="00F95026"/>
    <w:rsid w:val="00FA0A6E"/>
    <w:rsid w:val="00FA0DC6"/>
    <w:rsid w:val="00FA4C08"/>
    <w:rsid w:val="00FB5216"/>
    <w:rsid w:val="00FC38A6"/>
    <w:rsid w:val="00FC7BD5"/>
    <w:rsid w:val="00FD0A94"/>
    <w:rsid w:val="00FE4814"/>
    <w:rsid w:val="00FE6799"/>
    <w:rsid w:val="00FF003F"/>
    <w:rsid w:val="00FF0C65"/>
    <w:rsid w:val="00FF4FBA"/>
    <w:rsid w:val="00FF5013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3324F75-7FE0-4D00-9173-270E3F009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FE"/>
  </w:style>
  <w:style w:type="paragraph" w:styleId="1">
    <w:name w:val="heading 1"/>
    <w:basedOn w:val="a"/>
    <w:next w:val="a"/>
    <w:link w:val="10"/>
    <w:uiPriority w:val="9"/>
    <w:qFormat/>
    <w:rsid w:val="00DD1A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D1AFE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D1AFE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D1AFE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DD1AFE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DD1AFE"/>
    <w:pPr>
      <w:keepNext/>
      <w:jc w:val="center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DD1AFE"/>
    <w:pPr>
      <w:keepNext/>
      <w:jc w:val="center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"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hAnsi="Calibri"/>
      <w:b/>
      <w:sz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/>
      <w:sz w:val="24"/>
    </w:rPr>
  </w:style>
  <w:style w:type="character" w:customStyle="1" w:styleId="11">
    <w:name w:val="Гиперссылка1"/>
    <w:rsid w:val="00DD1AFE"/>
    <w:rPr>
      <w:color w:val="0000FF"/>
      <w:u w:val="single"/>
    </w:rPr>
  </w:style>
  <w:style w:type="character" w:customStyle="1" w:styleId="21">
    <w:name w:val="Гиперссылка2"/>
    <w:rsid w:val="00DD1AFE"/>
    <w:rPr>
      <w:color w:val="0000FF"/>
      <w:u w:val="single"/>
    </w:rPr>
  </w:style>
  <w:style w:type="character" w:customStyle="1" w:styleId="31">
    <w:name w:val="Гиперссылка3"/>
    <w:rsid w:val="00DD1AFE"/>
    <w:rPr>
      <w:color w:val="0000FF"/>
      <w:u w:val="single"/>
    </w:rPr>
  </w:style>
  <w:style w:type="paragraph" w:styleId="a3">
    <w:name w:val="header"/>
    <w:basedOn w:val="a"/>
    <w:link w:val="a4"/>
    <w:uiPriority w:val="99"/>
    <w:rsid w:val="00DD1AF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0B81"/>
  </w:style>
  <w:style w:type="character" w:styleId="a5">
    <w:name w:val="page number"/>
    <w:basedOn w:val="a0"/>
    <w:uiPriority w:val="99"/>
    <w:semiHidden/>
    <w:rsid w:val="00DD1AFE"/>
  </w:style>
  <w:style w:type="paragraph" w:styleId="a6">
    <w:name w:val="footer"/>
    <w:basedOn w:val="a"/>
    <w:link w:val="a7"/>
    <w:uiPriority w:val="99"/>
    <w:rsid w:val="00DD1AFE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1017E6"/>
  </w:style>
  <w:style w:type="paragraph" w:styleId="a8">
    <w:name w:val="Body Text"/>
    <w:basedOn w:val="a"/>
    <w:link w:val="a9"/>
    <w:uiPriority w:val="99"/>
    <w:semiHidden/>
    <w:rsid w:val="00DD1AFE"/>
    <w:pPr>
      <w:jc w:val="center"/>
    </w:pPr>
    <w:rPr>
      <w:rFonts w:ascii="Times New Roman CYR" w:hAnsi="Times New Roman CYR"/>
      <w:b/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</w:style>
  <w:style w:type="paragraph" w:styleId="22">
    <w:name w:val="Body Text 2"/>
    <w:basedOn w:val="a"/>
    <w:link w:val="23"/>
    <w:uiPriority w:val="99"/>
    <w:semiHidden/>
    <w:rsid w:val="00DD1AFE"/>
    <w:pPr>
      <w:spacing w:line="360" w:lineRule="auto"/>
      <w:jc w:val="both"/>
    </w:pPr>
    <w:rPr>
      <w:rFonts w:ascii="Times New Roman CYR" w:hAnsi="Times New Roman CYR"/>
      <w:sz w:val="28"/>
    </w:rPr>
  </w:style>
  <w:style w:type="character" w:customStyle="1" w:styleId="23">
    <w:name w:val="Основной текст 2 Знак"/>
    <w:link w:val="22"/>
    <w:uiPriority w:val="99"/>
    <w:semiHidden/>
    <w:locked/>
    <w:rsid w:val="00A55905"/>
    <w:rPr>
      <w:rFonts w:ascii="Times New Roman CYR" w:hAnsi="Times New Roman CYR"/>
      <w:sz w:val="28"/>
    </w:rPr>
  </w:style>
  <w:style w:type="character" w:styleId="aa">
    <w:name w:val="Hyperlink"/>
    <w:uiPriority w:val="99"/>
    <w:semiHidden/>
    <w:rsid w:val="00DD1AFE"/>
    <w:rPr>
      <w:color w:val="0000FF"/>
      <w:u w:val="single"/>
    </w:rPr>
  </w:style>
  <w:style w:type="paragraph" w:styleId="32">
    <w:name w:val="Body Text 3"/>
    <w:basedOn w:val="a"/>
    <w:link w:val="33"/>
    <w:uiPriority w:val="99"/>
    <w:semiHidden/>
    <w:rsid w:val="00DD1AFE"/>
    <w:pPr>
      <w:jc w:val="center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Pr>
      <w:sz w:val="16"/>
    </w:rPr>
  </w:style>
  <w:style w:type="paragraph" w:styleId="ab">
    <w:name w:val="Title"/>
    <w:basedOn w:val="a"/>
    <w:link w:val="ac"/>
    <w:uiPriority w:val="10"/>
    <w:qFormat/>
    <w:rsid w:val="00DD1AFE"/>
    <w:pPr>
      <w:jc w:val="center"/>
    </w:pPr>
    <w:rPr>
      <w:rFonts w:ascii="Cambria" w:hAnsi="Cambria"/>
      <w:b/>
      <w:bCs/>
      <w:kern w:val="28"/>
      <w:sz w:val="32"/>
      <w:szCs w:val="32"/>
    </w:rPr>
  </w:style>
  <w:style w:type="paragraph" w:customStyle="1" w:styleId="ConsNormal">
    <w:name w:val="ConsNormal"/>
    <w:rsid w:val="00DD1A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c">
    <w:name w:val="Название Знак"/>
    <w:link w:val="ab"/>
    <w:uiPriority w:val="10"/>
    <w:locked/>
    <w:rPr>
      <w:rFonts w:ascii="Cambria" w:hAnsi="Cambria"/>
      <w:b/>
      <w:kern w:val="28"/>
      <w:sz w:val="32"/>
    </w:rPr>
  </w:style>
  <w:style w:type="character" w:styleId="ad">
    <w:name w:val="Emphasis"/>
    <w:uiPriority w:val="20"/>
    <w:qFormat/>
    <w:rsid w:val="00DD1AFE"/>
    <w:rPr>
      <w:i/>
    </w:rPr>
  </w:style>
  <w:style w:type="character" w:styleId="ae">
    <w:name w:val="FollowedHyperlink"/>
    <w:uiPriority w:val="99"/>
    <w:semiHidden/>
    <w:rsid w:val="00DD1AFE"/>
    <w:rPr>
      <w:color w:val="800080"/>
      <w:u w:val="single"/>
    </w:rPr>
  </w:style>
  <w:style w:type="paragraph" w:customStyle="1" w:styleId="af">
    <w:name w:val="обыч"/>
    <w:basedOn w:val="1"/>
    <w:rsid w:val="00C5739C"/>
    <w:pPr>
      <w:ind w:firstLine="709"/>
    </w:pPr>
    <w:rPr>
      <w:rFonts w:ascii="Times New Roman" w:hAnsi="Times New Roman"/>
      <w:b w:val="0"/>
      <w:kern w:val="28"/>
    </w:rPr>
  </w:style>
  <w:style w:type="paragraph" w:customStyle="1" w:styleId="12">
    <w:name w:val="заголовок 1"/>
    <w:basedOn w:val="a"/>
    <w:next w:val="a"/>
    <w:rsid w:val="00F1363D"/>
    <w:pPr>
      <w:keepNext/>
      <w:autoSpaceDE w:val="0"/>
      <w:autoSpaceDN w:val="0"/>
      <w:jc w:val="center"/>
      <w:outlineLvl w:val="0"/>
    </w:pPr>
    <w:rPr>
      <w:sz w:val="28"/>
    </w:rPr>
  </w:style>
  <w:style w:type="paragraph" w:customStyle="1" w:styleId="14">
    <w:name w:val="Таблица14"/>
    <w:basedOn w:val="a"/>
    <w:rsid w:val="00F1363D"/>
    <w:rPr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3A2A6A"/>
    <w:rPr>
      <w:rFonts w:ascii="Segoe UI" w:hAnsi="Segoe UI"/>
      <w:sz w:val="18"/>
    </w:rPr>
  </w:style>
  <w:style w:type="character" w:customStyle="1" w:styleId="af1">
    <w:name w:val="Текст выноски Знак"/>
    <w:link w:val="af0"/>
    <w:uiPriority w:val="99"/>
    <w:semiHidden/>
    <w:locked/>
    <w:rsid w:val="003A2A6A"/>
    <w:rPr>
      <w:rFonts w:ascii="Segoe UI" w:hAnsi="Segoe UI"/>
      <w:sz w:val="18"/>
    </w:rPr>
  </w:style>
  <w:style w:type="table" w:styleId="af2">
    <w:name w:val="Table Grid"/>
    <w:basedOn w:val="a1"/>
    <w:uiPriority w:val="59"/>
    <w:rsid w:val="000D5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C4406A"/>
    <w:rPr>
      <w:sz w:val="24"/>
      <w:szCs w:val="24"/>
    </w:rPr>
  </w:style>
  <w:style w:type="paragraph" w:customStyle="1" w:styleId="ConsPlusTitle">
    <w:name w:val="ConsPlusTitle"/>
    <w:rsid w:val="005E0D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Body Text Indent"/>
    <w:basedOn w:val="a"/>
    <w:link w:val="af5"/>
    <w:uiPriority w:val="99"/>
    <w:unhideWhenUsed/>
    <w:rsid w:val="005E0D4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E0D41"/>
  </w:style>
  <w:style w:type="paragraph" w:customStyle="1" w:styleId="140">
    <w:name w:val="текст14"/>
    <w:aliases w:val="5"/>
    <w:basedOn w:val="a"/>
    <w:rsid w:val="00C42D47"/>
    <w:pPr>
      <w:spacing w:line="360" w:lineRule="auto"/>
      <w:ind w:firstLine="720"/>
      <w:jc w:val="both"/>
    </w:pPr>
    <w:rPr>
      <w:sz w:val="28"/>
    </w:rPr>
  </w:style>
  <w:style w:type="paragraph" w:styleId="24">
    <w:name w:val="Body Text Indent 2"/>
    <w:basedOn w:val="a"/>
    <w:link w:val="25"/>
    <w:uiPriority w:val="99"/>
    <w:semiHidden/>
    <w:unhideWhenUsed/>
    <w:rsid w:val="00360B81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360B81"/>
  </w:style>
  <w:style w:type="paragraph" w:customStyle="1" w:styleId="141">
    <w:name w:val="полтора 14"/>
    <w:basedOn w:val="a"/>
    <w:rsid w:val="00360B81"/>
    <w:pPr>
      <w:spacing w:line="360" w:lineRule="auto"/>
      <w:ind w:firstLine="709"/>
      <w:jc w:val="both"/>
    </w:pPr>
    <w:rPr>
      <w:sz w:val="28"/>
    </w:rPr>
  </w:style>
  <w:style w:type="character" w:customStyle="1" w:styleId="af6">
    <w:name w:val="Гипертекстовая ссылка"/>
    <w:rsid w:val="00360B81"/>
    <w:rPr>
      <w:color w:val="008000"/>
      <w:sz w:val="20"/>
      <w:u w:val="single"/>
    </w:rPr>
  </w:style>
  <w:style w:type="paragraph" w:customStyle="1" w:styleId="ConsNonformat">
    <w:name w:val="ConsNonformat"/>
    <w:rsid w:val="00360B81"/>
    <w:pPr>
      <w:widowControl w:val="0"/>
    </w:pPr>
    <w:rPr>
      <w:rFonts w:ascii="Courier New" w:hAnsi="Courier New"/>
    </w:rPr>
  </w:style>
  <w:style w:type="paragraph" w:customStyle="1" w:styleId="ConsPlusNormal">
    <w:name w:val="ConsPlusNormal"/>
    <w:rsid w:val="00360B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7">
    <w:name w:val="footnote text"/>
    <w:basedOn w:val="a"/>
    <w:link w:val="af8"/>
    <w:uiPriority w:val="99"/>
    <w:semiHidden/>
    <w:rsid w:val="00360B81"/>
  </w:style>
  <w:style w:type="character" w:customStyle="1" w:styleId="af8">
    <w:name w:val="Текст сноски Знак"/>
    <w:basedOn w:val="a0"/>
    <w:link w:val="af7"/>
    <w:uiPriority w:val="99"/>
    <w:semiHidden/>
    <w:locked/>
    <w:rsid w:val="00360B81"/>
  </w:style>
  <w:style w:type="character" w:styleId="af9">
    <w:name w:val="footnote reference"/>
    <w:uiPriority w:val="99"/>
    <w:semiHidden/>
    <w:rsid w:val="00360B81"/>
    <w:rPr>
      <w:sz w:val="22"/>
      <w:vertAlign w:val="superscript"/>
    </w:rPr>
  </w:style>
  <w:style w:type="paragraph" w:customStyle="1" w:styleId="afa">
    <w:name w:val="Адресат"/>
    <w:basedOn w:val="a"/>
    <w:rsid w:val="00360B81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rsid w:val="00360B81"/>
    <w:pPr>
      <w:widowControl w:val="0"/>
    </w:pPr>
    <w:rPr>
      <w:sz w:val="28"/>
    </w:rPr>
  </w:style>
  <w:style w:type="paragraph" w:customStyle="1" w:styleId="afb">
    <w:name w:val="ТабличныйТекст"/>
    <w:basedOn w:val="a"/>
    <w:rsid w:val="00360B81"/>
    <w:pPr>
      <w:jc w:val="both"/>
    </w:pPr>
    <w:rPr>
      <w:sz w:val="24"/>
    </w:rPr>
  </w:style>
  <w:style w:type="paragraph" w:customStyle="1" w:styleId="ConsPlusNonformat">
    <w:name w:val="ConsPlusNonformat"/>
    <w:rsid w:val="00360B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endnote text"/>
    <w:basedOn w:val="a"/>
    <w:link w:val="afd"/>
    <w:uiPriority w:val="99"/>
    <w:semiHidden/>
    <w:unhideWhenUsed/>
    <w:rsid w:val="00360B81"/>
  </w:style>
  <w:style w:type="character" w:customStyle="1" w:styleId="afd">
    <w:name w:val="Текст концевой сноски Знак"/>
    <w:basedOn w:val="a0"/>
    <w:link w:val="afc"/>
    <w:uiPriority w:val="99"/>
    <w:semiHidden/>
    <w:locked/>
    <w:rsid w:val="00360B81"/>
  </w:style>
  <w:style w:type="character" w:styleId="afe">
    <w:name w:val="endnote reference"/>
    <w:uiPriority w:val="99"/>
    <w:semiHidden/>
    <w:unhideWhenUsed/>
    <w:rsid w:val="00360B81"/>
    <w:rPr>
      <w:vertAlign w:val="superscript"/>
    </w:rPr>
  </w:style>
  <w:style w:type="character" w:styleId="aff">
    <w:name w:val="Strong"/>
    <w:uiPriority w:val="22"/>
    <w:qFormat/>
    <w:rsid w:val="00360B81"/>
    <w:rPr>
      <w:b/>
    </w:rPr>
  </w:style>
  <w:style w:type="paragraph" w:customStyle="1" w:styleId="FR2">
    <w:name w:val="FR2"/>
    <w:rsid w:val="00E0044A"/>
    <w:pPr>
      <w:widowControl w:val="0"/>
      <w:autoSpaceDE w:val="0"/>
      <w:autoSpaceDN w:val="0"/>
      <w:spacing w:before="440" w:line="340" w:lineRule="auto"/>
      <w:ind w:firstLine="880"/>
      <w:jc w:val="both"/>
    </w:pPr>
    <w:rPr>
      <w:rFonts w:ascii="Arial" w:hAnsi="Arial" w:cs="Arial"/>
      <w:sz w:val="22"/>
      <w:szCs w:val="22"/>
    </w:rPr>
  </w:style>
  <w:style w:type="paragraph" w:customStyle="1" w:styleId="210">
    <w:name w:val="Основной текст 21"/>
    <w:basedOn w:val="a"/>
    <w:rsid w:val="00CE587A"/>
    <w:pPr>
      <w:tabs>
        <w:tab w:val="left" w:pos="1843"/>
        <w:tab w:val="left" w:pos="6804"/>
      </w:tabs>
      <w:ind w:firstLine="567"/>
      <w:jc w:val="both"/>
    </w:pPr>
    <w:rPr>
      <w:sz w:val="28"/>
    </w:rPr>
  </w:style>
  <w:style w:type="character" w:customStyle="1" w:styleId="aff0">
    <w:name w:val="Текст примечания Знак"/>
    <w:link w:val="aff1"/>
    <w:uiPriority w:val="99"/>
    <w:semiHidden/>
    <w:locked/>
    <w:rsid w:val="00E1233A"/>
  </w:style>
  <w:style w:type="paragraph" w:styleId="aff1">
    <w:name w:val="annotation text"/>
    <w:basedOn w:val="a"/>
    <w:link w:val="aff0"/>
    <w:uiPriority w:val="99"/>
    <w:semiHidden/>
    <w:unhideWhenUsed/>
    <w:rsid w:val="00E1233A"/>
  </w:style>
  <w:style w:type="character" w:customStyle="1" w:styleId="13">
    <w:name w:val="Текст примечания Знак1"/>
    <w:basedOn w:val="a0"/>
    <w:uiPriority w:val="99"/>
    <w:semiHidden/>
  </w:style>
  <w:style w:type="character" w:customStyle="1" w:styleId="16">
    <w:name w:val="Текст примечания Знак16"/>
    <w:uiPriority w:val="99"/>
    <w:semiHidden/>
  </w:style>
  <w:style w:type="character" w:customStyle="1" w:styleId="15">
    <w:name w:val="Текст примечания Знак15"/>
    <w:uiPriority w:val="99"/>
    <w:semiHidden/>
  </w:style>
  <w:style w:type="character" w:customStyle="1" w:styleId="142">
    <w:name w:val="Текст примечания Знак14"/>
    <w:uiPriority w:val="99"/>
    <w:semiHidden/>
  </w:style>
  <w:style w:type="character" w:customStyle="1" w:styleId="130">
    <w:name w:val="Текст примечания Знак13"/>
    <w:uiPriority w:val="99"/>
    <w:semiHidden/>
  </w:style>
  <w:style w:type="character" w:customStyle="1" w:styleId="120">
    <w:name w:val="Текст примечания Знак12"/>
    <w:uiPriority w:val="99"/>
    <w:semiHidden/>
  </w:style>
  <w:style w:type="character" w:customStyle="1" w:styleId="110">
    <w:name w:val="Текст примечания Знак11"/>
    <w:uiPriority w:val="99"/>
    <w:semiHidden/>
  </w:style>
  <w:style w:type="character" w:customStyle="1" w:styleId="aff2">
    <w:name w:val="Тема примечания Знак"/>
    <w:link w:val="aff3"/>
    <w:uiPriority w:val="99"/>
    <w:semiHidden/>
    <w:locked/>
    <w:rsid w:val="00E1233A"/>
    <w:rPr>
      <w:b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E1233A"/>
    <w:rPr>
      <w:b/>
      <w:bCs/>
    </w:rPr>
  </w:style>
  <w:style w:type="character" w:customStyle="1" w:styleId="17">
    <w:name w:val="Тема примечания Знак1"/>
    <w:uiPriority w:val="99"/>
    <w:semiHidden/>
    <w:rPr>
      <w:b/>
      <w:bCs/>
    </w:rPr>
  </w:style>
  <w:style w:type="character" w:customStyle="1" w:styleId="160">
    <w:name w:val="Тема примечания Знак16"/>
    <w:uiPriority w:val="99"/>
    <w:semiHidden/>
    <w:rPr>
      <w:b/>
    </w:rPr>
  </w:style>
  <w:style w:type="character" w:customStyle="1" w:styleId="150">
    <w:name w:val="Тема примечания Знак15"/>
    <w:uiPriority w:val="99"/>
    <w:semiHidden/>
    <w:rPr>
      <w:b/>
    </w:rPr>
  </w:style>
  <w:style w:type="character" w:customStyle="1" w:styleId="143">
    <w:name w:val="Тема примечания Знак14"/>
    <w:uiPriority w:val="99"/>
    <w:semiHidden/>
    <w:rPr>
      <w:b/>
    </w:rPr>
  </w:style>
  <w:style w:type="character" w:customStyle="1" w:styleId="131">
    <w:name w:val="Тема примечания Знак13"/>
    <w:uiPriority w:val="99"/>
    <w:semiHidden/>
    <w:rPr>
      <w:b/>
    </w:rPr>
  </w:style>
  <w:style w:type="character" w:customStyle="1" w:styleId="121">
    <w:name w:val="Тема примечания Знак12"/>
    <w:uiPriority w:val="99"/>
    <w:semiHidden/>
    <w:rPr>
      <w:b/>
    </w:rPr>
  </w:style>
  <w:style w:type="character" w:customStyle="1" w:styleId="111">
    <w:name w:val="Тема примечания Знак11"/>
    <w:uiPriority w:val="99"/>
    <w:semiHidden/>
    <w:rPr>
      <w:b/>
    </w:rPr>
  </w:style>
  <w:style w:type="paragraph" w:customStyle="1" w:styleId="144">
    <w:name w:val="Текст14"/>
    <w:basedOn w:val="a"/>
    <w:rsid w:val="00EF6CDC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Cell">
    <w:name w:val="ConsPlusCell"/>
    <w:rsid w:val="00BA286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KYO-1\AppData\Roaming\Microsoft\&#1064;&#1072;&#1073;&#1083;&#1086;&#1085;&#1099;\&#1041;&#1083;&#1072;&#1085;&#1082;%20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807D8-A4CB-4D86-A2A2-0B241FA5F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29</TotalTime>
  <Pages>3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ТНИИ ИТ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Kad276</dc:creator>
  <cp:keywords/>
  <dc:description/>
  <cp:lastModifiedBy>Korchagin</cp:lastModifiedBy>
  <cp:revision>10</cp:revision>
  <cp:lastPrinted>2022-03-24T12:43:00Z</cp:lastPrinted>
  <dcterms:created xsi:type="dcterms:W3CDTF">2021-06-18T06:02:00Z</dcterms:created>
  <dcterms:modified xsi:type="dcterms:W3CDTF">2022-03-24T12:43:00Z</dcterms:modified>
</cp:coreProperties>
</file>