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4677"/>
        <w:gridCol w:w="4571"/>
        <w:gridCol w:w="108"/>
      </w:tblGrid>
      <w:tr w:rsidR="00F1363D" w:rsidRPr="000D5A43" w:rsidTr="004B644A">
        <w:trPr>
          <w:gridAfter w:val="1"/>
          <w:wAfter w:w="108" w:type="dxa"/>
          <w:trHeight w:val="1470"/>
          <w:jc w:val="center"/>
        </w:trPr>
        <w:tc>
          <w:tcPr>
            <w:tcW w:w="9248" w:type="dxa"/>
            <w:gridSpan w:val="2"/>
            <w:vAlign w:val="center"/>
          </w:tcPr>
          <w:tbl>
            <w:tblPr>
              <w:tblW w:w="9356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9356"/>
            </w:tblGrid>
            <w:tr w:rsidR="00434A51" w:rsidRPr="000D5A43" w:rsidTr="0064050C">
              <w:trPr>
                <w:trHeight w:val="1470"/>
                <w:jc w:val="center"/>
              </w:trPr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34A51" w:rsidRPr="000D5A43" w:rsidRDefault="00434A51" w:rsidP="00434A51">
                  <w:pPr>
                    <w:jc w:val="center"/>
                  </w:pPr>
                  <w:r w:rsidRPr="000D5A43">
                    <w:br w:type="page"/>
                  </w:r>
                  <w:r w:rsidR="00166AFD" w:rsidRPr="005D0FAA">
                    <w:rPr>
                      <w:noProof/>
                    </w:rPr>
                    <w:drawing>
                      <wp:inline distT="0" distB="0" distL="0" distR="0">
                        <wp:extent cx="981075" cy="933450"/>
                        <wp:effectExtent l="0" t="0" r="0" b="0"/>
                        <wp:docPr id="1" name="Рисунок 1" descr="jrsl-l-clr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jrsl-l-clr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1075" cy="933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34A51" w:rsidRPr="001F241F" w:rsidRDefault="00434A51" w:rsidP="00434A51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434A51" w:rsidRDefault="00434A51" w:rsidP="00434A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ИЗБИРАТЕЛЬНАЯ КОМИССИЯ</w:t>
            </w:r>
          </w:p>
          <w:p w:rsidR="00434A51" w:rsidRDefault="00434A51" w:rsidP="00434A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ЯРОСЛАВСКОЙ ОБЛАСТИ</w:t>
            </w:r>
          </w:p>
          <w:p w:rsidR="00434A51" w:rsidRPr="001F241F" w:rsidRDefault="00434A51" w:rsidP="00434A51">
            <w:pPr>
              <w:jc w:val="center"/>
              <w:rPr>
                <w:sz w:val="28"/>
                <w:szCs w:val="28"/>
              </w:rPr>
            </w:pPr>
          </w:p>
          <w:p w:rsidR="00434A51" w:rsidRDefault="00434A51" w:rsidP="00434A51">
            <w:pPr>
              <w:jc w:val="center"/>
              <w:rPr>
                <w:b/>
                <w:spacing w:val="60"/>
                <w:sz w:val="28"/>
              </w:rPr>
            </w:pPr>
            <w:r>
              <w:rPr>
                <w:b/>
                <w:spacing w:val="60"/>
                <w:sz w:val="28"/>
              </w:rPr>
              <w:t>ПОСТАНОВЛЕНИЕ</w:t>
            </w:r>
          </w:p>
          <w:p w:rsidR="00F1363D" w:rsidRPr="000D5A43" w:rsidRDefault="00F1363D" w:rsidP="000D5A43">
            <w:pPr>
              <w:jc w:val="center"/>
            </w:pPr>
          </w:p>
        </w:tc>
      </w:tr>
      <w:tr w:rsidR="00EA6B7E" w:rsidRPr="002E09EE" w:rsidTr="004B644A">
        <w:tblPrEx>
          <w:jc w:val="left"/>
          <w:tblLook w:val="04A0" w:firstRow="1" w:lastRow="0" w:firstColumn="1" w:lastColumn="0" w:noHBand="0" w:noVBand="1"/>
        </w:tblPrEx>
        <w:tc>
          <w:tcPr>
            <w:tcW w:w="4677" w:type="dxa"/>
          </w:tcPr>
          <w:p w:rsidR="00EA6B7E" w:rsidRDefault="00EA6B7E" w:rsidP="0064050C">
            <w:pPr>
              <w:rPr>
                <w:bCs/>
                <w:sz w:val="28"/>
                <w:szCs w:val="28"/>
              </w:rPr>
            </w:pPr>
          </w:p>
          <w:p w:rsidR="00EA6B7E" w:rsidRPr="002E09EE" w:rsidRDefault="00640EBB" w:rsidP="00640EBB">
            <w:pPr>
              <w:rPr>
                <w:spacing w:val="6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  <w:r w:rsidR="00EA6B7E">
              <w:rPr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</w:rPr>
              <w:t>марта</w:t>
            </w:r>
            <w:r w:rsidR="00EA6B7E">
              <w:rPr>
                <w:bCs/>
                <w:sz w:val="28"/>
                <w:szCs w:val="28"/>
              </w:rPr>
              <w:t xml:space="preserve"> 202</w:t>
            </w:r>
            <w:r>
              <w:rPr>
                <w:bCs/>
                <w:sz w:val="28"/>
                <w:szCs w:val="28"/>
              </w:rPr>
              <w:t>2</w:t>
            </w:r>
            <w:r w:rsidR="00EA6B7E" w:rsidRPr="002E09EE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679" w:type="dxa"/>
            <w:gridSpan w:val="2"/>
          </w:tcPr>
          <w:p w:rsidR="004B644A" w:rsidRDefault="004B644A" w:rsidP="0006574B">
            <w:pPr>
              <w:jc w:val="right"/>
              <w:rPr>
                <w:bCs/>
                <w:sz w:val="24"/>
                <w:szCs w:val="24"/>
              </w:rPr>
            </w:pPr>
          </w:p>
          <w:p w:rsidR="00EA6B7E" w:rsidRPr="002E09EE" w:rsidRDefault="004B644A" w:rsidP="00640EBB">
            <w:pPr>
              <w:jc w:val="right"/>
              <w:rPr>
                <w:spacing w:val="60"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   </w:t>
            </w:r>
            <w:r w:rsidR="00640EBB">
              <w:rPr>
                <w:bCs/>
                <w:sz w:val="28"/>
                <w:szCs w:val="28"/>
              </w:rPr>
              <w:t>№ 12</w:t>
            </w:r>
            <w:r w:rsidR="00EA6B7E">
              <w:rPr>
                <w:bCs/>
                <w:sz w:val="28"/>
                <w:szCs w:val="28"/>
              </w:rPr>
              <w:t>/</w:t>
            </w:r>
            <w:r w:rsidR="001E7FAD">
              <w:rPr>
                <w:bCs/>
                <w:sz w:val="28"/>
                <w:szCs w:val="28"/>
              </w:rPr>
              <w:t>88</w:t>
            </w:r>
            <w:r w:rsidR="00EA6B7E" w:rsidRPr="002E09EE">
              <w:rPr>
                <w:bCs/>
                <w:sz w:val="28"/>
                <w:szCs w:val="28"/>
              </w:rPr>
              <w:t>-</w:t>
            </w:r>
            <w:r w:rsidR="00640EBB">
              <w:rPr>
                <w:bCs/>
                <w:sz w:val="28"/>
                <w:szCs w:val="28"/>
              </w:rPr>
              <w:t>7</w:t>
            </w:r>
          </w:p>
        </w:tc>
      </w:tr>
    </w:tbl>
    <w:p w:rsidR="00EA6B7E" w:rsidRPr="00FA4300" w:rsidRDefault="00EA6B7E" w:rsidP="00EA6B7E">
      <w:pPr>
        <w:pStyle w:val="12"/>
        <w:keepNext w:val="0"/>
        <w:tabs>
          <w:tab w:val="left" w:pos="7655"/>
        </w:tabs>
        <w:autoSpaceDE/>
        <w:autoSpaceDN/>
        <w:outlineLvl w:val="9"/>
        <w:rPr>
          <w:bCs/>
          <w:sz w:val="16"/>
          <w:szCs w:val="16"/>
        </w:rPr>
      </w:pPr>
    </w:p>
    <w:p w:rsidR="00EA6B7E" w:rsidRDefault="00EA6B7E" w:rsidP="00EA6B7E">
      <w:pPr>
        <w:pStyle w:val="12"/>
        <w:keepNext w:val="0"/>
        <w:autoSpaceDE/>
        <w:autoSpaceDN/>
        <w:outlineLvl w:val="9"/>
        <w:rPr>
          <w:bCs/>
        </w:rPr>
      </w:pPr>
      <w:r>
        <w:rPr>
          <w:bCs/>
        </w:rPr>
        <w:t>г. Ярославль</w:t>
      </w:r>
    </w:p>
    <w:p w:rsidR="00EA6B7E" w:rsidRPr="00FA4300" w:rsidRDefault="00EA6B7E" w:rsidP="00EA6B7E">
      <w:pPr>
        <w:jc w:val="center"/>
        <w:rPr>
          <w:color w:val="000000"/>
          <w:sz w:val="16"/>
          <w:szCs w:val="16"/>
        </w:rPr>
      </w:pPr>
    </w:p>
    <w:p w:rsidR="002A6E12" w:rsidRDefault="002A6E12" w:rsidP="002A6E1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Порядке </w:t>
      </w:r>
      <w:r w:rsidRPr="00F15A51">
        <w:rPr>
          <w:b/>
          <w:sz w:val="28"/>
          <w:szCs w:val="28"/>
        </w:rPr>
        <w:t>открытия, ведения и закрытия специальных избирательных счетов</w:t>
      </w:r>
      <w:r>
        <w:rPr>
          <w:b/>
          <w:sz w:val="28"/>
          <w:szCs w:val="28"/>
        </w:rPr>
        <w:t xml:space="preserve"> </w:t>
      </w:r>
      <w:r w:rsidRPr="00F15A51">
        <w:rPr>
          <w:b/>
          <w:sz w:val="28"/>
          <w:szCs w:val="28"/>
        </w:rPr>
        <w:t>для формирования избирательных фондов</w:t>
      </w:r>
      <w:r>
        <w:rPr>
          <w:b/>
          <w:sz w:val="28"/>
          <w:szCs w:val="28"/>
        </w:rPr>
        <w:t xml:space="preserve"> </w:t>
      </w:r>
      <w:r w:rsidRPr="00F15A51">
        <w:rPr>
          <w:b/>
          <w:sz w:val="28"/>
          <w:szCs w:val="28"/>
        </w:rPr>
        <w:t>кандидатов</w:t>
      </w:r>
      <w:r>
        <w:rPr>
          <w:b/>
          <w:sz w:val="28"/>
          <w:szCs w:val="28"/>
        </w:rPr>
        <w:t>,</w:t>
      </w:r>
      <w:r w:rsidRPr="003E7E28">
        <w:rPr>
          <w:b/>
          <w:sz w:val="28"/>
          <w:szCs w:val="28"/>
        </w:rPr>
        <w:t xml:space="preserve"> избирательных объединений</w:t>
      </w:r>
      <w:r w:rsidRPr="00F15A51">
        <w:rPr>
          <w:b/>
          <w:sz w:val="28"/>
          <w:szCs w:val="28"/>
        </w:rPr>
        <w:t xml:space="preserve"> при проведении выборов </w:t>
      </w:r>
      <w:r w:rsidRPr="00EC2751">
        <w:rPr>
          <w:b/>
          <w:bCs/>
          <w:sz w:val="28"/>
          <w:szCs w:val="28"/>
        </w:rPr>
        <w:t>в органы местного самоуправления муниципальных образований</w:t>
      </w:r>
    </w:p>
    <w:p w:rsidR="002A6E12" w:rsidRPr="00F15A51" w:rsidRDefault="002A6E12" w:rsidP="002A6E12">
      <w:pPr>
        <w:jc w:val="center"/>
        <w:rPr>
          <w:b/>
          <w:sz w:val="28"/>
          <w:szCs w:val="28"/>
        </w:rPr>
      </w:pPr>
      <w:r w:rsidRPr="00EC2751">
        <w:rPr>
          <w:b/>
          <w:bCs/>
          <w:sz w:val="28"/>
          <w:szCs w:val="28"/>
        </w:rPr>
        <w:t xml:space="preserve"> Ярославской области</w:t>
      </w:r>
    </w:p>
    <w:p w:rsidR="002A6E12" w:rsidRPr="00650E83" w:rsidRDefault="002A6E12" w:rsidP="002A6E12">
      <w:pPr>
        <w:jc w:val="center"/>
        <w:rPr>
          <w:color w:val="000000"/>
          <w:sz w:val="24"/>
          <w:szCs w:val="24"/>
        </w:rPr>
      </w:pPr>
    </w:p>
    <w:p w:rsidR="002A6E12" w:rsidRPr="008975BC" w:rsidRDefault="002A6E12" w:rsidP="002A6E12">
      <w:pPr>
        <w:pStyle w:val="140"/>
        <w:spacing w:line="240" w:lineRule="auto"/>
      </w:pPr>
      <w:r>
        <w:t xml:space="preserve">В соответствии с </w:t>
      </w:r>
      <w:r w:rsidRPr="008848EF">
        <w:t>пунктом 12 статьи 58 Ф</w:t>
      </w:r>
      <w:r>
        <w:t xml:space="preserve">едерального закона от </w:t>
      </w:r>
      <w:r w:rsidRPr="008848EF">
        <w:t>12</w:t>
      </w:r>
      <w:r w:rsidR="00D60D07">
        <w:t>.06.</w:t>
      </w:r>
      <w:r w:rsidRPr="008848EF">
        <w:t xml:space="preserve">2002 № 67-ФЗ «Об основных гарантиях избирательных </w:t>
      </w:r>
      <w:r>
        <w:t xml:space="preserve">прав </w:t>
      </w:r>
      <w:r w:rsidRPr="008848EF">
        <w:t>и права на участие в референдуме</w:t>
      </w:r>
      <w:r>
        <w:t xml:space="preserve"> граждан Российской Федерации», </w:t>
      </w:r>
      <w:r w:rsidRPr="008975BC">
        <w:t xml:space="preserve">пунктом 27 статьи 16 Закона Ярославской области от </w:t>
      </w:r>
      <w:r w:rsidR="00D60D07">
        <w:t>0</w:t>
      </w:r>
      <w:r w:rsidRPr="008975BC">
        <w:t>2</w:t>
      </w:r>
      <w:r w:rsidR="00D60D07">
        <w:t>.06.</w:t>
      </w:r>
      <w:r w:rsidRPr="008975BC">
        <w:t xml:space="preserve">2003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 Избирательная комиссия Ярославской области </w:t>
      </w:r>
      <w:r>
        <w:rPr>
          <w:spacing w:val="60"/>
        </w:rPr>
        <w:t>постановляе</w:t>
      </w:r>
      <w:r>
        <w:t>т:</w:t>
      </w:r>
    </w:p>
    <w:p w:rsidR="002A6E12" w:rsidRPr="007F014D" w:rsidRDefault="002A6E12" w:rsidP="002A6E12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 w:rsidRPr="00650E83">
        <w:rPr>
          <w:sz w:val="28"/>
          <w:szCs w:val="28"/>
        </w:rPr>
        <w:t xml:space="preserve">Утвердить </w:t>
      </w:r>
      <w:r w:rsidRPr="008848EF">
        <w:rPr>
          <w:sz w:val="28"/>
          <w:szCs w:val="28"/>
        </w:rPr>
        <w:t xml:space="preserve">согласованный с </w:t>
      </w:r>
      <w:r w:rsidRPr="008848EF">
        <w:rPr>
          <w:bCs/>
          <w:sz w:val="28"/>
          <w:szCs w:val="28"/>
        </w:rPr>
        <w:t>Отделением по Ярославской области Главного управления Центрального банка Российской Федерации по Центральному федеральному округу</w:t>
      </w:r>
      <w:r w:rsidRPr="00A158B8">
        <w:rPr>
          <w:bCs/>
          <w:sz w:val="28"/>
          <w:szCs w:val="28"/>
        </w:rPr>
        <w:t xml:space="preserve"> </w:t>
      </w:r>
      <w:r w:rsidRPr="00650E83">
        <w:rPr>
          <w:sz w:val="28"/>
          <w:szCs w:val="28"/>
        </w:rPr>
        <w:t>Порядок открытия, ведения и закрытия специальных избирательных счетов для формирования избирательных фондов кандидатов</w:t>
      </w:r>
      <w:r>
        <w:rPr>
          <w:sz w:val="28"/>
          <w:szCs w:val="28"/>
        </w:rPr>
        <w:t>, избирательных объединений</w:t>
      </w:r>
      <w:r w:rsidRPr="00650E83">
        <w:rPr>
          <w:sz w:val="28"/>
          <w:szCs w:val="28"/>
        </w:rPr>
        <w:t xml:space="preserve"> при проведении выборов </w:t>
      </w:r>
      <w:r w:rsidRPr="00434998">
        <w:rPr>
          <w:bCs/>
          <w:sz w:val="28"/>
          <w:szCs w:val="28"/>
        </w:rPr>
        <w:t>в органы местного самоуправления муниципальных образований Ярославской области</w:t>
      </w:r>
      <w:r w:rsidRPr="00650E83">
        <w:rPr>
          <w:sz w:val="28"/>
          <w:szCs w:val="28"/>
        </w:rPr>
        <w:t xml:space="preserve"> </w:t>
      </w:r>
      <w:r w:rsidRPr="007F014D">
        <w:rPr>
          <w:sz w:val="28"/>
          <w:szCs w:val="28"/>
        </w:rPr>
        <w:t>(прилагается).</w:t>
      </w:r>
    </w:p>
    <w:p w:rsidR="002A6E12" w:rsidRPr="007F014D" w:rsidRDefault="002A6E12" w:rsidP="002A6E12">
      <w:pPr>
        <w:ind w:firstLine="708"/>
        <w:jc w:val="both"/>
        <w:rPr>
          <w:sz w:val="28"/>
          <w:szCs w:val="28"/>
        </w:rPr>
      </w:pPr>
      <w:r w:rsidRPr="007F014D">
        <w:rPr>
          <w:sz w:val="28"/>
          <w:szCs w:val="28"/>
        </w:rPr>
        <w:t xml:space="preserve">2. Признать утратившим силу постановление Избирательной комиссии Ярославской </w:t>
      </w:r>
      <w:r w:rsidR="000455A8" w:rsidRPr="007F014D">
        <w:rPr>
          <w:sz w:val="28"/>
          <w:szCs w:val="28"/>
        </w:rPr>
        <w:t>области от 18</w:t>
      </w:r>
      <w:r w:rsidR="00D60D07">
        <w:rPr>
          <w:sz w:val="28"/>
          <w:szCs w:val="28"/>
        </w:rPr>
        <w:t>.06.</w:t>
      </w:r>
      <w:r w:rsidRPr="007F014D">
        <w:rPr>
          <w:sz w:val="28"/>
          <w:szCs w:val="28"/>
        </w:rPr>
        <w:t>202</w:t>
      </w:r>
      <w:r w:rsidR="000455A8" w:rsidRPr="007F014D">
        <w:rPr>
          <w:sz w:val="28"/>
          <w:szCs w:val="28"/>
        </w:rPr>
        <w:t>1</w:t>
      </w:r>
      <w:r w:rsidR="007F014D" w:rsidRPr="007F014D">
        <w:rPr>
          <w:sz w:val="28"/>
          <w:szCs w:val="28"/>
        </w:rPr>
        <w:t xml:space="preserve"> № 179</w:t>
      </w:r>
      <w:r w:rsidRPr="007F014D">
        <w:rPr>
          <w:sz w:val="28"/>
          <w:szCs w:val="28"/>
        </w:rPr>
        <w:t>/</w:t>
      </w:r>
      <w:r w:rsidR="007F014D" w:rsidRPr="007F014D">
        <w:rPr>
          <w:sz w:val="28"/>
          <w:szCs w:val="28"/>
        </w:rPr>
        <w:t>1092</w:t>
      </w:r>
      <w:r w:rsidRPr="007F014D">
        <w:rPr>
          <w:sz w:val="28"/>
          <w:szCs w:val="28"/>
        </w:rPr>
        <w:t xml:space="preserve">-6 «О Порядке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</w:t>
      </w:r>
      <w:r w:rsidRPr="007F014D">
        <w:rPr>
          <w:bCs/>
          <w:sz w:val="28"/>
          <w:szCs w:val="28"/>
        </w:rPr>
        <w:t>в органы местного самоуправления муниципальных образований Ярославской области»</w:t>
      </w:r>
      <w:r w:rsidRPr="007F014D">
        <w:rPr>
          <w:sz w:val="28"/>
          <w:szCs w:val="28"/>
        </w:rPr>
        <w:t>.</w:t>
      </w:r>
    </w:p>
    <w:p w:rsidR="007F014D" w:rsidRPr="007F014D" w:rsidRDefault="002A6E12" w:rsidP="007F014D">
      <w:pPr>
        <w:ind w:firstLine="708"/>
        <w:jc w:val="both"/>
        <w:rPr>
          <w:sz w:val="28"/>
          <w:szCs w:val="28"/>
        </w:rPr>
      </w:pPr>
      <w:r w:rsidRPr="007F014D">
        <w:rPr>
          <w:sz w:val="28"/>
          <w:szCs w:val="28"/>
        </w:rPr>
        <w:t>3. Направить постановление в территориальные избирательн</w:t>
      </w:r>
      <w:r w:rsidR="00BE186F">
        <w:rPr>
          <w:sz w:val="28"/>
          <w:szCs w:val="28"/>
        </w:rPr>
        <w:t xml:space="preserve">ые комиссии Ярославской области, </w:t>
      </w:r>
      <w:r w:rsidR="00BE186F">
        <w:rPr>
          <w:sz w:val="28"/>
          <w:szCs w:val="28"/>
        </w:rPr>
        <w:t>избирательную комиссию города Ярославля</w:t>
      </w:r>
      <w:r w:rsidR="00BE186F">
        <w:rPr>
          <w:sz w:val="28"/>
          <w:szCs w:val="28"/>
        </w:rPr>
        <w:t>.</w:t>
      </w:r>
      <w:bookmarkStart w:id="0" w:name="_GoBack"/>
      <w:bookmarkEnd w:id="0"/>
    </w:p>
    <w:p w:rsidR="007F014D" w:rsidRPr="00712BC3" w:rsidRDefault="002A6E12" w:rsidP="007F014D">
      <w:pPr>
        <w:ind w:firstLine="708"/>
        <w:jc w:val="both"/>
        <w:rPr>
          <w:sz w:val="28"/>
          <w:szCs w:val="28"/>
        </w:rPr>
      </w:pPr>
      <w:r w:rsidRPr="007F014D">
        <w:rPr>
          <w:rFonts w:ascii="Times New Roman CYR" w:hAnsi="Times New Roman CYR"/>
          <w:bCs/>
          <w:sz w:val="28"/>
          <w:szCs w:val="28"/>
        </w:rPr>
        <w:lastRenderedPageBreak/>
        <w:t>4. Опубликовать постановление в официальном печатном и</w:t>
      </w:r>
      <w:r w:rsidR="007F014D" w:rsidRPr="007F014D">
        <w:rPr>
          <w:rFonts w:ascii="Times New Roman CYR" w:hAnsi="Times New Roman CYR"/>
          <w:bCs/>
          <w:sz w:val="28"/>
          <w:szCs w:val="28"/>
        </w:rPr>
        <w:t xml:space="preserve">здании газете «Документ-Регион» </w:t>
      </w:r>
      <w:r w:rsidR="007F014D" w:rsidRPr="002E5DC3">
        <w:rPr>
          <w:rFonts w:ascii="Times New Roman CYR" w:hAnsi="Times New Roman CYR"/>
          <w:bCs/>
          <w:sz w:val="28"/>
          <w:szCs w:val="28"/>
        </w:rPr>
        <w:t>и на «Официальном интернет-портале правовой информации» (www.pravo.gov.ru).</w:t>
      </w:r>
    </w:p>
    <w:p w:rsidR="002A6E12" w:rsidRPr="00E07F3D" w:rsidRDefault="002A6E12" w:rsidP="002A6E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E07F3D">
        <w:rPr>
          <w:sz w:val="28"/>
          <w:szCs w:val="28"/>
        </w:rPr>
        <w:t>Разместить постановление на официальном сайте Избирательной комиссии Ярославской области в информационно-телекоммуникационной сети Интернет.</w:t>
      </w:r>
    </w:p>
    <w:p w:rsidR="002A6E12" w:rsidRDefault="002A6E12" w:rsidP="002A6E12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6. </w:t>
      </w:r>
      <w:r>
        <w:rPr>
          <w:sz w:val="28"/>
        </w:rPr>
        <w:t xml:space="preserve">Контроль за исполнением постановления возложить на заместителя председателя Избирательной комиссии Ярославской области </w:t>
      </w:r>
      <w:proofErr w:type="spellStart"/>
      <w:r>
        <w:rPr>
          <w:rFonts w:ascii="Times New Roman CYR" w:hAnsi="Times New Roman CYR"/>
          <w:sz w:val="28"/>
        </w:rPr>
        <w:t>Фефилина</w:t>
      </w:r>
      <w:proofErr w:type="spellEnd"/>
      <w:r>
        <w:rPr>
          <w:rFonts w:ascii="Times New Roman CYR" w:hAnsi="Times New Roman CYR"/>
          <w:sz w:val="28"/>
        </w:rPr>
        <w:t xml:space="preserve"> С.В.</w:t>
      </w:r>
    </w:p>
    <w:p w:rsidR="00BA62FC" w:rsidRDefault="00BA62FC" w:rsidP="00BA62FC">
      <w:pPr>
        <w:ind w:firstLine="709"/>
        <w:jc w:val="both"/>
        <w:rPr>
          <w:sz w:val="28"/>
          <w:szCs w:val="28"/>
        </w:rPr>
      </w:pPr>
    </w:p>
    <w:p w:rsidR="007F014D" w:rsidRPr="00366A92" w:rsidRDefault="007F014D" w:rsidP="00BA62FC">
      <w:pPr>
        <w:ind w:firstLine="709"/>
        <w:jc w:val="both"/>
        <w:rPr>
          <w:sz w:val="28"/>
          <w:szCs w:val="28"/>
        </w:rPr>
      </w:pPr>
    </w:p>
    <w:p w:rsidR="004B644A" w:rsidRPr="004B644A" w:rsidRDefault="004B644A" w:rsidP="004B644A"/>
    <w:p w:rsidR="00BA62FC" w:rsidRPr="00366A92" w:rsidRDefault="00BA62FC" w:rsidP="00BA62FC">
      <w:pPr>
        <w:pStyle w:val="1"/>
        <w:keepNext w:val="0"/>
        <w:widowControl w:val="0"/>
        <w:tabs>
          <w:tab w:val="left" w:pos="0"/>
          <w:tab w:val="left" w:pos="3420"/>
          <w:tab w:val="left" w:pos="3960"/>
        </w:tabs>
        <w:jc w:val="left"/>
        <w:rPr>
          <w:rFonts w:ascii="Times New Roman" w:hAnsi="Times New Roman"/>
          <w:b w:val="0"/>
          <w:szCs w:val="28"/>
        </w:rPr>
      </w:pPr>
      <w:r w:rsidRPr="00366A92">
        <w:rPr>
          <w:rFonts w:ascii="Times New Roman" w:hAnsi="Times New Roman"/>
          <w:b w:val="0"/>
          <w:szCs w:val="28"/>
        </w:rPr>
        <w:t xml:space="preserve">Председатель </w:t>
      </w:r>
    </w:p>
    <w:p w:rsidR="00BA62FC" w:rsidRPr="00366A92" w:rsidRDefault="00BA62FC" w:rsidP="00BA62FC">
      <w:pPr>
        <w:rPr>
          <w:sz w:val="28"/>
          <w:szCs w:val="28"/>
        </w:rPr>
      </w:pPr>
      <w:r w:rsidRPr="00366A92">
        <w:rPr>
          <w:sz w:val="28"/>
          <w:szCs w:val="28"/>
        </w:rPr>
        <w:t>Избирательной комиссии</w:t>
      </w:r>
    </w:p>
    <w:p w:rsidR="00BA62FC" w:rsidRPr="00366A92" w:rsidRDefault="00BA62FC" w:rsidP="00BA62FC">
      <w:pPr>
        <w:tabs>
          <w:tab w:val="left" w:pos="7088"/>
        </w:tabs>
        <w:rPr>
          <w:sz w:val="28"/>
          <w:szCs w:val="28"/>
        </w:rPr>
      </w:pPr>
      <w:r w:rsidRPr="00366A92">
        <w:rPr>
          <w:sz w:val="28"/>
          <w:szCs w:val="28"/>
        </w:rPr>
        <w:t>Ярославской области</w:t>
      </w:r>
      <w:proofErr w:type="gramStart"/>
      <w:r w:rsidRPr="00366A92">
        <w:rPr>
          <w:sz w:val="28"/>
          <w:szCs w:val="28"/>
        </w:rPr>
        <w:tab/>
      </w:r>
      <w:r w:rsidR="00640EBB">
        <w:rPr>
          <w:sz w:val="28"/>
          <w:szCs w:val="28"/>
        </w:rPr>
        <w:t xml:space="preserve">  Е.И.</w:t>
      </w:r>
      <w:proofErr w:type="gramEnd"/>
      <w:r w:rsidR="00640EBB">
        <w:rPr>
          <w:sz w:val="28"/>
          <w:szCs w:val="28"/>
        </w:rPr>
        <w:t xml:space="preserve"> Новик</w:t>
      </w:r>
    </w:p>
    <w:p w:rsidR="00BA62FC" w:rsidRDefault="00BA62FC" w:rsidP="00BA62FC">
      <w:pPr>
        <w:tabs>
          <w:tab w:val="left" w:pos="7088"/>
        </w:tabs>
        <w:rPr>
          <w:sz w:val="28"/>
          <w:szCs w:val="28"/>
        </w:rPr>
      </w:pPr>
    </w:p>
    <w:p w:rsidR="00BA62FC" w:rsidRPr="00366A92" w:rsidRDefault="00BA62FC" w:rsidP="00BA62FC">
      <w:pPr>
        <w:pStyle w:val="af5"/>
        <w:jc w:val="both"/>
        <w:rPr>
          <w:sz w:val="28"/>
          <w:szCs w:val="28"/>
        </w:rPr>
      </w:pPr>
      <w:r w:rsidRPr="00366A92">
        <w:rPr>
          <w:sz w:val="28"/>
          <w:szCs w:val="28"/>
        </w:rPr>
        <w:t xml:space="preserve">Секретарь </w:t>
      </w:r>
    </w:p>
    <w:p w:rsidR="00BA62FC" w:rsidRPr="00366A92" w:rsidRDefault="00BA62FC" w:rsidP="00BA62FC">
      <w:pPr>
        <w:pStyle w:val="af5"/>
        <w:jc w:val="both"/>
        <w:rPr>
          <w:sz w:val="28"/>
          <w:szCs w:val="28"/>
        </w:rPr>
      </w:pPr>
      <w:r w:rsidRPr="00366A92">
        <w:rPr>
          <w:sz w:val="28"/>
          <w:szCs w:val="28"/>
        </w:rPr>
        <w:t xml:space="preserve">Избирательной комиссии </w:t>
      </w:r>
    </w:p>
    <w:p w:rsidR="00BA62FC" w:rsidRPr="00366A92" w:rsidRDefault="00BA62FC" w:rsidP="00BA62FC">
      <w:pPr>
        <w:pStyle w:val="af5"/>
        <w:jc w:val="both"/>
        <w:rPr>
          <w:sz w:val="28"/>
          <w:szCs w:val="28"/>
        </w:rPr>
      </w:pPr>
      <w:r w:rsidRPr="00366A92">
        <w:rPr>
          <w:sz w:val="28"/>
          <w:szCs w:val="28"/>
        </w:rPr>
        <w:t>Ярославской области</w:t>
      </w:r>
      <w:r w:rsidRPr="00366A92">
        <w:rPr>
          <w:sz w:val="28"/>
          <w:szCs w:val="28"/>
        </w:rPr>
        <w:tab/>
      </w:r>
      <w:r w:rsidRPr="00366A92">
        <w:rPr>
          <w:sz w:val="28"/>
          <w:szCs w:val="28"/>
        </w:rPr>
        <w:tab/>
      </w:r>
      <w:r w:rsidRPr="00366A92">
        <w:rPr>
          <w:sz w:val="28"/>
          <w:szCs w:val="28"/>
        </w:rPr>
        <w:tab/>
      </w:r>
      <w:r w:rsidRPr="00366A92">
        <w:rPr>
          <w:sz w:val="28"/>
          <w:szCs w:val="28"/>
        </w:rPr>
        <w:tab/>
      </w:r>
      <w:r w:rsidRPr="00366A92">
        <w:rPr>
          <w:sz w:val="28"/>
          <w:szCs w:val="28"/>
        </w:rPr>
        <w:tab/>
      </w:r>
      <w:r w:rsidRPr="00366A92">
        <w:rPr>
          <w:sz w:val="28"/>
          <w:szCs w:val="28"/>
        </w:rPr>
        <w:tab/>
      </w:r>
      <w:r w:rsidRPr="00366A92">
        <w:rPr>
          <w:sz w:val="28"/>
          <w:szCs w:val="28"/>
        </w:rPr>
        <w:tab/>
      </w:r>
      <w:r w:rsidR="00640EBB">
        <w:rPr>
          <w:sz w:val="28"/>
          <w:szCs w:val="28"/>
        </w:rPr>
        <w:t>Н.В. Киселёва</w:t>
      </w:r>
    </w:p>
    <w:p w:rsidR="00EA6B7E" w:rsidRDefault="00EA6B7E" w:rsidP="00EA6B7E">
      <w:pPr>
        <w:rPr>
          <w:sz w:val="24"/>
          <w:szCs w:val="24"/>
        </w:rPr>
      </w:pPr>
    </w:p>
    <w:p w:rsidR="002A6E12" w:rsidRDefault="002A6E12" w:rsidP="00434A51">
      <w:pPr>
        <w:widowControl w:val="0"/>
        <w:spacing w:line="233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34A51" w:rsidRPr="00270FEB" w:rsidRDefault="00434A51" w:rsidP="00434A51">
      <w:pPr>
        <w:widowControl w:val="0"/>
        <w:spacing w:line="233" w:lineRule="auto"/>
        <w:contextualSpacing/>
        <w:jc w:val="both"/>
        <w:rPr>
          <w:sz w:val="24"/>
          <w:szCs w:val="24"/>
        </w:rPr>
      </w:pPr>
      <w:r w:rsidRPr="00270FEB">
        <w:rPr>
          <w:sz w:val="24"/>
          <w:szCs w:val="24"/>
        </w:rPr>
        <w:lastRenderedPageBreak/>
        <w:t>Визы:</w:t>
      </w:r>
    </w:p>
    <w:p w:rsidR="00434A51" w:rsidRPr="00270FEB" w:rsidRDefault="00434A51" w:rsidP="00434A51">
      <w:pPr>
        <w:widowControl w:val="0"/>
        <w:spacing w:line="233" w:lineRule="auto"/>
        <w:contextualSpacing/>
        <w:jc w:val="both"/>
        <w:rPr>
          <w:sz w:val="24"/>
          <w:szCs w:val="24"/>
        </w:rPr>
      </w:pPr>
    </w:p>
    <w:p w:rsidR="00434A51" w:rsidRPr="00270FEB" w:rsidRDefault="00434A51" w:rsidP="00434A51">
      <w:pPr>
        <w:contextualSpacing/>
        <w:rPr>
          <w:sz w:val="24"/>
          <w:szCs w:val="24"/>
        </w:rPr>
      </w:pPr>
      <w:r w:rsidRPr="00270FEB">
        <w:rPr>
          <w:sz w:val="24"/>
          <w:szCs w:val="24"/>
        </w:rPr>
        <w:t xml:space="preserve">заместитель председателя </w:t>
      </w:r>
    </w:p>
    <w:p w:rsidR="00434A51" w:rsidRPr="00270FEB" w:rsidRDefault="00434A51" w:rsidP="00434A51">
      <w:pPr>
        <w:contextualSpacing/>
        <w:rPr>
          <w:sz w:val="24"/>
          <w:szCs w:val="24"/>
        </w:rPr>
      </w:pPr>
      <w:r w:rsidRPr="00270FEB">
        <w:rPr>
          <w:sz w:val="24"/>
          <w:szCs w:val="24"/>
        </w:rPr>
        <w:t>Избирательной комиссии</w:t>
      </w:r>
    </w:p>
    <w:p w:rsidR="00434A51" w:rsidRPr="00270FEB" w:rsidRDefault="00434A51" w:rsidP="00434A51">
      <w:pPr>
        <w:contextualSpacing/>
        <w:rPr>
          <w:sz w:val="24"/>
          <w:szCs w:val="24"/>
        </w:rPr>
      </w:pPr>
      <w:r w:rsidRPr="00270FEB">
        <w:rPr>
          <w:sz w:val="24"/>
          <w:szCs w:val="24"/>
        </w:rPr>
        <w:t>Ярославской области                                                                                         С.В. Фефилин</w:t>
      </w:r>
    </w:p>
    <w:p w:rsidR="00434A51" w:rsidRPr="00640EBB" w:rsidRDefault="00434A51" w:rsidP="00434A51">
      <w:pPr>
        <w:widowControl w:val="0"/>
        <w:tabs>
          <w:tab w:val="left" w:pos="7088"/>
        </w:tabs>
        <w:contextualSpacing/>
        <w:jc w:val="both"/>
        <w:rPr>
          <w:sz w:val="24"/>
          <w:szCs w:val="24"/>
          <w:lang w:val="x-none" w:eastAsia="x-none"/>
        </w:rPr>
      </w:pPr>
      <w:r w:rsidRPr="00270FEB">
        <w:rPr>
          <w:sz w:val="24"/>
          <w:szCs w:val="24"/>
          <w:lang w:val="x-none" w:eastAsia="x-none"/>
        </w:rPr>
        <w:t xml:space="preserve">   </w:t>
      </w:r>
      <w:r w:rsidRPr="00270FEB">
        <w:rPr>
          <w:sz w:val="24"/>
          <w:szCs w:val="24"/>
          <w:lang w:eastAsia="x-none"/>
        </w:rPr>
        <w:t xml:space="preserve"> </w:t>
      </w:r>
    </w:p>
    <w:p w:rsidR="00434A51" w:rsidRPr="00270FEB" w:rsidRDefault="00434A51" w:rsidP="00434A51">
      <w:pPr>
        <w:tabs>
          <w:tab w:val="left" w:pos="7088"/>
        </w:tabs>
        <w:rPr>
          <w:sz w:val="24"/>
          <w:szCs w:val="24"/>
        </w:rPr>
      </w:pPr>
      <w:r w:rsidRPr="00270FEB">
        <w:rPr>
          <w:sz w:val="24"/>
          <w:szCs w:val="24"/>
        </w:rPr>
        <w:t>ведущий специалист</w:t>
      </w:r>
    </w:p>
    <w:p w:rsidR="00434A51" w:rsidRPr="00270FEB" w:rsidRDefault="00434A51" w:rsidP="00434A51">
      <w:pPr>
        <w:tabs>
          <w:tab w:val="left" w:pos="7088"/>
        </w:tabs>
        <w:rPr>
          <w:sz w:val="24"/>
          <w:szCs w:val="24"/>
        </w:rPr>
      </w:pPr>
      <w:r w:rsidRPr="00270FEB">
        <w:rPr>
          <w:sz w:val="24"/>
          <w:szCs w:val="24"/>
        </w:rPr>
        <w:t xml:space="preserve">организационно-правового отдела                                                                   О.А. </w:t>
      </w:r>
      <w:proofErr w:type="spellStart"/>
      <w:r w:rsidRPr="00270FEB">
        <w:rPr>
          <w:sz w:val="24"/>
          <w:szCs w:val="24"/>
        </w:rPr>
        <w:t>Моденова</w:t>
      </w:r>
      <w:proofErr w:type="spellEnd"/>
    </w:p>
    <w:p w:rsidR="00434A51" w:rsidRDefault="00434A51" w:rsidP="00434A51">
      <w:pPr>
        <w:tabs>
          <w:tab w:val="left" w:pos="7088"/>
        </w:tabs>
        <w:rPr>
          <w:sz w:val="24"/>
          <w:szCs w:val="24"/>
        </w:rPr>
      </w:pPr>
    </w:p>
    <w:p w:rsidR="00640EBB" w:rsidRPr="00270FEB" w:rsidRDefault="00640EBB" w:rsidP="00640EBB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270FEB">
        <w:rPr>
          <w:sz w:val="24"/>
          <w:szCs w:val="24"/>
        </w:rPr>
        <w:t xml:space="preserve"> отдела организации </w:t>
      </w:r>
    </w:p>
    <w:p w:rsidR="00640EBB" w:rsidRDefault="00640EBB" w:rsidP="00640EBB">
      <w:pPr>
        <w:rPr>
          <w:sz w:val="24"/>
          <w:szCs w:val="24"/>
        </w:rPr>
      </w:pPr>
      <w:r w:rsidRPr="00270FEB">
        <w:rPr>
          <w:sz w:val="24"/>
          <w:szCs w:val="24"/>
        </w:rPr>
        <w:t xml:space="preserve">избирательного процесса                                                          </w:t>
      </w:r>
      <w:r>
        <w:rPr>
          <w:sz w:val="24"/>
          <w:szCs w:val="24"/>
        </w:rPr>
        <w:t xml:space="preserve">                        Е.М. Серебрякова</w:t>
      </w:r>
    </w:p>
    <w:p w:rsidR="00640EBB" w:rsidRPr="00270FEB" w:rsidRDefault="00640EBB" w:rsidP="00434A51">
      <w:pPr>
        <w:tabs>
          <w:tab w:val="left" w:pos="7088"/>
        </w:tabs>
        <w:rPr>
          <w:sz w:val="24"/>
          <w:szCs w:val="24"/>
        </w:rPr>
      </w:pPr>
    </w:p>
    <w:p w:rsidR="00434A51" w:rsidRPr="00270FEB" w:rsidRDefault="00434A51" w:rsidP="00434A51">
      <w:pPr>
        <w:rPr>
          <w:sz w:val="24"/>
          <w:szCs w:val="24"/>
        </w:rPr>
      </w:pPr>
      <w:r w:rsidRPr="00270FEB">
        <w:rPr>
          <w:sz w:val="24"/>
          <w:szCs w:val="24"/>
        </w:rPr>
        <w:t>Исполнитель:</w:t>
      </w:r>
    </w:p>
    <w:p w:rsidR="00434A51" w:rsidRPr="00270FEB" w:rsidRDefault="00434A51" w:rsidP="00434A51"/>
    <w:p w:rsidR="00640EBB" w:rsidRDefault="00640EBB" w:rsidP="00434A51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>г</w:t>
      </w:r>
      <w:r w:rsidR="00434A51">
        <w:rPr>
          <w:sz w:val="24"/>
          <w:szCs w:val="24"/>
        </w:rPr>
        <w:t>лавный специалист</w:t>
      </w:r>
      <w:r w:rsidR="00434A51" w:rsidRPr="00270FEB">
        <w:rPr>
          <w:sz w:val="24"/>
          <w:szCs w:val="24"/>
        </w:rPr>
        <w:t xml:space="preserve"> отдела </w:t>
      </w:r>
    </w:p>
    <w:p w:rsidR="00434A51" w:rsidRDefault="00434A51" w:rsidP="00640EBB">
      <w:pPr>
        <w:tabs>
          <w:tab w:val="left" w:pos="7088"/>
        </w:tabs>
        <w:rPr>
          <w:sz w:val="24"/>
          <w:szCs w:val="24"/>
        </w:rPr>
      </w:pPr>
      <w:r w:rsidRPr="00270FEB">
        <w:rPr>
          <w:sz w:val="24"/>
          <w:szCs w:val="24"/>
        </w:rPr>
        <w:t xml:space="preserve">организации избирательного процесса                                </w:t>
      </w:r>
      <w:r w:rsidR="00640EBB">
        <w:rPr>
          <w:sz w:val="24"/>
          <w:szCs w:val="24"/>
        </w:rPr>
        <w:t xml:space="preserve">                              Е.М. Ролдугина</w:t>
      </w:r>
    </w:p>
    <w:p w:rsidR="00434A51" w:rsidRDefault="00434A51" w:rsidP="00434A51">
      <w:pPr>
        <w:ind w:firstLine="709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p w:rsidR="00434A51" w:rsidRDefault="00434A51" w:rsidP="00EA6B7E">
      <w:pPr>
        <w:ind w:firstLine="709"/>
        <w:jc w:val="right"/>
        <w:rPr>
          <w:sz w:val="24"/>
          <w:szCs w:val="24"/>
        </w:rPr>
      </w:pPr>
    </w:p>
    <w:sectPr w:rsidR="00434A51" w:rsidSect="002A6E12">
      <w:footerReference w:type="default" r:id="rId8"/>
      <w:headerReference w:type="first" r:id="rId9"/>
      <w:footerReference w:type="first" r:id="rId10"/>
      <w:pgSz w:w="11906" w:h="16838"/>
      <w:pgMar w:top="1135" w:right="851" w:bottom="1134" w:left="1701" w:header="0" w:footer="27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F37" w:rsidRDefault="00706F37">
      <w:r>
        <w:separator/>
      </w:r>
    </w:p>
  </w:endnote>
  <w:endnote w:type="continuationSeparator" w:id="0">
    <w:p w:rsidR="00706F37" w:rsidRDefault="0070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AA5" w:rsidRDefault="00B72AA5" w:rsidP="00B72AA5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D0" w:rsidRPr="00640EBB" w:rsidRDefault="00640EBB" w:rsidP="004B644A">
    <w:pPr>
      <w:pStyle w:val="a6"/>
      <w:jc w:val="right"/>
    </w:pPr>
    <w:r>
      <w:rPr>
        <w:lang w:val="en-US"/>
      </w:rPr>
      <w:t>Post_</w:t>
    </w:r>
    <w:r w:rsidR="001E7FAD">
      <w:t>88</w:t>
    </w:r>
    <w:r w:rsidR="004B644A">
      <w:rPr>
        <w:lang w:val="en-US"/>
      </w:rPr>
      <w:t>-</w:t>
    </w:r>
    <w:r>
      <w:t>7</w:t>
    </w:r>
  </w:p>
  <w:p w:rsidR="00126E7D" w:rsidRPr="00B30008" w:rsidRDefault="00126E7D" w:rsidP="00B30008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F37" w:rsidRDefault="00706F37">
      <w:r>
        <w:separator/>
      </w:r>
    </w:p>
  </w:footnote>
  <w:footnote w:type="continuationSeparator" w:id="0">
    <w:p w:rsidR="00706F37" w:rsidRDefault="00706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BD0" w:rsidRDefault="00D67BD0">
    <w:pPr>
      <w:pStyle w:val="a3"/>
      <w:jc w:val="center"/>
      <w:rPr>
        <w:sz w:val="24"/>
        <w:szCs w:val="24"/>
      </w:rPr>
    </w:pPr>
  </w:p>
  <w:p w:rsidR="00D67BD0" w:rsidRDefault="00D67BD0">
    <w:pPr>
      <w:pStyle w:val="a3"/>
      <w:jc w:val="center"/>
      <w:rPr>
        <w:sz w:val="24"/>
        <w:szCs w:val="24"/>
      </w:rPr>
    </w:pPr>
  </w:p>
  <w:p w:rsidR="00D67BD0" w:rsidRPr="00D67BD0" w:rsidRDefault="00D67BD0">
    <w:pPr>
      <w:pStyle w:val="a3"/>
      <w:jc w:val="center"/>
      <w:rPr>
        <w:sz w:val="24"/>
        <w:szCs w:val="24"/>
      </w:rPr>
    </w:pPr>
  </w:p>
  <w:p w:rsidR="00EA6325" w:rsidRDefault="00EA63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D5D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F706FEC"/>
    <w:multiLevelType w:val="singleLevel"/>
    <w:tmpl w:val="B9161250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0FD0587"/>
    <w:multiLevelType w:val="hybridMultilevel"/>
    <w:tmpl w:val="3932BFD0"/>
    <w:lvl w:ilvl="0" w:tplc="B7E43B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F4C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6BDF13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C676A20"/>
    <w:multiLevelType w:val="hybridMultilevel"/>
    <w:tmpl w:val="D5AA6018"/>
    <w:lvl w:ilvl="0" w:tplc="B4FA7C2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2921F44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72C409A5"/>
    <w:multiLevelType w:val="hybridMultilevel"/>
    <w:tmpl w:val="88EA1B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4F"/>
    <w:rsid w:val="00004845"/>
    <w:rsid w:val="00006A19"/>
    <w:rsid w:val="00012083"/>
    <w:rsid w:val="0001651A"/>
    <w:rsid w:val="00023BE4"/>
    <w:rsid w:val="00036D75"/>
    <w:rsid w:val="00041A57"/>
    <w:rsid w:val="000428ED"/>
    <w:rsid w:val="000455A8"/>
    <w:rsid w:val="000601C3"/>
    <w:rsid w:val="0006574B"/>
    <w:rsid w:val="00067F20"/>
    <w:rsid w:val="000778E4"/>
    <w:rsid w:val="00091729"/>
    <w:rsid w:val="000B26CC"/>
    <w:rsid w:val="000B7EB8"/>
    <w:rsid w:val="000D024F"/>
    <w:rsid w:val="000D5A43"/>
    <w:rsid w:val="000E1E77"/>
    <w:rsid w:val="000E7C66"/>
    <w:rsid w:val="000F46A9"/>
    <w:rsid w:val="0010081F"/>
    <w:rsid w:val="0010154E"/>
    <w:rsid w:val="001017E6"/>
    <w:rsid w:val="00126E7D"/>
    <w:rsid w:val="001346DA"/>
    <w:rsid w:val="00140EDE"/>
    <w:rsid w:val="00146112"/>
    <w:rsid w:val="00150282"/>
    <w:rsid w:val="00163FEA"/>
    <w:rsid w:val="00166AFD"/>
    <w:rsid w:val="00174CFC"/>
    <w:rsid w:val="00181178"/>
    <w:rsid w:val="001A6EBA"/>
    <w:rsid w:val="001B2448"/>
    <w:rsid w:val="001B2BE8"/>
    <w:rsid w:val="001D0B27"/>
    <w:rsid w:val="001D7F93"/>
    <w:rsid w:val="001E7FAD"/>
    <w:rsid w:val="001F241F"/>
    <w:rsid w:val="001F4FEB"/>
    <w:rsid w:val="001F7A18"/>
    <w:rsid w:val="0022364F"/>
    <w:rsid w:val="00234D4A"/>
    <w:rsid w:val="00252F8C"/>
    <w:rsid w:val="0025472E"/>
    <w:rsid w:val="00254C15"/>
    <w:rsid w:val="00264543"/>
    <w:rsid w:val="00267BFF"/>
    <w:rsid w:val="00270FEB"/>
    <w:rsid w:val="00276C38"/>
    <w:rsid w:val="002940B2"/>
    <w:rsid w:val="002A3D86"/>
    <w:rsid w:val="002A6E12"/>
    <w:rsid w:val="002B3E13"/>
    <w:rsid w:val="002C06F0"/>
    <w:rsid w:val="002D3875"/>
    <w:rsid w:val="002D43B4"/>
    <w:rsid w:val="002E09EE"/>
    <w:rsid w:val="002E62BE"/>
    <w:rsid w:val="002F1D1A"/>
    <w:rsid w:val="00305B58"/>
    <w:rsid w:val="003301EA"/>
    <w:rsid w:val="00333599"/>
    <w:rsid w:val="003424EE"/>
    <w:rsid w:val="00343D6F"/>
    <w:rsid w:val="003475C7"/>
    <w:rsid w:val="00354D80"/>
    <w:rsid w:val="00360F35"/>
    <w:rsid w:val="00365C48"/>
    <w:rsid w:val="00366A92"/>
    <w:rsid w:val="003712AD"/>
    <w:rsid w:val="00384DCD"/>
    <w:rsid w:val="003A085D"/>
    <w:rsid w:val="003A2A6A"/>
    <w:rsid w:val="003A507D"/>
    <w:rsid w:val="003A579C"/>
    <w:rsid w:val="003C7C6F"/>
    <w:rsid w:val="003D6A88"/>
    <w:rsid w:val="0040241B"/>
    <w:rsid w:val="00415E70"/>
    <w:rsid w:val="00424C43"/>
    <w:rsid w:val="00431B85"/>
    <w:rsid w:val="00432B39"/>
    <w:rsid w:val="00434A51"/>
    <w:rsid w:val="00442FE1"/>
    <w:rsid w:val="004464CB"/>
    <w:rsid w:val="00451072"/>
    <w:rsid w:val="0045184A"/>
    <w:rsid w:val="00470548"/>
    <w:rsid w:val="00482102"/>
    <w:rsid w:val="004A771E"/>
    <w:rsid w:val="004B6230"/>
    <w:rsid w:val="004B644A"/>
    <w:rsid w:val="004C3E20"/>
    <w:rsid w:val="004C64D6"/>
    <w:rsid w:val="004D6A84"/>
    <w:rsid w:val="004D6EE2"/>
    <w:rsid w:val="004F352B"/>
    <w:rsid w:val="004F6EAF"/>
    <w:rsid w:val="00511148"/>
    <w:rsid w:val="00522CBA"/>
    <w:rsid w:val="005265BC"/>
    <w:rsid w:val="005452B5"/>
    <w:rsid w:val="00557F11"/>
    <w:rsid w:val="00563007"/>
    <w:rsid w:val="00570047"/>
    <w:rsid w:val="00573DC4"/>
    <w:rsid w:val="005806AE"/>
    <w:rsid w:val="0059202A"/>
    <w:rsid w:val="005A175D"/>
    <w:rsid w:val="005C7D2A"/>
    <w:rsid w:val="005D0FAA"/>
    <w:rsid w:val="005D3E80"/>
    <w:rsid w:val="005D7C79"/>
    <w:rsid w:val="005E4D20"/>
    <w:rsid w:val="005E5766"/>
    <w:rsid w:val="006067B3"/>
    <w:rsid w:val="00613D49"/>
    <w:rsid w:val="00615D32"/>
    <w:rsid w:val="0062303D"/>
    <w:rsid w:val="0063138A"/>
    <w:rsid w:val="0064050C"/>
    <w:rsid w:val="00640694"/>
    <w:rsid w:val="00640EBB"/>
    <w:rsid w:val="00643137"/>
    <w:rsid w:val="0064324D"/>
    <w:rsid w:val="00644C77"/>
    <w:rsid w:val="00652D2B"/>
    <w:rsid w:val="006708A5"/>
    <w:rsid w:val="006761D3"/>
    <w:rsid w:val="00683E52"/>
    <w:rsid w:val="00684A4D"/>
    <w:rsid w:val="00691752"/>
    <w:rsid w:val="006949B8"/>
    <w:rsid w:val="006C425E"/>
    <w:rsid w:val="006E1894"/>
    <w:rsid w:val="006E4554"/>
    <w:rsid w:val="00705E9C"/>
    <w:rsid w:val="00706F37"/>
    <w:rsid w:val="00710AE7"/>
    <w:rsid w:val="007207FD"/>
    <w:rsid w:val="00731C2C"/>
    <w:rsid w:val="007345D4"/>
    <w:rsid w:val="00743C0B"/>
    <w:rsid w:val="00747769"/>
    <w:rsid w:val="0075080C"/>
    <w:rsid w:val="0075130F"/>
    <w:rsid w:val="00752106"/>
    <w:rsid w:val="00762CE9"/>
    <w:rsid w:val="007744F1"/>
    <w:rsid w:val="007A2994"/>
    <w:rsid w:val="007A3484"/>
    <w:rsid w:val="007A6C14"/>
    <w:rsid w:val="007B0AFB"/>
    <w:rsid w:val="007C3E14"/>
    <w:rsid w:val="007D15F9"/>
    <w:rsid w:val="007D5D5B"/>
    <w:rsid w:val="007D707C"/>
    <w:rsid w:val="007E17EE"/>
    <w:rsid w:val="007E5F1C"/>
    <w:rsid w:val="007F014D"/>
    <w:rsid w:val="00815B5C"/>
    <w:rsid w:val="00822275"/>
    <w:rsid w:val="00822532"/>
    <w:rsid w:val="008465D0"/>
    <w:rsid w:val="00846F0E"/>
    <w:rsid w:val="00854604"/>
    <w:rsid w:val="00864329"/>
    <w:rsid w:val="00867A31"/>
    <w:rsid w:val="008770F3"/>
    <w:rsid w:val="00883476"/>
    <w:rsid w:val="008838E4"/>
    <w:rsid w:val="00884310"/>
    <w:rsid w:val="00897A32"/>
    <w:rsid w:val="008A2228"/>
    <w:rsid w:val="008A6A94"/>
    <w:rsid w:val="008A6BBC"/>
    <w:rsid w:val="008B018E"/>
    <w:rsid w:val="008B04F2"/>
    <w:rsid w:val="008B5205"/>
    <w:rsid w:val="008D1296"/>
    <w:rsid w:val="008D4A6C"/>
    <w:rsid w:val="008F2B90"/>
    <w:rsid w:val="0090160D"/>
    <w:rsid w:val="00915B69"/>
    <w:rsid w:val="00930A8B"/>
    <w:rsid w:val="009331B3"/>
    <w:rsid w:val="00937A29"/>
    <w:rsid w:val="00964856"/>
    <w:rsid w:val="00976452"/>
    <w:rsid w:val="009940A6"/>
    <w:rsid w:val="009950AA"/>
    <w:rsid w:val="00995650"/>
    <w:rsid w:val="009B6C4E"/>
    <w:rsid w:val="009C2D97"/>
    <w:rsid w:val="009C633D"/>
    <w:rsid w:val="009D0AAE"/>
    <w:rsid w:val="009D0AB9"/>
    <w:rsid w:val="009E2E85"/>
    <w:rsid w:val="009F78EF"/>
    <w:rsid w:val="00A00059"/>
    <w:rsid w:val="00A03C1F"/>
    <w:rsid w:val="00A177C0"/>
    <w:rsid w:val="00A23CEB"/>
    <w:rsid w:val="00A454E8"/>
    <w:rsid w:val="00A54069"/>
    <w:rsid w:val="00A548A0"/>
    <w:rsid w:val="00A56011"/>
    <w:rsid w:val="00A60EDE"/>
    <w:rsid w:val="00A61B7C"/>
    <w:rsid w:val="00A63FE5"/>
    <w:rsid w:val="00A65018"/>
    <w:rsid w:val="00A70600"/>
    <w:rsid w:val="00A71BC6"/>
    <w:rsid w:val="00A72F1F"/>
    <w:rsid w:val="00A7572F"/>
    <w:rsid w:val="00A83F6F"/>
    <w:rsid w:val="00A854A8"/>
    <w:rsid w:val="00AA082B"/>
    <w:rsid w:val="00AB6447"/>
    <w:rsid w:val="00AE18B4"/>
    <w:rsid w:val="00AE5801"/>
    <w:rsid w:val="00AE5951"/>
    <w:rsid w:val="00AF2136"/>
    <w:rsid w:val="00AF5E0C"/>
    <w:rsid w:val="00B04107"/>
    <w:rsid w:val="00B050BB"/>
    <w:rsid w:val="00B10E28"/>
    <w:rsid w:val="00B30008"/>
    <w:rsid w:val="00B42FFA"/>
    <w:rsid w:val="00B600A8"/>
    <w:rsid w:val="00B649A9"/>
    <w:rsid w:val="00B70671"/>
    <w:rsid w:val="00B72AA5"/>
    <w:rsid w:val="00B80D67"/>
    <w:rsid w:val="00B86F6D"/>
    <w:rsid w:val="00B92B7A"/>
    <w:rsid w:val="00BA2F17"/>
    <w:rsid w:val="00BA62FC"/>
    <w:rsid w:val="00BA7CBC"/>
    <w:rsid w:val="00BB6C69"/>
    <w:rsid w:val="00BC72EF"/>
    <w:rsid w:val="00BD5E71"/>
    <w:rsid w:val="00BE186F"/>
    <w:rsid w:val="00BF3AB0"/>
    <w:rsid w:val="00BF4755"/>
    <w:rsid w:val="00C2148D"/>
    <w:rsid w:val="00C24153"/>
    <w:rsid w:val="00C3220C"/>
    <w:rsid w:val="00C34FDB"/>
    <w:rsid w:val="00C4020B"/>
    <w:rsid w:val="00C5739C"/>
    <w:rsid w:val="00C641BE"/>
    <w:rsid w:val="00C65CDA"/>
    <w:rsid w:val="00C733EF"/>
    <w:rsid w:val="00C91D3E"/>
    <w:rsid w:val="00C956F3"/>
    <w:rsid w:val="00CA04F3"/>
    <w:rsid w:val="00CB37CA"/>
    <w:rsid w:val="00CC6B39"/>
    <w:rsid w:val="00CD06D5"/>
    <w:rsid w:val="00CD08F2"/>
    <w:rsid w:val="00CF5A2F"/>
    <w:rsid w:val="00D04B0D"/>
    <w:rsid w:val="00D059EC"/>
    <w:rsid w:val="00D07F99"/>
    <w:rsid w:val="00D1543A"/>
    <w:rsid w:val="00D26520"/>
    <w:rsid w:val="00D2737D"/>
    <w:rsid w:val="00D314BB"/>
    <w:rsid w:val="00D34D04"/>
    <w:rsid w:val="00D410A5"/>
    <w:rsid w:val="00D54D5B"/>
    <w:rsid w:val="00D60D07"/>
    <w:rsid w:val="00D6105B"/>
    <w:rsid w:val="00D657EB"/>
    <w:rsid w:val="00D67BD0"/>
    <w:rsid w:val="00D84E7E"/>
    <w:rsid w:val="00D9367A"/>
    <w:rsid w:val="00D94B05"/>
    <w:rsid w:val="00DA124B"/>
    <w:rsid w:val="00DA7DAD"/>
    <w:rsid w:val="00DB00EF"/>
    <w:rsid w:val="00DB65D4"/>
    <w:rsid w:val="00DC1820"/>
    <w:rsid w:val="00DD1609"/>
    <w:rsid w:val="00DD1AFE"/>
    <w:rsid w:val="00DF1E17"/>
    <w:rsid w:val="00DF2FD1"/>
    <w:rsid w:val="00E15A4D"/>
    <w:rsid w:val="00E174FA"/>
    <w:rsid w:val="00E40443"/>
    <w:rsid w:val="00E426A7"/>
    <w:rsid w:val="00E44B9E"/>
    <w:rsid w:val="00E635EA"/>
    <w:rsid w:val="00E717AB"/>
    <w:rsid w:val="00E72987"/>
    <w:rsid w:val="00E80582"/>
    <w:rsid w:val="00E8316E"/>
    <w:rsid w:val="00E90DB8"/>
    <w:rsid w:val="00EA0BEA"/>
    <w:rsid w:val="00EA6325"/>
    <w:rsid w:val="00EA67C0"/>
    <w:rsid w:val="00EA6B7E"/>
    <w:rsid w:val="00EB4F94"/>
    <w:rsid w:val="00ED0421"/>
    <w:rsid w:val="00EE0C0A"/>
    <w:rsid w:val="00EE34A7"/>
    <w:rsid w:val="00EF7094"/>
    <w:rsid w:val="00F10687"/>
    <w:rsid w:val="00F1363D"/>
    <w:rsid w:val="00F411ED"/>
    <w:rsid w:val="00F43BEC"/>
    <w:rsid w:val="00F5594B"/>
    <w:rsid w:val="00F56E12"/>
    <w:rsid w:val="00F67AAD"/>
    <w:rsid w:val="00F73529"/>
    <w:rsid w:val="00F741DE"/>
    <w:rsid w:val="00F81B5D"/>
    <w:rsid w:val="00F90BA8"/>
    <w:rsid w:val="00F95026"/>
    <w:rsid w:val="00FA4300"/>
    <w:rsid w:val="00FB4B8F"/>
    <w:rsid w:val="00FC235E"/>
    <w:rsid w:val="00FE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B2200F3-B516-461D-9782-4086CD27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nhideWhenUsed="1"/>
    <w:lsdException w:name="footer" w:semiHidden="1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FE"/>
  </w:style>
  <w:style w:type="paragraph" w:styleId="1">
    <w:name w:val="heading 1"/>
    <w:basedOn w:val="a"/>
    <w:next w:val="a"/>
    <w:link w:val="10"/>
    <w:uiPriority w:val="9"/>
    <w:qFormat/>
    <w:rsid w:val="00DD1AFE"/>
    <w:pPr>
      <w:keepNext/>
      <w:jc w:val="center"/>
      <w:outlineLvl w:val="0"/>
    </w:pPr>
    <w:rPr>
      <w:rFonts w:ascii="Times New Roman CYR" w:hAnsi="Times New Roman CYR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DD1AF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D1AFE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DD1AFE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paragraph" w:styleId="5">
    <w:name w:val="heading 5"/>
    <w:basedOn w:val="a"/>
    <w:next w:val="a"/>
    <w:link w:val="50"/>
    <w:uiPriority w:val="9"/>
    <w:qFormat/>
    <w:rsid w:val="00DD1AFE"/>
    <w:pPr>
      <w:keepNext/>
      <w:jc w:val="both"/>
      <w:outlineLvl w:val="4"/>
    </w:pPr>
    <w:rPr>
      <w:sz w:val="24"/>
      <w:lang w:val="en-US"/>
    </w:rPr>
  </w:style>
  <w:style w:type="paragraph" w:styleId="6">
    <w:name w:val="heading 6"/>
    <w:basedOn w:val="a"/>
    <w:next w:val="a"/>
    <w:link w:val="60"/>
    <w:uiPriority w:val="9"/>
    <w:qFormat/>
    <w:rsid w:val="00DD1AFE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qFormat/>
    <w:rsid w:val="00DD1AFE"/>
    <w:pPr>
      <w:keepNext/>
      <w:jc w:val="center"/>
      <w:outlineLvl w:val="6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11">
    <w:name w:val="Гиперссылка1"/>
    <w:rsid w:val="00DD1AFE"/>
    <w:rPr>
      <w:color w:val="0000FF"/>
      <w:u w:val="single"/>
    </w:rPr>
  </w:style>
  <w:style w:type="character" w:customStyle="1" w:styleId="21">
    <w:name w:val="Гиперссылка2"/>
    <w:rsid w:val="00DD1AFE"/>
    <w:rPr>
      <w:color w:val="0000FF"/>
      <w:u w:val="single"/>
    </w:rPr>
  </w:style>
  <w:style w:type="character" w:customStyle="1" w:styleId="31">
    <w:name w:val="Гиперссылка3"/>
    <w:rsid w:val="00DD1AFE"/>
    <w:rPr>
      <w:color w:val="0000FF"/>
      <w:u w:val="single"/>
    </w:rPr>
  </w:style>
  <w:style w:type="paragraph" w:styleId="a3">
    <w:name w:val="header"/>
    <w:basedOn w:val="a"/>
    <w:link w:val="a4"/>
    <w:uiPriority w:val="99"/>
    <w:rsid w:val="00DD1AF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</w:rPr>
  </w:style>
  <w:style w:type="character" w:styleId="a5">
    <w:name w:val="page number"/>
    <w:basedOn w:val="a0"/>
    <w:uiPriority w:val="99"/>
    <w:semiHidden/>
    <w:rsid w:val="00DD1AFE"/>
    <w:rPr>
      <w:rFonts w:cs="Times New Roman"/>
    </w:rPr>
  </w:style>
  <w:style w:type="paragraph" w:styleId="a6">
    <w:name w:val="footer"/>
    <w:basedOn w:val="a"/>
    <w:link w:val="a7"/>
    <w:uiPriority w:val="99"/>
    <w:rsid w:val="00DD1AFE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1017E6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DD1AFE"/>
    <w:pPr>
      <w:jc w:val="center"/>
    </w:pPr>
    <w:rPr>
      <w:rFonts w:ascii="Times New Roman CYR" w:hAnsi="Times New Roman CYR"/>
      <w:b/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</w:rPr>
  </w:style>
  <w:style w:type="paragraph" w:styleId="22">
    <w:name w:val="Body Text 2"/>
    <w:basedOn w:val="a"/>
    <w:link w:val="23"/>
    <w:uiPriority w:val="99"/>
    <w:semiHidden/>
    <w:rsid w:val="00DD1AFE"/>
    <w:pPr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B30008"/>
    <w:rPr>
      <w:rFonts w:ascii="Times New Roman CYR" w:hAnsi="Times New Roman CYR" w:cs="Times New Roman"/>
      <w:sz w:val="28"/>
    </w:rPr>
  </w:style>
  <w:style w:type="character" w:styleId="aa">
    <w:name w:val="Hyperlink"/>
    <w:basedOn w:val="a0"/>
    <w:uiPriority w:val="99"/>
    <w:semiHidden/>
    <w:rsid w:val="00DD1AFE"/>
    <w:rPr>
      <w:rFonts w:cs="Times New Roman"/>
      <w:color w:val="0000FF"/>
      <w:u w:val="single"/>
    </w:rPr>
  </w:style>
  <w:style w:type="paragraph" w:styleId="32">
    <w:name w:val="Body Text 3"/>
    <w:basedOn w:val="a"/>
    <w:link w:val="33"/>
    <w:uiPriority w:val="99"/>
    <w:semiHidden/>
    <w:rsid w:val="00DD1AFE"/>
    <w:pPr>
      <w:jc w:val="center"/>
    </w:pPr>
    <w:rPr>
      <w:b/>
      <w:sz w:val="28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b">
    <w:name w:val="Title"/>
    <w:basedOn w:val="a"/>
    <w:link w:val="ac"/>
    <w:uiPriority w:val="10"/>
    <w:qFormat/>
    <w:rsid w:val="00DD1AFE"/>
    <w:pPr>
      <w:jc w:val="center"/>
    </w:pPr>
    <w:rPr>
      <w:sz w:val="28"/>
    </w:rPr>
  </w:style>
  <w:style w:type="character" w:styleId="ad">
    <w:name w:val="FollowedHyperlink"/>
    <w:basedOn w:val="a0"/>
    <w:uiPriority w:val="99"/>
    <w:semiHidden/>
    <w:rsid w:val="00DD1AFE"/>
    <w:rPr>
      <w:rFonts w:cs="Times New Roman"/>
      <w:color w:val="800080"/>
      <w:u w:val="single"/>
    </w:rPr>
  </w:style>
  <w:style w:type="character" w:styleId="ae">
    <w:name w:val="Emphasis"/>
    <w:basedOn w:val="a0"/>
    <w:uiPriority w:val="20"/>
    <w:qFormat/>
    <w:rsid w:val="00DD1AFE"/>
    <w:rPr>
      <w:rFonts w:cs="Times New Roman"/>
      <w:i/>
    </w:rPr>
  </w:style>
  <w:style w:type="paragraph" w:customStyle="1" w:styleId="ConsNormal">
    <w:name w:val="ConsNormal"/>
    <w:rsid w:val="00DD1A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c">
    <w:name w:val="Название Знак"/>
    <w:basedOn w:val="a0"/>
    <w:link w:val="ab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af">
    <w:name w:val="обыч"/>
    <w:basedOn w:val="1"/>
    <w:rsid w:val="00C5739C"/>
    <w:pPr>
      <w:ind w:firstLine="709"/>
    </w:pPr>
    <w:rPr>
      <w:rFonts w:ascii="Times New Roman" w:hAnsi="Times New Roman"/>
      <w:b w:val="0"/>
      <w:kern w:val="28"/>
    </w:rPr>
  </w:style>
  <w:style w:type="paragraph" w:customStyle="1" w:styleId="12">
    <w:name w:val="заголовок 1"/>
    <w:basedOn w:val="a"/>
    <w:next w:val="a"/>
    <w:rsid w:val="00F1363D"/>
    <w:pPr>
      <w:keepNext/>
      <w:autoSpaceDE w:val="0"/>
      <w:autoSpaceDN w:val="0"/>
      <w:jc w:val="center"/>
      <w:outlineLvl w:val="0"/>
    </w:pPr>
    <w:rPr>
      <w:sz w:val="28"/>
    </w:rPr>
  </w:style>
  <w:style w:type="paragraph" w:customStyle="1" w:styleId="14">
    <w:name w:val="Таблица14"/>
    <w:basedOn w:val="a"/>
    <w:rsid w:val="00F1363D"/>
    <w:rPr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3A2A6A"/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A2A6A"/>
    <w:rPr>
      <w:rFonts w:ascii="Segoe UI" w:hAnsi="Segoe UI" w:cs="Times New Roman"/>
      <w:sz w:val="18"/>
    </w:rPr>
  </w:style>
  <w:style w:type="table" w:styleId="af2">
    <w:name w:val="Table Grid"/>
    <w:basedOn w:val="a1"/>
    <w:uiPriority w:val="59"/>
    <w:rsid w:val="000D5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 Indent"/>
    <w:basedOn w:val="a"/>
    <w:link w:val="af4"/>
    <w:uiPriority w:val="99"/>
    <w:unhideWhenUsed/>
    <w:rsid w:val="00B3000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B30008"/>
    <w:rPr>
      <w:rFonts w:cs="Times New Roman"/>
    </w:rPr>
  </w:style>
  <w:style w:type="paragraph" w:styleId="af5">
    <w:name w:val="No Spacing"/>
    <w:uiPriority w:val="1"/>
    <w:qFormat/>
    <w:rsid w:val="00A72F1F"/>
    <w:rPr>
      <w:sz w:val="24"/>
      <w:szCs w:val="24"/>
    </w:rPr>
  </w:style>
  <w:style w:type="paragraph" w:customStyle="1" w:styleId="140">
    <w:name w:val="текст14"/>
    <w:aliases w:val="5"/>
    <w:basedOn w:val="a"/>
    <w:rsid w:val="00451072"/>
    <w:pPr>
      <w:spacing w:line="360" w:lineRule="auto"/>
      <w:ind w:firstLine="720"/>
      <w:jc w:val="both"/>
    </w:pPr>
    <w:rPr>
      <w:sz w:val="28"/>
    </w:rPr>
  </w:style>
  <w:style w:type="paragraph" w:styleId="af6">
    <w:name w:val="List Paragraph"/>
    <w:basedOn w:val="a"/>
    <w:uiPriority w:val="34"/>
    <w:qFormat/>
    <w:rsid w:val="00470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4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KYO-1\AppData\Roaming\Microsoft\&#1064;&#1072;&#1073;&#1083;&#1086;&#1085;&#1099;\&#1041;&#1083;&#1072;&#1085;&#1082;%20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13</TotalTime>
  <Pages>3</Pages>
  <Words>287</Words>
  <Characters>2693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ТНИИ ИТ</Company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Kifagt76</dc:creator>
  <cp:keywords/>
  <dc:description/>
  <cp:lastModifiedBy>Korchagin</cp:lastModifiedBy>
  <cp:revision>8</cp:revision>
  <cp:lastPrinted>2022-03-24T10:24:00Z</cp:lastPrinted>
  <dcterms:created xsi:type="dcterms:W3CDTF">2022-03-15T12:32:00Z</dcterms:created>
  <dcterms:modified xsi:type="dcterms:W3CDTF">2022-03-24T11:12:00Z</dcterms:modified>
</cp:coreProperties>
</file>