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6B3" w:rsidRPr="00D40593" w:rsidRDefault="00302E59" w:rsidP="003645C1">
      <w:pPr>
        <w:jc w:val="right"/>
        <w:rPr>
          <w:rFonts w:ascii="Times New Roman" w:hAnsi="Times New Roman"/>
          <w:sz w:val="20"/>
          <w:szCs w:val="20"/>
        </w:rPr>
      </w:pPr>
      <w:r w:rsidRPr="00D40593">
        <w:rPr>
          <w:rFonts w:ascii="Times New Roman" w:hAnsi="Times New Roman"/>
          <w:sz w:val="20"/>
          <w:szCs w:val="20"/>
        </w:rPr>
        <w:t xml:space="preserve"> </w:t>
      </w:r>
      <w:r w:rsidR="007B2FC3" w:rsidRPr="00D40593">
        <w:rPr>
          <w:rFonts w:ascii="Times New Roman" w:hAnsi="Times New Roman"/>
          <w:sz w:val="20"/>
          <w:szCs w:val="20"/>
        </w:rPr>
        <w:t>«Утверждаю»</w:t>
      </w:r>
    </w:p>
    <w:p w:rsidR="003645C1" w:rsidRPr="00D40593" w:rsidRDefault="009672BE" w:rsidP="003645C1">
      <w:pPr>
        <w:jc w:val="right"/>
        <w:rPr>
          <w:rFonts w:ascii="Times New Roman" w:hAnsi="Times New Roman"/>
          <w:sz w:val="20"/>
          <w:szCs w:val="20"/>
        </w:rPr>
      </w:pPr>
      <w:r w:rsidRPr="00D40593">
        <w:rPr>
          <w:rFonts w:ascii="Times New Roman" w:hAnsi="Times New Roman"/>
          <w:sz w:val="20"/>
          <w:szCs w:val="20"/>
        </w:rPr>
        <w:t xml:space="preserve">          </w:t>
      </w:r>
      <w:r w:rsidR="007B2FC3" w:rsidRPr="00D40593">
        <w:rPr>
          <w:rFonts w:ascii="Times New Roman" w:hAnsi="Times New Roman"/>
          <w:sz w:val="20"/>
          <w:szCs w:val="20"/>
        </w:rPr>
        <w:t xml:space="preserve">                                                      Управляющий жилым фондом</w:t>
      </w:r>
    </w:p>
    <w:p w:rsidR="009672BE" w:rsidRPr="00D40593" w:rsidRDefault="003645C1" w:rsidP="003645C1">
      <w:pPr>
        <w:jc w:val="right"/>
        <w:rPr>
          <w:rFonts w:ascii="Times New Roman" w:hAnsi="Times New Roman"/>
          <w:sz w:val="20"/>
          <w:szCs w:val="20"/>
        </w:rPr>
      </w:pPr>
      <w:r w:rsidRPr="00D40593">
        <w:rPr>
          <w:rFonts w:ascii="Times New Roman" w:hAnsi="Times New Roman"/>
          <w:sz w:val="20"/>
          <w:szCs w:val="20"/>
        </w:rPr>
        <w:t xml:space="preserve"> ООО</w:t>
      </w:r>
      <w:r w:rsidR="009672BE" w:rsidRPr="00D40593">
        <w:rPr>
          <w:rFonts w:ascii="Times New Roman" w:hAnsi="Times New Roman"/>
          <w:sz w:val="20"/>
          <w:szCs w:val="20"/>
        </w:rPr>
        <w:t xml:space="preserve"> «Рас</w:t>
      </w:r>
      <w:r w:rsidR="007B2FC3" w:rsidRPr="00D40593">
        <w:rPr>
          <w:rFonts w:ascii="Times New Roman" w:hAnsi="Times New Roman"/>
          <w:sz w:val="20"/>
          <w:szCs w:val="20"/>
        </w:rPr>
        <w:t>кат-РОС»</w:t>
      </w:r>
    </w:p>
    <w:p w:rsidR="007956B3" w:rsidRPr="00D40593" w:rsidRDefault="007B2FC3" w:rsidP="003645C1">
      <w:pPr>
        <w:jc w:val="right"/>
        <w:rPr>
          <w:rFonts w:ascii="Times New Roman" w:hAnsi="Times New Roman"/>
          <w:sz w:val="20"/>
          <w:szCs w:val="20"/>
        </w:rPr>
      </w:pPr>
      <w:r w:rsidRPr="00D40593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600EB2" w:rsidRPr="00D40593">
        <w:rPr>
          <w:rFonts w:ascii="Times New Roman" w:hAnsi="Times New Roman"/>
          <w:sz w:val="20"/>
          <w:szCs w:val="20"/>
        </w:rPr>
        <w:t xml:space="preserve">                                            Е.А.Иогансен</w:t>
      </w:r>
      <w:r w:rsidRPr="00D40593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600EB2" w:rsidRPr="00D40593">
        <w:rPr>
          <w:rFonts w:ascii="Times New Roman" w:hAnsi="Times New Roman"/>
          <w:sz w:val="20"/>
          <w:szCs w:val="20"/>
        </w:rPr>
        <w:t xml:space="preserve">          </w:t>
      </w:r>
      <w:r w:rsidR="003645C1" w:rsidRPr="00D40593">
        <w:rPr>
          <w:rFonts w:ascii="Times New Roman" w:hAnsi="Times New Roman"/>
          <w:sz w:val="20"/>
          <w:szCs w:val="20"/>
        </w:rPr>
        <w:t xml:space="preserve">                              </w:t>
      </w:r>
      <w:r w:rsidR="00600EB2" w:rsidRPr="00D40593">
        <w:rPr>
          <w:rFonts w:ascii="Times New Roman" w:hAnsi="Times New Roman"/>
          <w:sz w:val="20"/>
          <w:szCs w:val="20"/>
        </w:rPr>
        <w:t xml:space="preserve">                    </w:t>
      </w:r>
      <w:r w:rsidR="003645C1" w:rsidRPr="00D40593">
        <w:rPr>
          <w:rFonts w:ascii="Times New Roman" w:hAnsi="Times New Roman"/>
          <w:sz w:val="20"/>
          <w:szCs w:val="20"/>
        </w:rPr>
        <w:t>«___»___________</w:t>
      </w:r>
      <w:r w:rsidR="00757527" w:rsidRPr="00D40593">
        <w:rPr>
          <w:rFonts w:ascii="Times New Roman" w:hAnsi="Times New Roman"/>
          <w:sz w:val="20"/>
          <w:szCs w:val="20"/>
        </w:rPr>
        <w:t>201</w:t>
      </w:r>
      <w:r w:rsidR="00C05B7E">
        <w:rPr>
          <w:rFonts w:ascii="Times New Roman" w:hAnsi="Times New Roman"/>
          <w:sz w:val="20"/>
          <w:szCs w:val="20"/>
        </w:rPr>
        <w:t xml:space="preserve">6 </w:t>
      </w:r>
      <w:r w:rsidR="00600EB2" w:rsidRPr="00D40593">
        <w:rPr>
          <w:rFonts w:ascii="Times New Roman" w:hAnsi="Times New Roman"/>
          <w:sz w:val="20"/>
          <w:szCs w:val="20"/>
        </w:rPr>
        <w:t>года.</w:t>
      </w:r>
    </w:p>
    <w:p w:rsidR="00336E6C" w:rsidRDefault="00336E6C" w:rsidP="003645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1BA2" w:rsidRPr="003645C1" w:rsidRDefault="004A1CE0" w:rsidP="003645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 НА 201</w:t>
      </w:r>
      <w:r w:rsidR="00C05B7E">
        <w:rPr>
          <w:rFonts w:ascii="Times New Roman" w:hAnsi="Times New Roman"/>
          <w:b/>
          <w:sz w:val="28"/>
          <w:szCs w:val="28"/>
        </w:rPr>
        <w:t>6</w:t>
      </w:r>
      <w:r w:rsidR="003645C1" w:rsidRPr="003645C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645C1" w:rsidRDefault="007B2FC3" w:rsidP="00D4059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техническому содержанию, регламентному обслуживанию и проведению текущего ремонта строительных конструкций и инженерного оборудования жилого дома по</w:t>
      </w:r>
      <w:r w:rsidR="003645C1">
        <w:rPr>
          <w:rFonts w:ascii="Times New Roman" w:hAnsi="Times New Roman"/>
        </w:rPr>
        <w:t xml:space="preserve"> адресу:</w:t>
      </w:r>
    </w:p>
    <w:p w:rsidR="003645C1" w:rsidRDefault="004A1CE0" w:rsidP="00D4059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ул.</w:t>
      </w:r>
      <w:r w:rsidR="00121357">
        <w:rPr>
          <w:rFonts w:ascii="Times New Roman" w:hAnsi="Times New Roman"/>
          <w:b/>
        </w:rPr>
        <w:t xml:space="preserve"> </w:t>
      </w:r>
      <w:r w:rsidR="005A2259">
        <w:rPr>
          <w:rFonts w:ascii="Times New Roman" w:hAnsi="Times New Roman"/>
          <w:b/>
        </w:rPr>
        <w:t>Щепкина, д.19</w:t>
      </w:r>
      <w:r w:rsidR="00490930">
        <w:rPr>
          <w:rFonts w:ascii="Times New Roman" w:hAnsi="Times New Roman"/>
          <w:b/>
        </w:rPr>
        <w:t>,</w:t>
      </w:r>
    </w:p>
    <w:p w:rsidR="00D40593" w:rsidRPr="00AC2814" w:rsidRDefault="00D40593" w:rsidP="00D40593">
      <w:pPr>
        <w:ind w:left="-142" w:right="-285"/>
        <w:jc w:val="both"/>
        <w:rPr>
          <w:rFonts w:ascii="Times New Roman" w:hAnsi="Times New Roman"/>
          <w:sz w:val="20"/>
          <w:szCs w:val="20"/>
        </w:rPr>
      </w:pPr>
      <w:r w:rsidRPr="00AC2814">
        <w:rPr>
          <w:rFonts w:ascii="Times New Roman" w:hAnsi="Times New Roman"/>
          <w:sz w:val="20"/>
          <w:szCs w:val="20"/>
        </w:rPr>
        <w:t>разработанный на основании «Правил и норм технического обслуживания жилого фонда» № 170 от 23.09.2003г</w:t>
      </w:r>
      <w:r>
        <w:rPr>
          <w:rFonts w:ascii="Times New Roman" w:hAnsi="Times New Roman"/>
          <w:bCs/>
          <w:color w:val="000000"/>
        </w:rPr>
        <w:t>*</w:t>
      </w:r>
      <w:r w:rsidRPr="00AC2814">
        <w:rPr>
          <w:rFonts w:ascii="Times New Roman" w:hAnsi="Times New Roman"/>
          <w:sz w:val="20"/>
          <w:szCs w:val="20"/>
        </w:rPr>
        <w:t>, «Пр</w:t>
      </w:r>
      <w:r w:rsidRPr="00AC2814">
        <w:rPr>
          <w:rFonts w:ascii="Times New Roman" w:hAnsi="Times New Roman"/>
          <w:sz w:val="20"/>
          <w:szCs w:val="20"/>
        </w:rPr>
        <w:t>а</w:t>
      </w:r>
      <w:r w:rsidRPr="00AC2814">
        <w:rPr>
          <w:rFonts w:ascii="Times New Roman" w:hAnsi="Times New Roman"/>
          <w:sz w:val="20"/>
          <w:szCs w:val="20"/>
        </w:rPr>
        <w:t>вил предоставления коммунальных услуг» №354 от 06.05.2011г., Постановления администрации ГО г. Рыбинск от 27.11.2013 № 3776 "Об утверждении платы за содержание и ремонт жилого помещения"</w:t>
      </w:r>
      <w:r>
        <w:rPr>
          <w:rFonts w:ascii="Times New Roman" w:hAnsi="Times New Roman"/>
          <w:sz w:val="20"/>
          <w:szCs w:val="20"/>
        </w:rPr>
        <w:t xml:space="preserve"> и</w:t>
      </w:r>
      <w:r w:rsidRPr="00AC2814">
        <w:rPr>
          <w:rFonts w:ascii="Times New Roman" w:hAnsi="Times New Roman"/>
          <w:sz w:val="20"/>
          <w:szCs w:val="20"/>
        </w:rPr>
        <w:t xml:space="preserve"> предложений собственников. 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536"/>
        <w:gridCol w:w="1842"/>
        <w:gridCol w:w="1985"/>
        <w:gridCol w:w="1701"/>
      </w:tblGrid>
      <w:tr w:rsidR="00770F2F" w:rsidRPr="008C7FD7" w:rsidTr="00770F2F">
        <w:tc>
          <w:tcPr>
            <w:tcW w:w="10632" w:type="dxa"/>
            <w:gridSpan w:val="5"/>
            <w:vAlign w:val="center"/>
          </w:tcPr>
          <w:p w:rsidR="00770F2F" w:rsidRPr="002C3A02" w:rsidRDefault="00770F2F" w:rsidP="00770F2F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2C3A02">
              <w:rPr>
                <w:rFonts w:ascii="Times New Roman" w:hAnsi="Times New Roman"/>
                <w:b/>
                <w:u w:val="single"/>
              </w:rPr>
              <w:t>Раздел 1. Калькуляция</w:t>
            </w:r>
            <w:r>
              <w:rPr>
                <w:rFonts w:ascii="Times New Roman" w:hAnsi="Times New Roman"/>
                <w:b/>
                <w:u w:val="single"/>
              </w:rPr>
              <w:t>.</w:t>
            </w:r>
          </w:p>
        </w:tc>
      </w:tr>
      <w:tr w:rsidR="00770F2F" w:rsidRPr="000D7CC1" w:rsidTr="00770F2F">
        <w:tc>
          <w:tcPr>
            <w:tcW w:w="568" w:type="dxa"/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Перечень</w:t>
            </w: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выполняемых услуг</w:t>
            </w:r>
          </w:p>
        </w:tc>
        <w:tc>
          <w:tcPr>
            <w:tcW w:w="1842" w:type="dxa"/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Периодичность работ</w:t>
            </w:r>
          </w:p>
        </w:tc>
        <w:tc>
          <w:tcPr>
            <w:tcW w:w="1985" w:type="dxa"/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Стоимость на 1м</w:t>
            </w: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общ</w:t>
            </w:r>
            <w:proofErr w:type="gramStart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лощади (руб./мес.)</w:t>
            </w:r>
          </w:p>
        </w:tc>
        <w:tc>
          <w:tcPr>
            <w:tcW w:w="1701" w:type="dxa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sz w:val="22"/>
                <w:szCs w:val="22"/>
              </w:rPr>
              <w:t>Отметка о выполнении</w:t>
            </w:r>
          </w:p>
        </w:tc>
      </w:tr>
      <w:tr w:rsidR="004F39DD" w:rsidRPr="00185372" w:rsidTr="00640641">
        <w:tc>
          <w:tcPr>
            <w:tcW w:w="568" w:type="dxa"/>
            <w:vAlign w:val="center"/>
          </w:tcPr>
          <w:p w:rsidR="004F39DD" w:rsidRPr="00185372" w:rsidRDefault="004F39DD" w:rsidP="004941B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:rsidR="004F39DD" w:rsidRPr="004F39DD" w:rsidRDefault="004F39DD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u w:val="single"/>
              </w:rPr>
            </w:pPr>
            <w:r w:rsidRPr="004F39DD">
              <w:rPr>
                <w:rFonts w:ascii="Times New Roman" w:hAnsi="Times New Roman"/>
                <w:bCs/>
                <w:color w:val="000000"/>
                <w:sz w:val="22"/>
                <w:szCs w:val="22"/>
                <w:u w:val="single"/>
              </w:rPr>
              <w:t>Эксплуатация конструктивных элементов, п.4.1., п.4.2.1, п.4.2.4, п.4.6</w:t>
            </w:r>
          </w:p>
        </w:tc>
        <w:tc>
          <w:tcPr>
            <w:tcW w:w="1842" w:type="dxa"/>
            <w:vMerge w:val="restart"/>
            <w:vAlign w:val="center"/>
          </w:tcPr>
          <w:p w:rsidR="004F39DD" w:rsidRPr="00DF47CB" w:rsidRDefault="004F39DD" w:rsidP="00494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47CB">
              <w:rPr>
                <w:rFonts w:ascii="Times New Roman" w:hAnsi="Times New Roman"/>
                <w:color w:val="000000"/>
                <w:sz w:val="20"/>
                <w:szCs w:val="20"/>
              </w:rPr>
              <w:t>Согласно</w:t>
            </w:r>
          </w:p>
          <w:p w:rsidR="004F39DD" w:rsidRPr="00185372" w:rsidRDefault="004F39DD" w:rsidP="004F39D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color w:val="000000"/>
                <w:sz w:val="20"/>
                <w:szCs w:val="20"/>
              </w:rPr>
              <w:t>договору</w:t>
            </w:r>
          </w:p>
        </w:tc>
        <w:tc>
          <w:tcPr>
            <w:tcW w:w="1985" w:type="dxa"/>
            <w:vAlign w:val="center"/>
          </w:tcPr>
          <w:p w:rsidR="004F39DD" w:rsidRPr="00185372" w:rsidRDefault="004F39DD" w:rsidP="004941B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8537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4F39DD" w:rsidRPr="00185372" w:rsidRDefault="004F39DD" w:rsidP="00640641">
            <w:pPr>
              <w:jc w:val="center"/>
            </w:pPr>
            <w:r w:rsidRPr="00185372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4F39DD" w:rsidRPr="00DF47CB" w:rsidTr="00640641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F39DD" w:rsidRPr="004F39DD" w:rsidRDefault="004F39DD" w:rsidP="004941B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F39D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4F39DD" w:rsidRPr="004F39DD" w:rsidRDefault="004F39DD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</w:t>
            </w:r>
            <w:r w:rsidRPr="004F39D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редства на проведение</w:t>
            </w:r>
          </w:p>
          <w:p w:rsidR="004F39DD" w:rsidRPr="004F39DD" w:rsidRDefault="004F39DD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F39D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текущих ремонтов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F39DD" w:rsidRPr="00DF47CB" w:rsidRDefault="004F39DD" w:rsidP="004941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F39DD" w:rsidRPr="00DF47CB" w:rsidRDefault="004F39DD" w:rsidP="004941B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39DD" w:rsidRPr="00DF47CB" w:rsidRDefault="004F39DD" w:rsidP="0064064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sz w:val="22"/>
                <w:szCs w:val="22"/>
              </w:rPr>
              <w:t>Смотреть</w:t>
            </w:r>
          </w:p>
          <w:p w:rsidR="004F39DD" w:rsidRPr="00DF47CB" w:rsidRDefault="004F39DD" w:rsidP="0064064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Раздел 2.</w:t>
            </w:r>
          </w:p>
        </w:tc>
      </w:tr>
      <w:tr w:rsidR="004F39DD" w:rsidRPr="00185372" w:rsidTr="00640641">
        <w:tc>
          <w:tcPr>
            <w:tcW w:w="568" w:type="dxa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:rsidR="004F39DD" w:rsidRPr="004F39DD" w:rsidRDefault="004F39DD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u w:val="single"/>
              </w:rPr>
            </w:pPr>
            <w:r w:rsidRPr="004F39DD">
              <w:rPr>
                <w:rFonts w:ascii="Times New Roman" w:hAnsi="Times New Roman"/>
                <w:bCs/>
                <w:color w:val="000000"/>
                <w:sz w:val="22"/>
                <w:szCs w:val="22"/>
                <w:u w:val="single"/>
              </w:rPr>
              <w:t>Эксплуатация ВДС, в т.ч. АДС</w:t>
            </w:r>
          </w:p>
        </w:tc>
        <w:tc>
          <w:tcPr>
            <w:tcW w:w="1842" w:type="dxa"/>
            <w:vMerge w:val="restart"/>
            <w:vAlign w:val="center"/>
          </w:tcPr>
          <w:p w:rsidR="004F39DD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8537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Круглосуточно</w:t>
            </w:r>
          </w:p>
          <w:p w:rsidR="004F39DD" w:rsidRPr="00185372" w:rsidRDefault="004F39DD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701" w:type="dxa"/>
            <w:vMerge w:val="restart"/>
            <w:vAlign w:val="center"/>
          </w:tcPr>
          <w:p w:rsidR="004F39DD" w:rsidRPr="00185372" w:rsidRDefault="004F39DD" w:rsidP="006406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372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4F39DD" w:rsidRPr="00185372" w:rsidTr="00640641">
        <w:tc>
          <w:tcPr>
            <w:tcW w:w="568" w:type="dxa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2а</w:t>
            </w:r>
          </w:p>
        </w:tc>
        <w:tc>
          <w:tcPr>
            <w:tcW w:w="4536" w:type="dxa"/>
            <w:vAlign w:val="center"/>
          </w:tcPr>
          <w:p w:rsidR="004F39DD" w:rsidRPr="00DF47CB" w:rsidRDefault="004F39DD" w:rsidP="00770F2F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Регламентные мероприятия по эксплуатации внутридомовой системы отопления с целью бесперебойного  обеспечения жителей дома данной услугой, в соответствии с санита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ными нормами,  п.5.1, п.5.2</w:t>
            </w:r>
          </w:p>
        </w:tc>
        <w:tc>
          <w:tcPr>
            <w:tcW w:w="1842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9DD" w:rsidRPr="00185372" w:rsidRDefault="004F39DD" w:rsidP="00640641">
            <w:pPr>
              <w:jc w:val="center"/>
            </w:pPr>
          </w:p>
        </w:tc>
      </w:tr>
      <w:tr w:rsidR="004F39DD" w:rsidRPr="00185372" w:rsidTr="00640641">
        <w:tc>
          <w:tcPr>
            <w:tcW w:w="568" w:type="dxa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2б</w:t>
            </w:r>
          </w:p>
        </w:tc>
        <w:tc>
          <w:tcPr>
            <w:tcW w:w="4536" w:type="dxa"/>
            <w:vAlign w:val="center"/>
          </w:tcPr>
          <w:p w:rsidR="004F39DD" w:rsidRPr="00DF47CB" w:rsidRDefault="004F39DD" w:rsidP="00770F2F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Регламентные мероприятия по эксплуатации системы водоснабжения, целью которых я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ляется бесперебойное обеспечение холодным и горячим водоснабжением жителей данного дома, в соответствии с санитарными норм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ми, п.5.3</w:t>
            </w:r>
          </w:p>
        </w:tc>
        <w:tc>
          <w:tcPr>
            <w:tcW w:w="1842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F39DD" w:rsidRPr="00185372" w:rsidRDefault="004F39DD" w:rsidP="00640641">
            <w:pPr>
              <w:jc w:val="center"/>
            </w:pPr>
            <w:r w:rsidRPr="00185372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4F39DD" w:rsidRPr="00185372" w:rsidTr="00640641">
        <w:tc>
          <w:tcPr>
            <w:tcW w:w="568" w:type="dxa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2в</w:t>
            </w:r>
          </w:p>
        </w:tc>
        <w:tc>
          <w:tcPr>
            <w:tcW w:w="4536" w:type="dxa"/>
            <w:vAlign w:val="center"/>
          </w:tcPr>
          <w:p w:rsidR="004F39DD" w:rsidRPr="00DF47CB" w:rsidRDefault="004F39DD" w:rsidP="00770F2F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Эксплуатация внутридомовых канализац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онных линий, п.5.8</w:t>
            </w:r>
          </w:p>
        </w:tc>
        <w:tc>
          <w:tcPr>
            <w:tcW w:w="1842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F39DD" w:rsidRPr="00185372" w:rsidRDefault="004F39DD" w:rsidP="00640641">
            <w:pPr>
              <w:jc w:val="center"/>
            </w:pPr>
            <w:r w:rsidRPr="00185372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4F39DD" w:rsidRPr="00185372" w:rsidTr="00640641">
        <w:tc>
          <w:tcPr>
            <w:tcW w:w="568" w:type="dxa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2г</w:t>
            </w:r>
          </w:p>
        </w:tc>
        <w:tc>
          <w:tcPr>
            <w:tcW w:w="4536" w:type="dxa"/>
            <w:vAlign w:val="center"/>
          </w:tcPr>
          <w:p w:rsidR="004F39DD" w:rsidRPr="00DF47CB" w:rsidRDefault="004F39DD" w:rsidP="00770F2F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Обеспечение готовности внутридомовых и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женерных сетей электроснабжения и эле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трического  оборудования, входящего в с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став общего имущества, к предоставлению коммунальной услуги электроснабжения </w:t>
            </w:r>
            <w:proofErr w:type="spellStart"/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пп</w:t>
            </w:r>
            <w:proofErr w:type="gramStart"/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.Б</w:t>
            </w:r>
            <w:proofErr w:type="spellEnd"/>
            <w:proofErr w:type="gramEnd"/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пост.пр.РФ</w:t>
            </w:r>
            <w:proofErr w:type="spellEnd"/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№354</w:t>
            </w:r>
          </w:p>
        </w:tc>
        <w:tc>
          <w:tcPr>
            <w:tcW w:w="1842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F39DD" w:rsidRPr="00185372" w:rsidRDefault="004F39DD" w:rsidP="00640641">
            <w:pPr>
              <w:jc w:val="center"/>
            </w:pPr>
            <w:r w:rsidRPr="00185372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4F39DD" w:rsidRPr="00185372" w:rsidTr="00640641">
        <w:trPr>
          <w:trHeight w:val="493"/>
        </w:trPr>
        <w:tc>
          <w:tcPr>
            <w:tcW w:w="568" w:type="dxa"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2д</w:t>
            </w:r>
          </w:p>
        </w:tc>
        <w:tc>
          <w:tcPr>
            <w:tcW w:w="4536" w:type="dxa"/>
            <w:vAlign w:val="center"/>
          </w:tcPr>
          <w:p w:rsidR="004F39DD" w:rsidRPr="00DF47CB" w:rsidRDefault="004F39DD" w:rsidP="00770F2F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Аварийное обслуживание, включая кругл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Pr="00DF47C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суточную диспетчерскую службу, п.2.7</w:t>
            </w:r>
          </w:p>
        </w:tc>
        <w:tc>
          <w:tcPr>
            <w:tcW w:w="1842" w:type="dxa"/>
            <w:vMerge/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4F39DD" w:rsidRPr="00185372" w:rsidRDefault="004F39DD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701" w:type="dxa"/>
            <w:vAlign w:val="center"/>
          </w:tcPr>
          <w:p w:rsidR="004F39DD" w:rsidRPr="00185372" w:rsidRDefault="004F39DD" w:rsidP="00640641">
            <w:pPr>
              <w:jc w:val="center"/>
            </w:pPr>
            <w:r w:rsidRPr="00185372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Обслуживание ВДГО</w:t>
            </w:r>
          </w:p>
        </w:tc>
        <w:tc>
          <w:tcPr>
            <w:tcW w:w="1842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 </w:t>
            </w:r>
          </w:p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договору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2,40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rPr>
          <w:trHeight w:val="642"/>
        </w:trPr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Санитарное содержание мест общего польз</w:t>
            </w: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вания, п.3.2.1</w:t>
            </w:r>
          </w:p>
        </w:tc>
        <w:tc>
          <w:tcPr>
            <w:tcW w:w="1842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</w:t>
            </w:r>
          </w:p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договору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Содержание придомовой территории, п.3.5, п.3.6</w:t>
            </w:r>
          </w:p>
        </w:tc>
        <w:tc>
          <w:tcPr>
            <w:tcW w:w="1842" w:type="dxa"/>
            <w:vAlign w:val="center"/>
          </w:tcPr>
          <w:p w:rsidR="00A30C8A" w:rsidRDefault="00A30C8A" w:rsidP="00A30C8A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</w:t>
            </w:r>
          </w:p>
          <w:p w:rsidR="00770F2F" w:rsidRPr="009609C4" w:rsidRDefault="00A30C8A" w:rsidP="00A30C8A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договору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2,43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536" w:type="dxa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Проверка </w:t>
            </w:r>
            <w:proofErr w:type="spellStart"/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вентканалов</w:t>
            </w:r>
            <w:proofErr w:type="spellEnd"/>
          </w:p>
        </w:tc>
        <w:tc>
          <w:tcPr>
            <w:tcW w:w="1842" w:type="dxa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</w:t>
            </w:r>
          </w:p>
          <w:p w:rsidR="00770F2F" w:rsidRPr="009609C4" w:rsidRDefault="00770F2F" w:rsidP="00770F2F">
            <w:pPr>
              <w:jc w:val="center"/>
              <w:rPr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договору</w:t>
            </w:r>
          </w:p>
        </w:tc>
        <w:tc>
          <w:tcPr>
            <w:tcW w:w="1985" w:type="dxa"/>
          </w:tcPr>
          <w:p w:rsidR="00770F2F" w:rsidRPr="009609C4" w:rsidRDefault="00770F2F" w:rsidP="00770F2F">
            <w:pPr>
              <w:jc w:val="center"/>
              <w:rPr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Услуги </w:t>
            </w:r>
            <w:proofErr w:type="spellStart"/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дезостанции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Расчетно-кассовое обсл</w:t>
            </w:r>
            <w:r w:rsidR="004941B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уживание</w:t>
            </w:r>
          </w:p>
        </w:tc>
        <w:tc>
          <w:tcPr>
            <w:tcW w:w="1842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</w:t>
            </w:r>
          </w:p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договору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Управление</w:t>
            </w:r>
          </w:p>
        </w:tc>
        <w:tc>
          <w:tcPr>
            <w:tcW w:w="1842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1,14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Вывоз ТБО</w:t>
            </w: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 п.3.7</w:t>
            </w:r>
          </w:p>
        </w:tc>
        <w:tc>
          <w:tcPr>
            <w:tcW w:w="1842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</w:t>
            </w:r>
          </w:p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договору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1,31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9609C4" w:rsidTr="00640641">
        <w:tc>
          <w:tcPr>
            <w:tcW w:w="568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6" w:type="dxa"/>
            <w:vAlign w:val="center"/>
          </w:tcPr>
          <w:p w:rsidR="00770F2F" w:rsidRPr="009609C4" w:rsidRDefault="00770F2F" w:rsidP="004F39DD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</w:t>
            </w: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тилизации бытовых отходов, п.3.7</w:t>
            </w:r>
          </w:p>
        </w:tc>
        <w:tc>
          <w:tcPr>
            <w:tcW w:w="1842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Согласно </w:t>
            </w:r>
          </w:p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609C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договору</w:t>
            </w:r>
          </w:p>
        </w:tc>
        <w:tc>
          <w:tcPr>
            <w:tcW w:w="1985" w:type="dxa"/>
            <w:vAlign w:val="center"/>
          </w:tcPr>
          <w:p w:rsidR="00770F2F" w:rsidRPr="009609C4" w:rsidRDefault="00770F2F" w:rsidP="00770F2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701" w:type="dxa"/>
            <w:vAlign w:val="center"/>
          </w:tcPr>
          <w:p w:rsidR="00770F2F" w:rsidRPr="009609C4" w:rsidRDefault="00770F2F" w:rsidP="00640641">
            <w:pPr>
              <w:jc w:val="center"/>
            </w:pPr>
            <w:r w:rsidRPr="009609C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770F2F" w:rsidRPr="000D7CC1" w:rsidTr="00770F2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0F2F" w:rsidRPr="000D7CC1" w:rsidRDefault="00770F2F" w:rsidP="00770F2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0F2F" w:rsidRPr="000D7CC1" w:rsidRDefault="00347675" w:rsidP="00770F2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64064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640641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</w:rPr>
              <w:t>15,37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2F" w:rsidRPr="000D7CC1" w:rsidRDefault="00770F2F" w:rsidP="00770F2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0593" w:rsidRPr="008C7FD7" w:rsidTr="00640641">
        <w:trPr>
          <w:trHeight w:val="344"/>
        </w:trPr>
        <w:tc>
          <w:tcPr>
            <w:tcW w:w="10632" w:type="dxa"/>
            <w:gridSpan w:val="5"/>
            <w:vAlign w:val="center"/>
          </w:tcPr>
          <w:p w:rsidR="00D40593" w:rsidRPr="002C3A02" w:rsidRDefault="00D40593" w:rsidP="00770F2F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2C3A02">
              <w:rPr>
                <w:rFonts w:ascii="Times New Roman" w:hAnsi="Times New Roman"/>
                <w:b/>
                <w:color w:val="000000"/>
                <w:u w:val="single"/>
              </w:rPr>
              <w:t>Раздел 2. Планово-предупредительные осмотры (ППО) и текущие ремонты (ППР)</w:t>
            </w:r>
          </w:p>
        </w:tc>
      </w:tr>
      <w:tr w:rsidR="006063B5" w:rsidRPr="000D7CC1" w:rsidTr="00640641"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6063B5" w:rsidRPr="000D7CC1" w:rsidRDefault="006063B5" w:rsidP="00DE181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</w:tcBorders>
            <w:vAlign w:val="center"/>
          </w:tcPr>
          <w:p w:rsidR="006063B5" w:rsidRPr="000D7CC1" w:rsidRDefault="006063B5" w:rsidP="00DE181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Перечень запланированных работ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:rsidR="006063B5" w:rsidRPr="000D7CC1" w:rsidRDefault="006063B5" w:rsidP="00DE181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Планируемый срок выполн</w:t>
            </w: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</w:t>
            </w: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ния работ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:rsidR="006063B5" w:rsidRPr="000D7CC1" w:rsidRDefault="006063B5" w:rsidP="00DE181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Планируемая стоимость </w:t>
            </w:r>
          </w:p>
          <w:p w:rsidR="006063B5" w:rsidRPr="000D7CC1" w:rsidRDefault="006063B5" w:rsidP="00DE1815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работ, руб.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6063B5" w:rsidRPr="000D7CC1" w:rsidRDefault="002D2C2F" w:rsidP="00B3123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Отметка о выполнении</w:t>
            </w:r>
          </w:p>
        </w:tc>
      </w:tr>
      <w:tr w:rsidR="006063B5" w:rsidRPr="000D7CC1" w:rsidTr="00640641">
        <w:trPr>
          <w:trHeight w:val="493"/>
        </w:trPr>
        <w:tc>
          <w:tcPr>
            <w:tcW w:w="10632" w:type="dxa"/>
            <w:gridSpan w:val="5"/>
            <w:vAlign w:val="center"/>
          </w:tcPr>
          <w:p w:rsidR="00D40593" w:rsidRDefault="00D40593" w:rsidP="00D40593">
            <w:pPr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E726B1">
              <w:rPr>
                <w:rFonts w:ascii="Times New Roman" w:hAnsi="Times New Roman"/>
                <w:b/>
                <w:i/>
                <w:color w:val="000000"/>
              </w:rPr>
              <w:t>Работы, планируемые</w:t>
            </w:r>
            <w:r>
              <w:rPr>
                <w:rFonts w:ascii="Times New Roman" w:hAnsi="Times New Roman"/>
                <w:b/>
                <w:i/>
                <w:color w:val="000000"/>
              </w:rPr>
              <w:t xml:space="preserve"> в счё</w:t>
            </w:r>
            <w:r w:rsidRPr="00E726B1">
              <w:rPr>
                <w:rFonts w:ascii="Times New Roman" w:hAnsi="Times New Roman"/>
                <w:b/>
                <w:i/>
                <w:color w:val="000000"/>
              </w:rPr>
              <w:t xml:space="preserve">т средств текущего ремонта, со статьи «Содержание и ремонт» </w:t>
            </w:r>
          </w:p>
          <w:p w:rsidR="006063B5" w:rsidRPr="000D7CC1" w:rsidRDefault="006063B5" w:rsidP="002D2C2F">
            <w:pPr>
              <w:jc w:val="center"/>
              <w:rPr>
                <w:rFonts w:ascii="Times New Roman" w:hAnsi="Times New Roman"/>
                <w:b/>
              </w:rPr>
            </w:pPr>
            <w:r w:rsidRPr="002D2C2F">
              <w:rPr>
                <w:rFonts w:ascii="Times New Roman" w:hAnsi="Times New Roman"/>
                <w:b/>
                <w:i/>
                <w:color w:val="000000"/>
              </w:rPr>
              <w:t>0,</w:t>
            </w:r>
            <w:r w:rsidR="003C51BF" w:rsidRPr="002D2C2F">
              <w:rPr>
                <w:rFonts w:ascii="Times New Roman" w:hAnsi="Times New Roman"/>
                <w:b/>
                <w:i/>
                <w:color w:val="000000"/>
              </w:rPr>
              <w:t>39</w:t>
            </w:r>
            <w:r w:rsidR="002D2C2F">
              <w:rPr>
                <w:rFonts w:ascii="Times New Roman" w:hAnsi="Times New Roman"/>
                <w:b/>
                <w:i/>
                <w:color w:val="000000"/>
              </w:rPr>
              <w:t xml:space="preserve"> руб.*</w:t>
            </w:r>
            <w:r w:rsidR="002D2C2F">
              <w:rPr>
                <w:rFonts w:ascii="Times New Roman" w:hAnsi="Times New Roman"/>
                <w:b/>
                <w:i/>
                <w:color w:val="000000"/>
                <w:lang w:val="en-US"/>
              </w:rPr>
              <w:t>2508</w:t>
            </w:r>
            <w:r w:rsidR="002D2C2F">
              <w:rPr>
                <w:rFonts w:ascii="Times New Roman" w:hAnsi="Times New Roman"/>
                <w:b/>
                <w:i/>
                <w:color w:val="000000"/>
              </w:rPr>
              <w:t>,</w:t>
            </w:r>
            <w:r w:rsidR="002D2C2F">
              <w:rPr>
                <w:rFonts w:ascii="Times New Roman" w:hAnsi="Times New Roman"/>
                <w:b/>
                <w:i/>
                <w:color w:val="000000"/>
                <w:lang w:val="en-US"/>
              </w:rPr>
              <w:t>5</w:t>
            </w:r>
            <w:r w:rsidRPr="002D2C2F">
              <w:rPr>
                <w:rFonts w:ascii="Times New Roman" w:hAnsi="Times New Roman"/>
                <w:b/>
                <w:i/>
                <w:color w:val="000000"/>
              </w:rPr>
              <w:t>м</w:t>
            </w:r>
            <w:proofErr w:type="gramStart"/>
            <w:r w:rsidRPr="002D2C2F">
              <w:rPr>
                <w:rFonts w:ascii="Times New Roman" w:hAnsi="Times New Roman"/>
                <w:b/>
                <w:i/>
                <w:color w:val="000000"/>
              </w:rPr>
              <w:t>2</w:t>
            </w:r>
            <w:proofErr w:type="gramEnd"/>
            <w:r w:rsidRPr="002D2C2F">
              <w:rPr>
                <w:rFonts w:ascii="Times New Roman" w:hAnsi="Times New Roman"/>
                <w:b/>
                <w:i/>
                <w:color w:val="000000"/>
              </w:rPr>
              <w:t>*12мес=</w:t>
            </w:r>
            <w:r w:rsidR="002D2C2F">
              <w:rPr>
                <w:rFonts w:ascii="Times New Roman" w:hAnsi="Times New Roman"/>
                <w:b/>
                <w:i/>
                <w:color w:val="000000"/>
              </w:rPr>
              <w:t>11739,78</w:t>
            </w:r>
            <w:r w:rsidRPr="002D2C2F">
              <w:rPr>
                <w:rFonts w:ascii="Times New Roman" w:hAnsi="Times New Roman"/>
                <w:b/>
                <w:i/>
                <w:color w:val="000000"/>
              </w:rPr>
              <w:t xml:space="preserve"> руб.</w:t>
            </w:r>
          </w:p>
        </w:tc>
      </w:tr>
      <w:tr w:rsidR="00B31235" w:rsidRPr="002D2C2F" w:rsidTr="00640641">
        <w:tc>
          <w:tcPr>
            <w:tcW w:w="568" w:type="dxa"/>
          </w:tcPr>
          <w:p w:rsidR="00B31235" w:rsidRPr="00770F2F" w:rsidRDefault="00514473" w:rsidP="00CF2E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36" w:type="dxa"/>
          </w:tcPr>
          <w:p w:rsidR="00B31235" w:rsidRDefault="00B31235" w:rsidP="00CF2E74">
            <w:pPr>
              <w:rPr>
                <w:rFonts w:ascii="Times New Roman" w:hAnsi="Times New Roman"/>
                <w:sz w:val="22"/>
                <w:szCs w:val="22"/>
              </w:rPr>
            </w:pPr>
            <w:r w:rsidRPr="00770F2F">
              <w:rPr>
                <w:rFonts w:ascii="Times New Roman" w:hAnsi="Times New Roman"/>
                <w:sz w:val="22"/>
                <w:szCs w:val="22"/>
              </w:rPr>
              <w:t>Подготовка системы отопления к отопител</w:t>
            </w:r>
            <w:r w:rsidRPr="00770F2F">
              <w:rPr>
                <w:rFonts w:ascii="Times New Roman" w:hAnsi="Times New Roman"/>
                <w:sz w:val="22"/>
                <w:szCs w:val="22"/>
              </w:rPr>
              <w:t>ь</w:t>
            </w:r>
            <w:r w:rsidRPr="00770F2F">
              <w:rPr>
                <w:rFonts w:ascii="Times New Roman" w:hAnsi="Times New Roman"/>
                <w:sz w:val="22"/>
                <w:szCs w:val="22"/>
              </w:rPr>
              <w:t>ному сезону, в т.ч. гидравлическое испыт</w:t>
            </w:r>
            <w:r w:rsidRPr="00770F2F">
              <w:rPr>
                <w:rFonts w:ascii="Times New Roman" w:hAnsi="Times New Roman"/>
                <w:sz w:val="22"/>
                <w:szCs w:val="22"/>
              </w:rPr>
              <w:t>а</w:t>
            </w:r>
            <w:r w:rsidRPr="00770F2F">
              <w:rPr>
                <w:rFonts w:ascii="Times New Roman" w:hAnsi="Times New Roman"/>
                <w:sz w:val="22"/>
                <w:szCs w:val="22"/>
              </w:rPr>
              <w:t>ние трубопроводов</w:t>
            </w:r>
          </w:p>
          <w:p w:rsidR="00640641" w:rsidRPr="00770F2F" w:rsidRDefault="00640641" w:rsidP="00640641">
            <w:pPr>
              <w:rPr>
                <w:rFonts w:ascii="Times New Roman" w:hAnsi="Times New Roman"/>
                <w:sz w:val="22"/>
                <w:szCs w:val="22"/>
              </w:rPr>
            </w:pPr>
            <w:r w:rsidRPr="00640641">
              <w:rPr>
                <w:rFonts w:ascii="Times New Roman" w:hAnsi="Times New Roman"/>
                <w:sz w:val="22"/>
                <w:szCs w:val="22"/>
              </w:rPr>
              <w:t xml:space="preserve">Сметная стоимость работ всего: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29213</w:t>
            </w:r>
            <w:r w:rsidRPr="00640641">
              <w:rPr>
                <w:rFonts w:ascii="Times New Roman" w:hAnsi="Times New Roman"/>
                <w:b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:rsidR="00B31235" w:rsidRPr="00770F2F" w:rsidRDefault="00B31235" w:rsidP="00302E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0F2F">
              <w:rPr>
                <w:rFonts w:ascii="Times New Roman" w:hAnsi="Times New Roman"/>
                <w:sz w:val="22"/>
                <w:szCs w:val="22"/>
              </w:rPr>
              <w:t>2 кв.</w:t>
            </w:r>
          </w:p>
        </w:tc>
        <w:tc>
          <w:tcPr>
            <w:tcW w:w="1985" w:type="dxa"/>
          </w:tcPr>
          <w:p w:rsidR="00640641" w:rsidRPr="00832555" w:rsidRDefault="00640641" w:rsidP="006406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2555">
              <w:rPr>
                <w:rFonts w:ascii="Times New Roman" w:hAnsi="Times New Roman"/>
                <w:sz w:val="18"/>
                <w:szCs w:val="18"/>
              </w:rPr>
              <w:t>Фактически наличие денежных средств по ст. «Содержание и ремонт»</w:t>
            </w:r>
          </w:p>
          <w:p w:rsidR="00B31235" w:rsidRPr="002D2C2F" w:rsidRDefault="00770F2F" w:rsidP="00302E59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DF47CB">
              <w:rPr>
                <w:rFonts w:ascii="Times New Roman" w:hAnsi="Times New Roman"/>
                <w:sz w:val="22"/>
                <w:szCs w:val="22"/>
              </w:rPr>
              <w:t>11739,78</w:t>
            </w:r>
          </w:p>
        </w:tc>
        <w:tc>
          <w:tcPr>
            <w:tcW w:w="1701" w:type="dxa"/>
            <w:vAlign w:val="center"/>
          </w:tcPr>
          <w:p w:rsidR="00B31235" w:rsidRPr="002D2C2F" w:rsidRDefault="00B31235" w:rsidP="00B31235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B31235" w:rsidRPr="000D7CC1" w:rsidTr="00640641">
        <w:tc>
          <w:tcPr>
            <w:tcW w:w="568" w:type="dxa"/>
            <w:tcBorders>
              <w:right w:val="nil"/>
            </w:tcBorders>
          </w:tcPr>
          <w:p w:rsidR="00B31235" w:rsidRPr="002D2C2F" w:rsidRDefault="00B31235" w:rsidP="00B31235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4536" w:type="dxa"/>
            <w:tcBorders>
              <w:left w:val="nil"/>
              <w:right w:val="nil"/>
            </w:tcBorders>
          </w:tcPr>
          <w:p w:rsidR="00B31235" w:rsidRPr="002D2C2F" w:rsidRDefault="00B31235" w:rsidP="00B31235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770F2F">
              <w:rPr>
                <w:rFonts w:ascii="Times New Roman" w:hAnsi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B31235" w:rsidRPr="002D2C2F" w:rsidRDefault="00B31235" w:rsidP="00B31235"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B31235" w:rsidRPr="000D7CC1" w:rsidRDefault="00770F2F" w:rsidP="00B3123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70F2F">
              <w:rPr>
                <w:rFonts w:ascii="Times New Roman" w:hAnsi="Times New Roman"/>
                <w:b/>
                <w:sz w:val="22"/>
                <w:szCs w:val="22"/>
              </w:rPr>
              <w:t>11739,78</w:t>
            </w:r>
          </w:p>
        </w:tc>
        <w:tc>
          <w:tcPr>
            <w:tcW w:w="1701" w:type="dxa"/>
            <w:tcBorders>
              <w:left w:val="nil"/>
            </w:tcBorders>
          </w:tcPr>
          <w:p w:rsidR="00B31235" w:rsidRPr="000D7CC1" w:rsidRDefault="00B31235" w:rsidP="00B3123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2E59" w:rsidRPr="000D7CC1" w:rsidTr="00640641">
        <w:trPr>
          <w:trHeight w:val="733"/>
        </w:trPr>
        <w:tc>
          <w:tcPr>
            <w:tcW w:w="10632" w:type="dxa"/>
            <w:gridSpan w:val="5"/>
            <w:vAlign w:val="center"/>
          </w:tcPr>
          <w:p w:rsidR="00D40593" w:rsidRPr="00E726B1" w:rsidRDefault="00D40593" w:rsidP="00D40593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E726B1">
              <w:rPr>
                <w:rFonts w:ascii="Times New Roman" w:hAnsi="Times New Roman"/>
                <w:b/>
                <w:i/>
              </w:rPr>
              <w:t xml:space="preserve">Работы, планируемые </w:t>
            </w:r>
            <w:r w:rsidRPr="00E726B1">
              <w:rPr>
                <w:rFonts w:ascii="Times New Roman" w:hAnsi="Times New Roman"/>
                <w:b/>
                <w:i/>
                <w:color w:val="000000"/>
              </w:rPr>
              <w:t>сверх средств текущего ремонта, со статьи «Содержание и ремонт»</w:t>
            </w:r>
            <w:r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  <w:p w:rsidR="00E87944" w:rsidRPr="000D7CC1" w:rsidRDefault="00E87944" w:rsidP="000D7CC1">
            <w:pPr>
              <w:ind w:left="318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На основании предложений собственников жилья и по результатам выявленных в ходе эксплуатации</w:t>
            </w:r>
          </w:p>
          <w:p w:rsidR="00E87944" w:rsidRPr="000D7CC1" w:rsidRDefault="00E87944" w:rsidP="000D7CC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дефектов ВИС, строительных конструкций, элементов благоустройства, в т.ч. аварийных.</w:t>
            </w:r>
          </w:p>
        </w:tc>
      </w:tr>
      <w:tr w:rsidR="00D40593" w:rsidRPr="000D7CC1" w:rsidTr="00640641">
        <w:tc>
          <w:tcPr>
            <w:tcW w:w="568" w:type="dxa"/>
          </w:tcPr>
          <w:p w:rsidR="00D40593" w:rsidRPr="000D7CC1" w:rsidRDefault="00514473" w:rsidP="00770F2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36" w:type="dxa"/>
          </w:tcPr>
          <w:p w:rsidR="00D40593" w:rsidRDefault="00D40593" w:rsidP="00770F2F">
            <w:pPr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Подготовка системы отопления к отопител</w:t>
            </w:r>
            <w:r w:rsidRPr="000D7CC1">
              <w:rPr>
                <w:rFonts w:ascii="Times New Roman" w:hAnsi="Times New Roman"/>
                <w:sz w:val="22"/>
                <w:szCs w:val="22"/>
              </w:rPr>
              <w:t>ь</w:t>
            </w:r>
            <w:r w:rsidRPr="000D7CC1">
              <w:rPr>
                <w:rFonts w:ascii="Times New Roman" w:hAnsi="Times New Roman"/>
                <w:sz w:val="22"/>
                <w:szCs w:val="22"/>
              </w:rPr>
              <w:t>ному сезону, в т.ч. гидравлическое испыт</w:t>
            </w:r>
            <w:r w:rsidRPr="000D7CC1">
              <w:rPr>
                <w:rFonts w:ascii="Times New Roman" w:hAnsi="Times New Roman"/>
                <w:sz w:val="22"/>
                <w:szCs w:val="22"/>
              </w:rPr>
              <w:t>а</w:t>
            </w:r>
            <w:r w:rsidRPr="000D7CC1">
              <w:rPr>
                <w:rFonts w:ascii="Times New Roman" w:hAnsi="Times New Roman"/>
                <w:sz w:val="22"/>
                <w:szCs w:val="22"/>
              </w:rPr>
              <w:t>ние трубопроводов</w:t>
            </w:r>
          </w:p>
          <w:p w:rsidR="00640641" w:rsidRPr="000D7CC1" w:rsidRDefault="00640641" w:rsidP="00770F2F">
            <w:pPr>
              <w:rPr>
                <w:rFonts w:ascii="Times New Roman" w:hAnsi="Times New Roman"/>
                <w:sz w:val="22"/>
                <w:szCs w:val="22"/>
              </w:rPr>
            </w:pPr>
            <w:r w:rsidRPr="00640641">
              <w:rPr>
                <w:rFonts w:ascii="Times New Roman" w:hAnsi="Times New Roman"/>
                <w:sz w:val="22"/>
                <w:szCs w:val="22"/>
              </w:rPr>
              <w:t xml:space="preserve">Сметная стоимость работ всего: </w:t>
            </w:r>
            <w:r w:rsidRPr="00640641">
              <w:rPr>
                <w:rFonts w:ascii="Times New Roman" w:hAnsi="Times New Roman"/>
                <w:b/>
                <w:sz w:val="22"/>
                <w:szCs w:val="22"/>
              </w:rPr>
              <w:t>27329руб.</w:t>
            </w:r>
          </w:p>
        </w:tc>
        <w:tc>
          <w:tcPr>
            <w:tcW w:w="1842" w:type="dxa"/>
          </w:tcPr>
          <w:p w:rsidR="00D40593" w:rsidRDefault="00D40593">
            <w:r w:rsidRPr="00C3302C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н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</w:tcPr>
          <w:p w:rsidR="00D40593" w:rsidRPr="000D7CC1" w:rsidRDefault="00640641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17473,22</w:t>
            </w:r>
          </w:p>
        </w:tc>
        <w:tc>
          <w:tcPr>
            <w:tcW w:w="1701" w:type="dxa"/>
          </w:tcPr>
          <w:p w:rsidR="00D40593" w:rsidRDefault="00D40593"/>
        </w:tc>
      </w:tr>
      <w:tr w:rsidR="00D40593" w:rsidRPr="000D7CC1" w:rsidTr="00640641">
        <w:tc>
          <w:tcPr>
            <w:tcW w:w="568" w:type="dxa"/>
          </w:tcPr>
          <w:p w:rsidR="00D40593" w:rsidRPr="000D7CC1" w:rsidRDefault="00514473" w:rsidP="000A63B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536" w:type="dxa"/>
          </w:tcPr>
          <w:p w:rsidR="00D40593" w:rsidRPr="000D7CC1" w:rsidRDefault="00D40593" w:rsidP="0072168B">
            <w:pPr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Консервация системы отопления</w:t>
            </w:r>
          </w:p>
        </w:tc>
        <w:tc>
          <w:tcPr>
            <w:tcW w:w="1842" w:type="dxa"/>
          </w:tcPr>
          <w:p w:rsidR="00D40593" w:rsidRDefault="00D40593">
            <w:r w:rsidRPr="00C3302C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н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</w:tcPr>
          <w:p w:rsidR="00D40593" w:rsidRPr="000D7CC1" w:rsidRDefault="00D40593" w:rsidP="007216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1661</w:t>
            </w:r>
          </w:p>
        </w:tc>
        <w:tc>
          <w:tcPr>
            <w:tcW w:w="1701" w:type="dxa"/>
          </w:tcPr>
          <w:p w:rsidR="00D40593" w:rsidRDefault="00D40593"/>
        </w:tc>
      </w:tr>
      <w:tr w:rsidR="00D40593" w:rsidRPr="000D7CC1" w:rsidTr="00640641">
        <w:tc>
          <w:tcPr>
            <w:tcW w:w="568" w:type="dxa"/>
          </w:tcPr>
          <w:p w:rsidR="00D40593" w:rsidRPr="000D7CC1" w:rsidRDefault="00514473" w:rsidP="000A63B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536" w:type="dxa"/>
          </w:tcPr>
          <w:p w:rsidR="00D40593" w:rsidRPr="000D7CC1" w:rsidRDefault="00D40593" w:rsidP="0025153A">
            <w:pPr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Частичный ремонт кровли в местах протек</w:t>
            </w:r>
            <w:r w:rsidRPr="000D7CC1">
              <w:rPr>
                <w:rFonts w:ascii="Times New Roman" w:hAnsi="Times New Roman"/>
                <w:sz w:val="22"/>
                <w:szCs w:val="22"/>
              </w:rPr>
              <w:t>а</w:t>
            </w:r>
            <w:r w:rsidRPr="000D7CC1">
              <w:rPr>
                <w:rFonts w:ascii="Times New Roman" w:hAnsi="Times New Roman"/>
                <w:sz w:val="22"/>
                <w:szCs w:val="22"/>
              </w:rPr>
              <w:t xml:space="preserve">ния  </w:t>
            </w:r>
          </w:p>
        </w:tc>
        <w:tc>
          <w:tcPr>
            <w:tcW w:w="1842" w:type="dxa"/>
          </w:tcPr>
          <w:p w:rsidR="00D40593" w:rsidRDefault="00D40593">
            <w:r w:rsidRPr="00C3302C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н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</w:tcPr>
          <w:p w:rsidR="00D40593" w:rsidRPr="000D7CC1" w:rsidRDefault="002D2C2F" w:rsidP="007216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1701" w:type="dxa"/>
          </w:tcPr>
          <w:p w:rsidR="00D40593" w:rsidRDefault="00D40593"/>
        </w:tc>
      </w:tr>
      <w:tr w:rsidR="00D40593" w:rsidRPr="000D7CC1" w:rsidTr="00640641">
        <w:tc>
          <w:tcPr>
            <w:tcW w:w="568" w:type="dxa"/>
            <w:tcBorders>
              <w:bottom w:val="single" w:sz="4" w:space="0" w:color="000000"/>
            </w:tcBorders>
          </w:tcPr>
          <w:p w:rsidR="00D40593" w:rsidRPr="000D7CC1" w:rsidRDefault="00514473" w:rsidP="00FC6F3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D40593" w:rsidRPr="000D7CC1" w:rsidRDefault="00D40593" w:rsidP="007065B3">
            <w:pPr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Запуск системы отопления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40593" w:rsidRDefault="00D40593">
            <w:r w:rsidRPr="00C3302C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н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D40593" w:rsidRPr="000D7CC1" w:rsidRDefault="00D40593" w:rsidP="007065B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11797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D40593" w:rsidRDefault="00D40593"/>
        </w:tc>
      </w:tr>
      <w:tr w:rsidR="00D40593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593" w:rsidRPr="000D7CC1" w:rsidRDefault="005144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593" w:rsidRPr="000D7CC1" w:rsidRDefault="00D40593" w:rsidP="00770F2F">
            <w:pPr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Выкашивание газонов 1213м2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593" w:rsidRDefault="00D40593">
            <w:r w:rsidRPr="00C3302C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н</w:t>
            </w:r>
            <w:r w:rsidRPr="00C3302C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593" w:rsidRPr="000D7CC1" w:rsidRDefault="00D40593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7CC1">
              <w:rPr>
                <w:rFonts w:ascii="Times New Roman" w:hAnsi="Times New Roman"/>
                <w:sz w:val="22"/>
                <w:szCs w:val="22"/>
              </w:rPr>
              <w:t>3673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593" w:rsidRDefault="00D40593"/>
        </w:tc>
      </w:tr>
      <w:tr w:rsidR="002D2C2F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2F" w:rsidRDefault="005144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 w:rsidP="00770F2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Косметический ремонт МОП, в т.ч.</w:t>
            </w:r>
            <w:r w:rsidR="004941B6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2D2C2F" w:rsidRDefault="002D2C2F" w:rsidP="002D2C2F">
            <w:pPr>
              <w:numPr>
                <w:ilvl w:val="0"/>
                <w:numId w:val="1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D2C2F">
              <w:rPr>
                <w:rFonts w:ascii="Times New Roman" w:hAnsi="Times New Roman"/>
                <w:sz w:val="20"/>
                <w:szCs w:val="20"/>
              </w:rPr>
              <w:t>Восстановление деревянных поручней</w:t>
            </w:r>
            <w:r w:rsidR="00514473">
              <w:rPr>
                <w:rFonts w:ascii="Times New Roman" w:hAnsi="Times New Roman"/>
                <w:sz w:val="20"/>
                <w:szCs w:val="20"/>
              </w:rPr>
              <w:t xml:space="preserve"> на огр</w:t>
            </w:r>
            <w:r w:rsidR="00514473">
              <w:rPr>
                <w:rFonts w:ascii="Times New Roman" w:hAnsi="Times New Roman"/>
                <w:sz w:val="20"/>
                <w:szCs w:val="20"/>
              </w:rPr>
              <w:t>а</w:t>
            </w:r>
            <w:r w:rsidR="00514473">
              <w:rPr>
                <w:rFonts w:ascii="Times New Roman" w:hAnsi="Times New Roman"/>
                <w:sz w:val="20"/>
                <w:szCs w:val="20"/>
              </w:rPr>
              <w:t xml:space="preserve">ждениях лестниц </w:t>
            </w:r>
            <w:r w:rsidRPr="002D2C2F">
              <w:rPr>
                <w:rFonts w:ascii="Times New Roman" w:hAnsi="Times New Roman"/>
                <w:sz w:val="20"/>
                <w:szCs w:val="20"/>
              </w:rPr>
              <w:t xml:space="preserve"> =8шт.</w:t>
            </w:r>
          </w:p>
          <w:p w:rsidR="002D2C2F" w:rsidRPr="002D2C2F" w:rsidRDefault="002D2C2F" w:rsidP="00514473">
            <w:pPr>
              <w:numPr>
                <w:ilvl w:val="0"/>
                <w:numId w:val="1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и остекление </w:t>
            </w:r>
            <w:r w:rsidR="00770F2F">
              <w:rPr>
                <w:rFonts w:ascii="Times New Roman" w:hAnsi="Times New Roman"/>
                <w:sz w:val="20"/>
                <w:szCs w:val="20"/>
              </w:rPr>
              <w:t>оконных блоков =</w:t>
            </w:r>
            <w:r w:rsidR="00514473">
              <w:rPr>
                <w:rFonts w:ascii="Times New Roman" w:hAnsi="Times New Roman"/>
                <w:sz w:val="20"/>
                <w:szCs w:val="20"/>
              </w:rPr>
              <w:t>1</w:t>
            </w:r>
            <w:r w:rsidR="00770F2F">
              <w:rPr>
                <w:rFonts w:ascii="Times New Roman" w:hAnsi="Times New Roman"/>
                <w:sz w:val="20"/>
                <w:szCs w:val="20"/>
              </w:rPr>
              <w:t>2шт</w:t>
            </w:r>
            <w:r w:rsidR="005144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>
            <w:r w:rsidRPr="00D31ADF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н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0D7CC1" w:rsidRDefault="00514473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/>
        </w:tc>
      </w:tr>
      <w:tr w:rsidR="002D2C2F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2F" w:rsidRDefault="005144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770F2F" w:rsidP="00770F2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Установка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самозакрывающ</w:t>
            </w:r>
            <w:r w:rsidR="00514473">
              <w:rPr>
                <w:rFonts w:ascii="Times New Roman" w:hAnsi="Times New Roman"/>
                <w:sz w:val="22"/>
                <w:szCs w:val="22"/>
              </w:rPr>
              <w:t>их</w:t>
            </w:r>
            <w:proofErr w:type="spellEnd"/>
            <w:r w:rsidR="00514473">
              <w:rPr>
                <w:rFonts w:ascii="Times New Roman" w:hAnsi="Times New Roman"/>
                <w:sz w:val="22"/>
                <w:szCs w:val="22"/>
              </w:rPr>
              <w:t xml:space="preserve"> устройств =</w:t>
            </w:r>
            <w:r w:rsidR="002D2C2F">
              <w:rPr>
                <w:rFonts w:ascii="Times New Roman" w:hAnsi="Times New Roman"/>
                <w:sz w:val="22"/>
                <w:szCs w:val="22"/>
              </w:rPr>
              <w:t>2шт, уплотняющих прокладок на дверях главного входа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>
            <w:r w:rsidRPr="00D31ADF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н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0D7CC1" w:rsidRDefault="004941B6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/>
        </w:tc>
      </w:tr>
      <w:tr w:rsidR="002D2C2F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2F" w:rsidRDefault="005144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 w:rsidP="00770F2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Смена участка розлива ХВС =15м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D31ADF" w:rsidRDefault="002D2C2F">
            <w:pPr>
              <w:rPr>
                <w:rFonts w:ascii="Times New Roman" w:hAnsi="Times New Roman"/>
                <w:sz w:val="18"/>
                <w:szCs w:val="18"/>
              </w:rPr>
            </w:pPr>
            <w:r w:rsidRPr="00D31ADF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н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0D7CC1" w:rsidRDefault="004941B6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/>
        </w:tc>
      </w:tr>
      <w:tr w:rsidR="002D2C2F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2F" w:rsidRDefault="005144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770F2F" w:rsidP="00770F2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Прочистка</w:t>
            </w:r>
            <w:r w:rsidR="002D2C2F">
              <w:rPr>
                <w:rFonts w:ascii="Times New Roman" w:hAnsi="Times New Roman"/>
                <w:sz w:val="22"/>
                <w:szCs w:val="22"/>
              </w:rPr>
              <w:t xml:space="preserve"> и ремонт канализации в подвале 20м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D31ADF" w:rsidRDefault="002D2C2F">
            <w:pPr>
              <w:rPr>
                <w:rFonts w:ascii="Times New Roman" w:hAnsi="Times New Roman"/>
                <w:sz w:val="18"/>
                <w:szCs w:val="18"/>
              </w:rPr>
            </w:pPr>
            <w:r w:rsidRPr="00D31ADF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н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0D7CC1" w:rsidRDefault="004941B6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/>
        </w:tc>
      </w:tr>
      <w:tr w:rsidR="002D2C2F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C2F" w:rsidRDefault="0051447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 w:rsidP="00770F2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Ремонт </w:t>
            </w:r>
            <w:r w:rsidR="00770F2F">
              <w:rPr>
                <w:rFonts w:ascii="Times New Roman" w:hAnsi="Times New Roman"/>
                <w:sz w:val="22"/>
                <w:szCs w:val="22"/>
              </w:rPr>
              <w:t>электрооборудования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МОП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D31ADF" w:rsidRDefault="002D2C2F">
            <w:pPr>
              <w:rPr>
                <w:rFonts w:ascii="Times New Roman" w:hAnsi="Times New Roman"/>
                <w:sz w:val="18"/>
                <w:szCs w:val="18"/>
              </w:rPr>
            </w:pPr>
            <w:r w:rsidRPr="00D31ADF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н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Pr="000D7CC1" w:rsidRDefault="004941B6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C2F" w:rsidRDefault="002D2C2F"/>
        </w:tc>
      </w:tr>
      <w:tr w:rsidR="00A81EA5" w:rsidRPr="000D7CC1" w:rsidTr="006406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A5" w:rsidRDefault="00A81EA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A5" w:rsidRDefault="00A81EA5" w:rsidP="00770F2F">
            <w:pPr>
              <w:rPr>
                <w:rFonts w:ascii="Times New Roman" w:hAnsi="Times New Roman"/>
                <w:sz w:val="22"/>
                <w:szCs w:val="22"/>
              </w:rPr>
            </w:pPr>
            <w:r w:rsidRPr="00A81EA5">
              <w:rPr>
                <w:rFonts w:ascii="Times New Roman" w:hAnsi="Times New Roman"/>
                <w:sz w:val="22"/>
                <w:szCs w:val="22"/>
              </w:rPr>
              <w:t>Формирование кроны деревьев =12шт, сп</w:t>
            </w:r>
            <w:r w:rsidRPr="00A81EA5">
              <w:rPr>
                <w:rFonts w:ascii="Times New Roman" w:hAnsi="Times New Roman"/>
                <w:sz w:val="22"/>
                <w:szCs w:val="22"/>
              </w:rPr>
              <w:t>и</w:t>
            </w:r>
            <w:r w:rsidRPr="00A81EA5">
              <w:rPr>
                <w:rFonts w:ascii="Times New Roman" w:hAnsi="Times New Roman"/>
                <w:sz w:val="22"/>
                <w:szCs w:val="22"/>
              </w:rPr>
              <w:t>ливание аварийного дерева =1шт., утилиз</w:t>
            </w:r>
            <w:r w:rsidRPr="00A81EA5">
              <w:rPr>
                <w:rFonts w:ascii="Times New Roman" w:hAnsi="Times New Roman"/>
                <w:sz w:val="22"/>
                <w:szCs w:val="22"/>
              </w:rPr>
              <w:t>а</w:t>
            </w:r>
            <w:r w:rsidRPr="00A81EA5">
              <w:rPr>
                <w:rFonts w:ascii="Times New Roman" w:hAnsi="Times New Roman"/>
                <w:sz w:val="22"/>
                <w:szCs w:val="22"/>
              </w:rPr>
              <w:t>ция.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A5" w:rsidRPr="00D31ADF" w:rsidRDefault="00A81EA5">
            <w:pPr>
              <w:rPr>
                <w:rFonts w:ascii="Times New Roman" w:hAnsi="Times New Roman"/>
                <w:sz w:val="18"/>
                <w:szCs w:val="18"/>
              </w:rPr>
            </w:pPr>
            <w:r w:rsidRPr="00D31ADF">
              <w:rPr>
                <w:rFonts w:ascii="Times New Roman" w:hAnsi="Times New Roman"/>
                <w:sz w:val="18"/>
                <w:szCs w:val="18"/>
              </w:rPr>
              <w:t>При наличии фина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н</w:t>
            </w:r>
            <w:r w:rsidRPr="00D31ADF">
              <w:rPr>
                <w:rFonts w:ascii="Times New Roman" w:hAnsi="Times New Roman"/>
                <w:sz w:val="18"/>
                <w:szCs w:val="18"/>
              </w:rPr>
              <w:t>совых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A5" w:rsidRDefault="00A81EA5" w:rsidP="00770F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A5" w:rsidRDefault="00A81EA5"/>
        </w:tc>
      </w:tr>
      <w:tr w:rsidR="00DA7ABC" w:rsidRPr="000D7CC1" w:rsidTr="00640641">
        <w:tc>
          <w:tcPr>
            <w:tcW w:w="568" w:type="dxa"/>
            <w:tcBorders>
              <w:right w:val="nil"/>
            </w:tcBorders>
          </w:tcPr>
          <w:p w:rsidR="00DA7ABC" w:rsidRPr="000D7CC1" w:rsidRDefault="00DA7ABC" w:rsidP="00A45A1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nil"/>
              <w:right w:val="nil"/>
            </w:tcBorders>
          </w:tcPr>
          <w:p w:rsidR="00DA7ABC" w:rsidRPr="000D7CC1" w:rsidRDefault="00DA7ABC" w:rsidP="0067472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7CC1">
              <w:rPr>
                <w:rFonts w:ascii="Times New Roman" w:hAnsi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DA7ABC" w:rsidRPr="000D7CC1" w:rsidRDefault="00DA7ABC" w:rsidP="00D05DB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DA7ABC" w:rsidRPr="000D7CC1" w:rsidRDefault="00347675" w:rsidP="0067472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fldChar w:fldCharType="begin"/>
            </w:r>
            <w:r w:rsidR="00A81EA5">
              <w:rPr>
                <w:rFonts w:ascii="Times New Roman" w:hAnsi="Times New Roman"/>
                <w:b/>
                <w:sz w:val="22"/>
                <w:szCs w:val="22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2"/>
                <w:szCs w:val="22"/>
              </w:rPr>
              <w:fldChar w:fldCharType="separate"/>
            </w:r>
            <w:r w:rsidR="00A81EA5">
              <w:rPr>
                <w:rFonts w:ascii="Times New Roman" w:hAnsi="Times New Roman"/>
                <w:b/>
                <w:noProof/>
                <w:sz w:val="22"/>
                <w:szCs w:val="22"/>
              </w:rPr>
              <w:t>214294,22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left w:val="nil"/>
            </w:tcBorders>
          </w:tcPr>
          <w:p w:rsidR="00DA7ABC" w:rsidRPr="000D7CC1" w:rsidRDefault="00DA7ABC" w:rsidP="00A45A1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36E6C" w:rsidRDefault="00336E6C" w:rsidP="006F369B">
      <w:pPr>
        <w:jc w:val="both"/>
        <w:rPr>
          <w:rFonts w:ascii="Times New Roman" w:hAnsi="Times New Roman"/>
          <w:sz w:val="22"/>
          <w:szCs w:val="22"/>
        </w:rPr>
      </w:pPr>
    </w:p>
    <w:p w:rsidR="003645C1" w:rsidRPr="00F03244" w:rsidRDefault="00676EE9" w:rsidP="006F369B">
      <w:pPr>
        <w:jc w:val="both"/>
        <w:rPr>
          <w:rFonts w:ascii="Times New Roman" w:hAnsi="Times New Roman"/>
          <w:sz w:val="22"/>
          <w:szCs w:val="22"/>
        </w:rPr>
      </w:pPr>
      <w:r w:rsidRPr="00F03244">
        <w:rPr>
          <w:rFonts w:ascii="Times New Roman" w:hAnsi="Times New Roman"/>
          <w:sz w:val="22"/>
          <w:szCs w:val="22"/>
        </w:rPr>
        <w:t>Зам</w:t>
      </w:r>
      <w:r w:rsidR="00770F2F" w:rsidRPr="00F03244">
        <w:rPr>
          <w:rFonts w:ascii="Times New Roman" w:hAnsi="Times New Roman"/>
          <w:sz w:val="22"/>
          <w:szCs w:val="22"/>
        </w:rPr>
        <w:t>. д</w:t>
      </w:r>
      <w:r w:rsidRPr="00F03244">
        <w:rPr>
          <w:rFonts w:ascii="Times New Roman" w:hAnsi="Times New Roman"/>
          <w:sz w:val="22"/>
          <w:szCs w:val="22"/>
        </w:rPr>
        <w:t xml:space="preserve">иректора ООО «РАСКАТ-РОС» </w:t>
      </w:r>
    </w:p>
    <w:p w:rsidR="00676EE9" w:rsidRPr="00F03244" w:rsidRDefault="00676EE9" w:rsidP="006F369B">
      <w:pPr>
        <w:jc w:val="both"/>
        <w:rPr>
          <w:rFonts w:ascii="Times New Roman" w:hAnsi="Times New Roman"/>
          <w:sz w:val="22"/>
          <w:szCs w:val="22"/>
        </w:rPr>
      </w:pPr>
      <w:r w:rsidRPr="00F03244">
        <w:rPr>
          <w:rFonts w:ascii="Times New Roman" w:hAnsi="Times New Roman"/>
          <w:sz w:val="22"/>
          <w:szCs w:val="22"/>
        </w:rPr>
        <w:t>по техническим вопросам:                                                           С.В.Сенин.</w:t>
      </w:r>
    </w:p>
    <w:sectPr w:rsidR="00676EE9" w:rsidRPr="00F03244" w:rsidSect="00A37207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9DD" w:rsidRDefault="004F39DD" w:rsidP="00D66CA6">
      <w:r>
        <w:separator/>
      </w:r>
    </w:p>
  </w:endnote>
  <w:endnote w:type="continuationSeparator" w:id="1">
    <w:p w:rsidR="004F39DD" w:rsidRDefault="004F39DD" w:rsidP="00D6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9DD" w:rsidRPr="00D66CA6" w:rsidRDefault="004F39DD">
    <w:pPr>
      <w:pStyle w:val="a6"/>
      <w:rPr>
        <w:i/>
        <w:sz w:val="28"/>
      </w:rPr>
    </w:pPr>
  </w:p>
  <w:p w:rsidR="004F39DD" w:rsidRDefault="004F39D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9DD" w:rsidRDefault="004F39DD" w:rsidP="00D66CA6">
      <w:r>
        <w:separator/>
      </w:r>
    </w:p>
  </w:footnote>
  <w:footnote w:type="continuationSeparator" w:id="1">
    <w:p w:rsidR="004F39DD" w:rsidRDefault="004F39DD" w:rsidP="00D66C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6062D"/>
    <w:multiLevelType w:val="hybridMultilevel"/>
    <w:tmpl w:val="42B2F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EBA"/>
    <w:rsid w:val="00001854"/>
    <w:rsid w:val="00003090"/>
    <w:rsid w:val="00014281"/>
    <w:rsid w:val="000178AE"/>
    <w:rsid w:val="000228F1"/>
    <w:rsid w:val="000250D2"/>
    <w:rsid w:val="000274D6"/>
    <w:rsid w:val="000320EC"/>
    <w:rsid w:val="0003276C"/>
    <w:rsid w:val="0003676E"/>
    <w:rsid w:val="000416E2"/>
    <w:rsid w:val="00041700"/>
    <w:rsid w:val="00044DB2"/>
    <w:rsid w:val="00056DAF"/>
    <w:rsid w:val="000621B2"/>
    <w:rsid w:val="00074650"/>
    <w:rsid w:val="0007472F"/>
    <w:rsid w:val="00074FCE"/>
    <w:rsid w:val="00075EFB"/>
    <w:rsid w:val="0007652B"/>
    <w:rsid w:val="000807BE"/>
    <w:rsid w:val="000818A5"/>
    <w:rsid w:val="00084DC3"/>
    <w:rsid w:val="00087612"/>
    <w:rsid w:val="000943F3"/>
    <w:rsid w:val="0009531C"/>
    <w:rsid w:val="00095344"/>
    <w:rsid w:val="000A0186"/>
    <w:rsid w:val="000A156C"/>
    <w:rsid w:val="000A4D27"/>
    <w:rsid w:val="000A63B6"/>
    <w:rsid w:val="000B1211"/>
    <w:rsid w:val="000B42FB"/>
    <w:rsid w:val="000B46BE"/>
    <w:rsid w:val="000B4B9A"/>
    <w:rsid w:val="000C148F"/>
    <w:rsid w:val="000C3773"/>
    <w:rsid w:val="000D137D"/>
    <w:rsid w:val="000D64B0"/>
    <w:rsid w:val="000D7CC1"/>
    <w:rsid w:val="000E1283"/>
    <w:rsid w:val="000E3045"/>
    <w:rsid w:val="000E6412"/>
    <w:rsid w:val="000F0975"/>
    <w:rsid w:val="000F2B9D"/>
    <w:rsid w:val="000F659B"/>
    <w:rsid w:val="000F7D52"/>
    <w:rsid w:val="001010D7"/>
    <w:rsid w:val="00104ABF"/>
    <w:rsid w:val="0011282C"/>
    <w:rsid w:val="00113B62"/>
    <w:rsid w:val="00121357"/>
    <w:rsid w:val="001213AD"/>
    <w:rsid w:val="00133F17"/>
    <w:rsid w:val="001358AE"/>
    <w:rsid w:val="00136106"/>
    <w:rsid w:val="00136E4A"/>
    <w:rsid w:val="00140F29"/>
    <w:rsid w:val="0014122C"/>
    <w:rsid w:val="00141E80"/>
    <w:rsid w:val="00142C37"/>
    <w:rsid w:val="001430FC"/>
    <w:rsid w:val="00143271"/>
    <w:rsid w:val="0014427E"/>
    <w:rsid w:val="00151D76"/>
    <w:rsid w:val="00151DB4"/>
    <w:rsid w:val="00154A01"/>
    <w:rsid w:val="001550B4"/>
    <w:rsid w:val="00155B98"/>
    <w:rsid w:val="0015652C"/>
    <w:rsid w:val="00156C44"/>
    <w:rsid w:val="001609BA"/>
    <w:rsid w:val="00160AC6"/>
    <w:rsid w:val="00162281"/>
    <w:rsid w:val="00162773"/>
    <w:rsid w:val="00173603"/>
    <w:rsid w:val="00193716"/>
    <w:rsid w:val="00195693"/>
    <w:rsid w:val="001C147E"/>
    <w:rsid w:val="001C1912"/>
    <w:rsid w:val="001C37D3"/>
    <w:rsid w:val="001C4DD7"/>
    <w:rsid w:val="001C7840"/>
    <w:rsid w:val="001D47BE"/>
    <w:rsid w:val="001D78D7"/>
    <w:rsid w:val="001D7A4E"/>
    <w:rsid w:val="001E464B"/>
    <w:rsid w:val="001E783E"/>
    <w:rsid w:val="001F218C"/>
    <w:rsid w:val="001F756C"/>
    <w:rsid w:val="00203C99"/>
    <w:rsid w:val="00203CBD"/>
    <w:rsid w:val="0021075A"/>
    <w:rsid w:val="00212064"/>
    <w:rsid w:val="00212B2B"/>
    <w:rsid w:val="002139F6"/>
    <w:rsid w:val="00214E64"/>
    <w:rsid w:val="002245DA"/>
    <w:rsid w:val="002410EC"/>
    <w:rsid w:val="0024143C"/>
    <w:rsid w:val="0025153A"/>
    <w:rsid w:val="0025448A"/>
    <w:rsid w:val="00263DCB"/>
    <w:rsid w:val="00264820"/>
    <w:rsid w:val="00267040"/>
    <w:rsid w:val="00271175"/>
    <w:rsid w:val="00273E58"/>
    <w:rsid w:val="00274C2E"/>
    <w:rsid w:val="002760E9"/>
    <w:rsid w:val="00276454"/>
    <w:rsid w:val="00277B7B"/>
    <w:rsid w:val="00281B68"/>
    <w:rsid w:val="00282613"/>
    <w:rsid w:val="00284C74"/>
    <w:rsid w:val="00284DAC"/>
    <w:rsid w:val="00296B1D"/>
    <w:rsid w:val="00296EB2"/>
    <w:rsid w:val="002A4EA2"/>
    <w:rsid w:val="002A7BA8"/>
    <w:rsid w:val="002B1756"/>
    <w:rsid w:val="002C1889"/>
    <w:rsid w:val="002C5524"/>
    <w:rsid w:val="002C7FEC"/>
    <w:rsid w:val="002D23FD"/>
    <w:rsid w:val="002D2C2F"/>
    <w:rsid w:val="002E3C89"/>
    <w:rsid w:val="002E4D0B"/>
    <w:rsid w:val="002E5593"/>
    <w:rsid w:val="002F251B"/>
    <w:rsid w:val="002F34CB"/>
    <w:rsid w:val="002F35A8"/>
    <w:rsid w:val="002F5390"/>
    <w:rsid w:val="002F5CF8"/>
    <w:rsid w:val="00302BF1"/>
    <w:rsid w:val="00302E59"/>
    <w:rsid w:val="00324538"/>
    <w:rsid w:val="00324E8A"/>
    <w:rsid w:val="003310D7"/>
    <w:rsid w:val="00336E6C"/>
    <w:rsid w:val="003379ED"/>
    <w:rsid w:val="003411A7"/>
    <w:rsid w:val="00344A4B"/>
    <w:rsid w:val="00347675"/>
    <w:rsid w:val="00352342"/>
    <w:rsid w:val="003534E2"/>
    <w:rsid w:val="003546C6"/>
    <w:rsid w:val="003626BF"/>
    <w:rsid w:val="003645C1"/>
    <w:rsid w:val="00366F12"/>
    <w:rsid w:val="00367F5B"/>
    <w:rsid w:val="00370FFA"/>
    <w:rsid w:val="00376D7A"/>
    <w:rsid w:val="00385757"/>
    <w:rsid w:val="00385A16"/>
    <w:rsid w:val="00387C93"/>
    <w:rsid w:val="00390803"/>
    <w:rsid w:val="00392C50"/>
    <w:rsid w:val="00393FF5"/>
    <w:rsid w:val="003A7FAA"/>
    <w:rsid w:val="003B0651"/>
    <w:rsid w:val="003B36A2"/>
    <w:rsid w:val="003B51A6"/>
    <w:rsid w:val="003B697C"/>
    <w:rsid w:val="003B6DFA"/>
    <w:rsid w:val="003C06F7"/>
    <w:rsid w:val="003C3B5C"/>
    <w:rsid w:val="003C51BF"/>
    <w:rsid w:val="003C7100"/>
    <w:rsid w:val="003D065B"/>
    <w:rsid w:val="003D3961"/>
    <w:rsid w:val="003D59F5"/>
    <w:rsid w:val="003E3E25"/>
    <w:rsid w:val="003E6917"/>
    <w:rsid w:val="003F114E"/>
    <w:rsid w:val="003F4E60"/>
    <w:rsid w:val="003F5DF7"/>
    <w:rsid w:val="003F79BB"/>
    <w:rsid w:val="004023ED"/>
    <w:rsid w:val="004029BE"/>
    <w:rsid w:val="004205E3"/>
    <w:rsid w:val="00422D92"/>
    <w:rsid w:val="0042557E"/>
    <w:rsid w:val="00431099"/>
    <w:rsid w:val="0043327E"/>
    <w:rsid w:val="004346E1"/>
    <w:rsid w:val="0045284E"/>
    <w:rsid w:val="00454931"/>
    <w:rsid w:val="004551AA"/>
    <w:rsid w:val="00456EF8"/>
    <w:rsid w:val="00465216"/>
    <w:rsid w:val="00466A42"/>
    <w:rsid w:val="00470A08"/>
    <w:rsid w:val="004710BF"/>
    <w:rsid w:val="004713AF"/>
    <w:rsid w:val="00476CAF"/>
    <w:rsid w:val="00482090"/>
    <w:rsid w:val="0048554D"/>
    <w:rsid w:val="00487777"/>
    <w:rsid w:val="00487BEA"/>
    <w:rsid w:val="00487E7B"/>
    <w:rsid w:val="00490930"/>
    <w:rsid w:val="00493009"/>
    <w:rsid w:val="004941B6"/>
    <w:rsid w:val="00495398"/>
    <w:rsid w:val="004955DA"/>
    <w:rsid w:val="00497219"/>
    <w:rsid w:val="004A1CAB"/>
    <w:rsid w:val="004A1CE0"/>
    <w:rsid w:val="004B48E5"/>
    <w:rsid w:val="004B698D"/>
    <w:rsid w:val="004C29D3"/>
    <w:rsid w:val="004C3F3C"/>
    <w:rsid w:val="004C54F3"/>
    <w:rsid w:val="004C64B5"/>
    <w:rsid w:val="004C78E0"/>
    <w:rsid w:val="004D33A8"/>
    <w:rsid w:val="004D3951"/>
    <w:rsid w:val="004D50BF"/>
    <w:rsid w:val="004D6ED6"/>
    <w:rsid w:val="004E2DC7"/>
    <w:rsid w:val="004E39D4"/>
    <w:rsid w:val="004E3E5D"/>
    <w:rsid w:val="004E4386"/>
    <w:rsid w:val="004E5EE7"/>
    <w:rsid w:val="004F39DD"/>
    <w:rsid w:val="004F4138"/>
    <w:rsid w:val="004F6AEC"/>
    <w:rsid w:val="005005FD"/>
    <w:rsid w:val="00504A3A"/>
    <w:rsid w:val="00505060"/>
    <w:rsid w:val="00506C60"/>
    <w:rsid w:val="0051006D"/>
    <w:rsid w:val="00514473"/>
    <w:rsid w:val="00520526"/>
    <w:rsid w:val="00520715"/>
    <w:rsid w:val="00524924"/>
    <w:rsid w:val="00524FDE"/>
    <w:rsid w:val="00526B30"/>
    <w:rsid w:val="00526F56"/>
    <w:rsid w:val="00532CB9"/>
    <w:rsid w:val="00533C83"/>
    <w:rsid w:val="005373F2"/>
    <w:rsid w:val="00546258"/>
    <w:rsid w:val="00547BF0"/>
    <w:rsid w:val="00547DA6"/>
    <w:rsid w:val="00547E61"/>
    <w:rsid w:val="005508E6"/>
    <w:rsid w:val="00552AEC"/>
    <w:rsid w:val="00553C1D"/>
    <w:rsid w:val="00554857"/>
    <w:rsid w:val="00554C0C"/>
    <w:rsid w:val="00556D41"/>
    <w:rsid w:val="00557201"/>
    <w:rsid w:val="005611A8"/>
    <w:rsid w:val="00561CFE"/>
    <w:rsid w:val="00563135"/>
    <w:rsid w:val="00566FB6"/>
    <w:rsid w:val="00570895"/>
    <w:rsid w:val="00570A76"/>
    <w:rsid w:val="0057311C"/>
    <w:rsid w:val="0057552B"/>
    <w:rsid w:val="005813EC"/>
    <w:rsid w:val="00590BA2"/>
    <w:rsid w:val="005923AC"/>
    <w:rsid w:val="005A2259"/>
    <w:rsid w:val="005A55AE"/>
    <w:rsid w:val="005B0989"/>
    <w:rsid w:val="005B1E55"/>
    <w:rsid w:val="005B33B4"/>
    <w:rsid w:val="005B379C"/>
    <w:rsid w:val="005B531E"/>
    <w:rsid w:val="005C1974"/>
    <w:rsid w:val="005C3AAE"/>
    <w:rsid w:val="005C55B3"/>
    <w:rsid w:val="005D7450"/>
    <w:rsid w:val="005E248D"/>
    <w:rsid w:val="005E51E5"/>
    <w:rsid w:val="005F1510"/>
    <w:rsid w:val="005F5C54"/>
    <w:rsid w:val="00600EB2"/>
    <w:rsid w:val="006044D9"/>
    <w:rsid w:val="006063B5"/>
    <w:rsid w:val="006066A3"/>
    <w:rsid w:val="00606939"/>
    <w:rsid w:val="0061091F"/>
    <w:rsid w:val="00611566"/>
    <w:rsid w:val="00611579"/>
    <w:rsid w:val="00617DD9"/>
    <w:rsid w:val="00624D87"/>
    <w:rsid w:val="00626BAF"/>
    <w:rsid w:val="0062780E"/>
    <w:rsid w:val="00632E87"/>
    <w:rsid w:val="00640641"/>
    <w:rsid w:val="00640803"/>
    <w:rsid w:val="00640B9F"/>
    <w:rsid w:val="00641A50"/>
    <w:rsid w:val="006462B5"/>
    <w:rsid w:val="00646895"/>
    <w:rsid w:val="0065391E"/>
    <w:rsid w:val="00654899"/>
    <w:rsid w:val="00655005"/>
    <w:rsid w:val="0066785F"/>
    <w:rsid w:val="00673CC5"/>
    <w:rsid w:val="006741FB"/>
    <w:rsid w:val="0067472A"/>
    <w:rsid w:val="00676EE9"/>
    <w:rsid w:val="00682247"/>
    <w:rsid w:val="00684D21"/>
    <w:rsid w:val="00692935"/>
    <w:rsid w:val="006A0A2F"/>
    <w:rsid w:val="006A0EF8"/>
    <w:rsid w:val="006A489F"/>
    <w:rsid w:val="006B03F7"/>
    <w:rsid w:val="006B0FA7"/>
    <w:rsid w:val="006B2523"/>
    <w:rsid w:val="006C0CD7"/>
    <w:rsid w:val="006C7D54"/>
    <w:rsid w:val="006D2CF2"/>
    <w:rsid w:val="006D358A"/>
    <w:rsid w:val="006E0FD3"/>
    <w:rsid w:val="006E1A99"/>
    <w:rsid w:val="006E5B88"/>
    <w:rsid w:val="006F369B"/>
    <w:rsid w:val="006F3F4D"/>
    <w:rsid w:val="006F4050"/>
    <w:rsid w:val="006F6476"/>
    <w:rsid w:val="007027FC"/>
    <w:rsid w:val="007065B3"/>
    <w:rsid w:val="00711333"/>
    <w:rsid w:val="007122F7"/>
    <w:rsid w:val="0071240D"/>
    <w:rsid w:val="007140D0"/>
    <w:rsid w:val="00714ECB"/>
    <w:rsid w:val="0071773A"/>
    <w:rsid w:val="0072107F"/>
    <w:rsid w:val="0072168B"/>
    <w:rsid w:val="00721FDF"/>
    <w:rsid w:val="0072355B"/>
    <w:rsid w:val="00725F54"/>
    <w:rsid w:val="00734735"/>
    <w:rsid w:val="00734BDE"/>
    <w:rsid w:val="007419E9"/>
    <w:rsid w:val="00743998"/>
    <w:rsid w:val="007461AC"/>
    <w:rsid w:val="00757527"/>
    <w:rsid w:val="00760D00"/>
    <w:rsid w:val="00763A4C"/>
    <w:rsid w:val="0076460D"/>
    <w:rsid w:val="00766F4E"/>
    <w:rsid w:val="0076746E"/>
    <w:rsid w:val="00770F2F"/>
    <w:rsid w:val="00772F65"/>
    <w:rsid w:val="00773460"/>
    <w:rsid w:val="00773E4D"/>
    <w:rsid w:val="00775494"/>
    <w:rsid w:val="00780C40"/>
    <w:rsid w:val="0079140B"/>
    <w:rsid w:val="007956B3"/>
    <w:rsid w:val="007A5AA3"/>
    <w:rsid w:val="007A6D00"/>
    <w:rsid w:val="007A7BE3"/>
    <w:rsid w:val="007B2FC3"/>
    <w:rsid w:val="007B4875"/>
    <w:rsid w:val="007B4ACE"/>
    <w:rsid w:val="007C6165"/>
    <w:rsid w:val="007D1E64"/>
    <w:rsid w:val="007D6F10"/>
    <w:rsid w:val="007E05FC"/>
    <w:rsid w:val="007E18FC"/>
    <w:rsid w:val="007E4D38"/>
    <w:rsid w:val="007F2743"/>
    <w:rsid w:val="007F6EF5"/>
    <w:rsid w:val="008155FD"/>
    <w:rsid w:val="00817754"/>
    <w:rsid w:val="00821B6B"/>
    <w:rsid w:val="00826712"/>
    <w:rsid w:val="00844621"/>
    <w:rsid w:val="00851436"/>
    <w:rsid w:val="00854CDB"/>
    <w:rsid w:val="008553F7"/>
    <w:rsid w:val="00856D83"/>
    <w:rsid w:val="008655AB"/>
    <w:rsid w:val="0086762F"/>
    <w:rsid w:val="0087007D"/>
    <w:rsid w:val="00874CAC"/>
    <w:rsid w:val="0088032A"/>
    <w:rsid w:val="00882029"/>
    <w:rsid w:val="00893DF4"/>
    <w:rsid w:val="008940CB"/>
    <w:rsid w:val="00894387"/>
    <w:rsid w:val="0089462A"/>
    <w:rsid w:val="008A0D24"/>
    <w:rsid w:val="008B351F"/>
    <w:rsid w:val="008B3B8D"/>
    <w:rsid w:val="008B5CBB"/>
    <w:rsid w:val="008B61EC"/>
    <w:rsid w:val="008B7040"/>
    <w:rsid w:val="008C20E8"/>
    <w:rsid w:val="008C4255"/>
    <w:rsid w:val="008C4EE5"/>
    <w:rsid w:val="008C650C"/>
    <w:rsid w:val="008D0537"/>
    <w:rsid w:val="008E5CE2"/>
    <w:rsid w:val="008F4E68"/>
    <w:rsid w:val="00900194"/>
    <w:rsid w:val="00901A5B"/>
    <w:rsid w:val="00903D63"/>
    <w:rsid w:val="00903E46"/>
    <w:rsid w:val="00905331"/>
    <w:rsid w:val="00906A72"/>
    <w:rsid w:val="00913CAC"/>
    <w:rsid w:val="00923220"/>
    <w:rsid w:val="00925DBF"/>
    <w:rsid w:val="00943E27"/>
    <w:rsid w:val="00945FE2"/>
    <w:rsid w:val="009544F3"/>
    <w:rsid w:val="00957F03"/>
    <w:rsid w:val="00962754"/>
    <w:rsid w:val="00963029"/>
    <w:rsid w:val="0096308D"/>
    <w:rsid w:val="009663C1"/>
    <w:rsid w:val="009672BE"/>
    <w:rsid w:val="0097403A"/>
    <w:rsid w:val="00983A95"/>
    <w:rsid w:val="0099080F"/>
    <w:rsid w:val="00995142"/>
    <w:rsid w:val="00996478"/>
    <w:rsid w:val="00997BF5"/>
    <w:rsid w:val="009A1B89"/>
    <w:rsid w:val="009A5F8C"/>
    <w:rsid w:val="009B1F65"/>
    <w:rsid w:val="009B489F"/>
    <w:rsid w:val="009B7296"/>
    <w:rsid w:val="009B794C"/>
    <w:rsid w:val="009D4552"/>
    <w:rsid w:val="009E3657"/>
    <w:rsid w:val="009E5651"/>
    <w:rsid w:val="009E604F"/>
    <w:rsid w:val="009E6AF4"/>
    <w:rsid w:val="009E748F"/>
    <w:rsid w:val="009F21B5"/>
    <w:rsid w:val="009F2C51"/>
    <w:rsid w:val="009F3197"/>
    <w:rsid w:val="009F54B9"/>
    <w:rsid w:val="00A1234F"/>
    <w:rsid w:val="00A124F6"/>
    <w:rsid w:val="00A14485"/>
    <w:rsid w:val="00A21927"/>
    <w:rsid w:val="00A25F43"/>
    <w:rsid w:val="00A271EA"/>
    <w:rsid w:val="00A30C8A"/>
    <w:rsid w:val="00A3162B"/>
    <w:rsid w:val="00A37207"/>
    <w:rsid w:val="00A45A14"/>
    <w:rsid w:val="00A528AB"/>
    <w:rsid w:val="00A55D1B"/>
    <w:rsid w:val="00A5645A"/>
    <w:rsid w:val="00A56569"/>
    <w:rsid w:val="00A60892"/>
    <w:rsid w:val="00A64B79"/>
    <w:rsid w:val="00A664E6"/>
    <w:rsid w:val="00A72BC0"/>
    <w:rsid w:val="00A75B77"/>
    <w:rsid w:val="00A81EA5"/>
    <w:rsid w:val="00A82564"/>
    <w:rsid w:val="00A84226"/>
    <w:rsid w:val="00A8611F"/>
    <w:rsid w:val="00A90B5E"/>
    <w:rsid w:val="00A94DFC"/>
    <w:rsid w:val="00A96EBA"/>
    <w:rsid w:val="00AA2979"/>
    <w:rsid w:val="00AA4E37"/>
    <w:rsid w:val="00AA6763"/>
    <w:rsid w:val="00AB0887"/>
    <w:rsid w:val="00AB48F7"/>
    <w:rsid w:val="00AB580D"/>
    <w:rsid w:val="00AC029A"/>
    <w:rsid w:val="00AC328E"/>
    <w:rsid w:val="00AC56A0"/>
    <w:rsid w:val="00AC619B"/>
    <w:rsid w:val="00AD1184"/>
    <w:rsid w:val="00AD2A6B"/>
    <w:rsid w:val="00AE0B65"/>
    <w:rsid w:val="00AE0FB9"/>
    <w:rsid w:val="00AE4E20"/>
    <w:rsid w:val="00AE6B26"/>
    <w:rsid w:val="00AF35C9"/>
    <w:rsid w:val="00AF35D0"/>
    <w:rsid w:val="00AF442C"/>
    <w:rsid w:val="00B02C90"/>
    <w:rsid w:val="00B055E0"/>
    <w:rsid w:val="00B06ECE"/>
    <w:rsid w:val="00B10287"/>
    <w:rsid w:val="00B14156"/>
    <w:rsid w:val="00B145EC"/>
    <w:rsid w:val="00B14877"/>
    <w:rsid w:val="00B1649A"/>
    <w:rsid w:val="00B17CA1"/>
    <w:rsid w:val="00B17CBF"/>
    <w:rsid w:val="00B241E0"/>
    <w:rsid w:val="00B25A64"/>
    <w:rsid w:val="00B30032"/>
    <w:rsid w:val="00B310B3"/>
    <w:rsid w:val="00B31235"/>
    <w:rsid w:val="00B32E2C"/>
    <w:rsid w:val="00B3462A"/>
    <w:rsid w:val="00B36CAC"/>
    <w:rsid w:val="00B36CFD"/>
    <w:rsid w:val="00B377CD"/>
    <w:rsid w:val="00B43523"/>
    <w:rsid w:val="00B456CD"/>
    <w:rsid w:val="00B5487F"/>
    <w:rsid w:val="00B60EE6"/>
    <w:rsid w:val="00B63588"/>
    <w:rsid w:val="00B73A51"/>
    <w:rsid w:val="00B762C5"/>
    <w:rsid w:val="00B8402D"/>
    <w:rsid w:val="00B86BCC"/>
    <w:rsid w:val="00B91673"/>
    <w:rsid w:val="00B93C6B"/>
    <w:rsid w:val="00B942CC"/>
    <w:rsid w:val="00B946FA"/>
    <w:rsid w:val="00BA1D36"/>
    <w:rsid w:val="00BA3EF9"/>
    <w:rsid w:val="00BA658A"/>
    <w:rsid w:val="00BB3ABF"/>
    <w:rsid w:val="00BB65C6"/>
    <w:rsid w:val="00BB743F"/>
    <w:rsid w:val="00BB7A71"/>
    <w:rsid w:val="00BC0FE0"/>
    <w:rsid w:val="00BC2D6F"/>
    <w:rsid w:val="00BC3BEC"/>
    <w:rsid w:val="00BC5910"/>
    <w:rsid w:val="00BD06B8"/>
    <w:rsid w:val="00BD19F0"/>
    <w:rsid w:val="00BD3631"/>
    <w:rsid w:val="00BE0438"/>
    <w:rsid w:val="00BE4078"/>
    <w:rsid w:val="00BE4941"/>
    <w:rsid w:val="00BE5225"/>
    <w:rsid w:val="00BE61D7"/>
    <w:rsid w:val="00BE7E2F"/>
    <w:rsid w:val="00BE7FD1"/>
    <w:rsid w:val="00BF06FA"/>
    <w:rsid w:val="00BF13DF"/>
    <w:rsid w:val="00BF224D"/>
    <w:rsid w:val="00BF4D5D"/>
    <w:rsid w:val="00BF50F7"/>
    <w:rsid w:val="00BF7EBE"/>
    <w:rsid w:val="00C05B7E"/>
    <w:rsid w:val="00C14669"/>
    <w:rsid w:val="00C15BA9"/>
    <w:rsid w:val="00C1712D"/>
    <w:rsid w:val="00C20F31"/>
    <w:rsid w:val="00C24702"/>
    <w:rsid w:val="00C314E5"/>
    <w:rsid w:val="00C32A73"/>
    <w:rsid w:val="00C32BF9"/>
    <w:rsid w:val="00C37545"/>
    <w:rsid w:val="00C446E5"/>
    <w:rsid w:val="00C4799C"/>
    <w:rsid w:val="00C5343D"/>
    <w:rsid w:val="00C54A1C"/>
    <w:rsid w:val="00C62249"/>
    <w:rsid w:val="00C7594A"/>
    <w:rsid w:val="00C76839"/>
    <w:rsid w:val="00C77C21"/>
    <w:rsid w:val="00C80545"/>
    <w:rsid w:val="00C817D6"/>
    <w:rsid w:val="00C81BA2"/>
    <w:rsid w:val="00C825FC"/>
    <w:rsid w:val="00C83D48"/>
    <w:rsid w:val="00C86576"/>
    <w:rsid w:val="00C936B9"/>
    <w:rsid w:val="00CA5969"/>
    <w:rsid w:val="00CA5F59"/>
    <w:rsid w:val="00CA6FC4"/>
    <w:rsid w:val="00CA7A2A"/>
    <w:rsid w:val="00CB4E32"/>
    <w:rsid w:val="00CB5F41"/>
    <w:rsid w:val="00CB61D8"/>
    <w:rsid w:val="00CB7BAF"/>
    <w:rsid w:val="00CC1230"/>
    <w:rsid w:val="00CC1429"/>
    <w:rsid w:val="00CC61C6"/>
    <w:rsid w:val="00CC687D"/>
    <w:rsid w:val="00CD1793"/>
    <w:rsid w:val="00CD2CBB"/>
    <w:rsid w:val="00CD6F13"/>
    <w:rsid w:val="00CE4E43"/>
    <w:rsid w:val="00CF05A0"/>
    <w:rsid w:val="00CF2D23"/>
    <w:rsid w:val="00CF2E74"/>
    <w:rsid w:val="00CF4C17"/>
    <w:rsid w:val="00D02E58"/>
    <w:rsid w:val="00D055AE"/>
    <w:rsid w:val="00D05C9D"/>
    <w:rsid w:val="00D05DBF"/>
    <w:rsid w:val="00D20961"/>
    <w:rsid w:val="00D2153B"/>
    <w:rsid w:val="00D231CF"/>
    <w:rsid w:val="00D3160A"/>
    <w:rsid w:val="00D31B4E"/>
    <w:rsid w:val="00D33F75"/>
    <w:rsid w:val="00D40593"/>
    <w:rsid w:val="00D4385B"/>
    <w:rsid w:val="00D4549D"/>
    <w:rsid w:val="00D456A8"/>
    <w:rsid w:val="00D45810"/>
    <w:rsid w:val="00D46C42"/>
    <w:rsid w:val="00D54EA3"/>
    <w:rsid w:val="00D56429"/>
    <w:rsid w:val="00D57B84"/>
    <w:rsid w:val="00D646DE"/>
    <w:rsid w:val="00D66CA6"/>
    <w:rsid w:val="00D6791B"/>
    <w:rsid w:val="00D70219"/>
    <w:rsid w:val="00D722ED"/>
    <w:rsid w:val="00D7634E"/>
    <w:rsid w:val="00D76F67"/>
    <w:rsid w:val="00D83561"/>
    <w:rsid w:val="00D87AA3"/>
    <w:rsid w:val="00D908B5"/>
    <w:rsid w:val="00D91CA9"/>
    <w:rsid w:val="00D92FED"/>
    <w:rsid w:val="00D946D1"/>
    <w:rsid w:val="00DA1CB7"/>
    <w:rsid w:val="00DA35E0"/>
    <w:rsid w:val="00DA7ABC"/>
    <w:rsid w:val="00DB0141"/>
    <w:rsid w:val="00DB25A2"/>
    <w:rsid w:val="00DB2B11"/>
    <w:rsid w:val="00DB368E"/>
    <w:rsid w:val="00DB6382"/>
    <w:rsid w:val="00DB7546"/>
    <w:rsid w:val="00DB77F8"/>
    <w:rsid w:val="00DC6D99"/>
    <w:rsid w:val="00DD02E0"/>
    <w:rsid w:val="00DD09B7"/>
    <w:rsid w:val="00DD0BE5"/>
    <w:rsid w:val="00DD4066"/>
    <w:rsid w:val="00DD4F21"/>
    <w:rsid w:val="00DE1815"/>
    <w:rsid w:val="00DE42D5"/>
    <w:rsid w:val="00DE52B8"/>
    <w:rsid w:val="00DF061F"/>
    <w:rsid w:val="00DF318F"/>
    <w:rsid w:val="00DF54AC"/>
    <w:rsid w:val="00E048B9"/>
    <w:rsid w:val="00E04C8D"/>
    <w:rsid w:val="00E20826"/>
    <w:rsid w:val="00E21766"/>
    <w:rsid w:val="00E242B7"/>
    <w:rsid w:val="00E253A2"/>
    <w:rsid w:val="00E345FA"/>
    <w:rsid w:val="00E37292"/>
    <w:rsid w:val="00E37FC2"/>
    <w:rsid w:val="00E40F0E"/>
    <w:rsid w:val="00E43D28"/>
    <w:rsid w:val="00E5271E"/>
    <w:rsid w:val="00E53040"/>
    <w:rsid w:val="00E54EC8"/>
    <w:rsid w:val="00E57666"/>
    <w:rsid w:val="00E6304C"/>
    <w:rsid w:val="00E6664D"/>
    <w:rsid w:val="00E7028A"/>
    <w:rsid w:val="00E72C37"/>
    <w:rsid w:val="00E73244"/>
    <w:rsid w:val="00E75B4A"/>
    <w:rsid w:val="00E776E6"/>
    <w:rsid w:val="00E77D7A"/>
    <w:rsid w:val="00E816AF"/>
    <w:rsid w:val="00E86AEE"/>
    <w:rsid w:val="00E873B4"/>
    <w:rsid w:val="00E87944"/>
    <w:rsid w:val="00E90F04"/>
    <w:rsid w:val="00E93FBB"/>
    <w:rsid w:val="00E940C9"/>
    <w:rsid w:val="00E94703"/>
    <w:rsid w:val="00E9681D"/>
    <w:rsid w:val="00EA44A4"/>
    <w:rsid w:val="00EA46DB"/>
    <w:rsid w:val="00EB21C5"/>
    <w:rsid w:val="00EB505D"/>
    <w:rsid w:val="00EC1567"/>
    <w:rsid w:val="00ED1371"/>
    <w:rsid w:val="00ED23D4"/>
    <w:rsid w:val="00ED2A6B"/>
    <w:rsid w:val="00ED4B17"/>
    <w:rsid w:val="00ED5EDD"/>
    <w:rsid w:val="00ED7CF4"/>
    <w:rsid w:val="00EE47CD"/>
    <w:rsid w:val="00EE78FD"/>
    <w:rsid w:val="00EE7C2E"/>
    <w:rsid w:val="00EF04EE"/>
    <w:rsid w:val="00EF419E"/>
    <w:rsid w:val="00EF5A36"/>
    <w:rsid w:val="00EF5C82"/>
    <w:rsid w:val="00EF5E9C"/>
    <w:rsid w:val="00EF77F9"/>
    <w:rsid w:val="00F00CAC"/>
    <w:rsid w:val="00F01470"/>
    <w:rsid w:val="00F03244"/>
    <w:rsid w:val="00F03700"/>
    <w:rsid w:val="00F03A47"/>
    <w:rsid w:val="00F04A9D"/>
    <w:rsid w:val="00F04AD7"/>
    <w:rsid w:val="00F06AFF"/>
    <w:rsid w:val="00F1512C"/>
    <w:rsid w:val="00F16C1B"/>
    <w:rsid w:val="00F231AA"/>
    <w:rsid w:val="00F260FA"/>
    <w:rsid w:val="00F270FB"/>
    <w:rsid w:val="00F31D70"/>
    <w:rsid w:val="00F3386E"/>
    <w:rsid w:val="00F34F44"/>
    <w:rsid w:val="00F41712"/>
    <w:rsid w:val="00F50F08"/>
    <w:rsid w:val="00F53F98"/>
    <w:rsid w:val="00F54100"/>
    <w:rsid w:val="00F55EDE"/>
    <w:rsid w:val="00F6089F"/>
    <w:rsid w:val="00F70009"/>
    <w:rsid w:val="00F7194D"/>
    <w:rsid w:val="00F728EC"/>
    <w:rsid w:val="00F73AE9"/>
    <w:rsid w:val="00F75DA3"/>
    <w:rsid w:val="00F76663"/>
    <w:rsid w:val="00F7767E"/>
    <w:rsid w:val="00F77AA4"/>
    <w:rsid w:val="00F8040C"/>
    <w:rsid w:val="00F81AFE"/>
    <w:rsid w:val="00F87767"/>
    <w:rsid w:val="00F9057A"/>
    <w:rsid w:val="00F906FA"/>
    <w:rsid w:val="00F92541"/>
    <w:rsid w:val="00F95C50"/>
    <w:rsid w:val="00F960AC"/>
    <w:rsid w:val="00FA43B0"/>
    <w:rsid w:val="00FA5060"/>
    <w:rsid w:val="00FA60DC"/>
    <w:rsid w:val="00FA627D"/>
    <w:rsid w:val="00FA75B7"/>
    <w:rsid w:val="00FC36B3"/>
    <w:rsid w:val="00FC6F39"/>
    <w:rsid w:val="00FD5B4A"/>
    <w:rsid w:val="00FE0CF7"/>
    <w:rsid w:val="00FF12E4"/>
    <w:rsid w:val="00FF629A"/>
    <w:rsid w:val="00FF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E"/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6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5;&#1088;&#1080;&#1083;&#1086;&#1078;&#1077;&#1085;&#1080;&#1077;%203&#1064;&#1072;&#1073;&#1083;&#1086;&#1085;%20&#1087;&#1083;&#1072;&#1085;&#1072;%20&#1090;&#1077;&#1082;&#1091;&#1097;&#1077;&#1075;&#1086;%20&#1088;&#1077;&#1084;&#1086;&#1085;&#1090;&#1072;%20&#1085;&#1072;%202011%20&#1075;&#1086;&#1076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10E4-2F6D-44AC-BCDA-8858C87E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3Шаблон плана текущего ремонта на 2011 год..dotx</Template>
  <TotalTime>147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ЖКХ-Раскат-РОС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2016-03-18T06:59:00Z</cp:lastPrinted>
  <dcterms:created xsi:type="dcterms:W3CDTF">2015-01-26T14:04:00Z</dcterms:created>
  <dcterms:modified xsi:type="dcterms:W3CDTF">2016-03-18T06:59:00Z</dcterms:modified>
</cp:coreProperties>
</file>