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49" w:rsidRDefault="000C3249" w:rsidP="000C3249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«Утверждаю»</w:t>
      </w:r>
    </w:p>
    <w:p w:rsidR="000C3249" w:rsidRDefault="000C3249" w:rsidP="000C3249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Управляющий жилым фондом</w:t>
      </w:r>
    </w:p>
    <w:p w:rsidR="000C3249" w:rsidRDefault="000C3249" w:rsidP="000C3249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ООО «Раскат-РОС»</w:t>
      </w:r>
    </w:p>
    <w:p w:rsidR="000C3249" w:rsidRDefault="000C3249" w:rsidP="000C3249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Е.А.Иогансен                                                                                                                        «___»___________202</w:t>
      </w:r>
      <w:r w:rsidR="008F0754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года.</w:t>
      </w:r>
    </w:p>
    <w:p w:rsidR="008F0754" w:rsidRDefault="008F0754" w:rsidP="000C32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0C3249" w:rsidRDefault="000C3249" w:rsidP="000C32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 НА 202</w:t>
      </w:r>
      <w:r w:rsidR="008F075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E551B5" w:rsidRPr="00212DD2" w:rsidRDefault="00E551B5" w:rsidP="00E551B5">
      <w:pPr>
        <w:jc w:val="center"/>
        <w:rPr>
          <w:rFonts w:ascii="Times New Roman" w:hAnsi="Times New Roman"/>
          <w:sz w:val="22"/>
          <w:szCs w:val="22"/>
        </w:rPr>
      </w:pPr>
      <w:r w:rsidRPr="00212DD2">
        <w:rPr>
          <w:rFonts w:ascii="Times New Roman" w:hAnsi="Times New Roman"/>
          <w:sz w:val="22"/>
          <w:szCs w:val="22"/>
        </w:rPr>
        <w:t>По техническому содержанию, регламентному обслуживанию и проведению текущего ремонта строительных конструкций и инженерного оборудования жилого дома по адресу:</w:t>
      </w:r>
    </w:p>
    <w:p w:rsidR="00E551B5" w:rsidRPr="00212DD2" w:rsidRDefault="00E551B5" w:rsidP="00E551B5">
      <w:pPr>
        <w:jc w:val="center"/>
        <w:rPr>
          <w:rFonts w:ascii="Times New Roman" w:hAnsi="Times New Roman"/>
          <w:b/>
          <w:sz w:val="22"/>
          <w:szCs w:val="22"/>
        </w:rPr>
      </w:pPr>
      <w:r w:rsidRPr="00212DD2">
        <w:rPr>
          <w:rFonts w:ascii="Times New Roman" w:hAnsi="Times New Roman"/>
          <w:b/>
          <w:sz w:val="22"/>
          <w:szCs w:val="22"/>
        </w:rPr>
        <w:t>ул. Полевая д.3,</w:t>
      </w:r>
    </w:p>
    <w:p w:rsidR="00E551B5" w:rsidRDefault="00CC2FD0" w:rsidP="00E551B5">
      <w:pPr>
        <w:ind w:left="-142"/>
        <w:jc w:val="both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 xml:space="preserve">разработанный на основании «Правил и норм технического обслуживания жилого фонда» №170 от 23.09.2003г, «Правил предоставления коммунальных услуг» №354 от 06.05.2011г., </w:t>
      </w:r>
      <w:r>
        <w:rPr>
          <w:rFonts w:ascii="Times New Roman" w:hAnsi="Times New Roman"/>
          <w:color w:val="FF0000"/>
          <w:sz w:val="18"/>
          <w:szCs w:val="18"/>
        </w:rPr>
        <w:t>постановлений Администрации ГО г. Рыбинск: № 3911 от 20.12.2018г "Об утверждении платы за содержание и ремонт жилого помещения" и № 4539 от 17.11.2022 « Об установлении размера платы за содержание жилого помещения»</w:t>
      </w:r>
      <w:r>
        <w:rPr>
          <w:rFonts w:ascii="Times New Roman" w:hAnsi="Times New Roman"/>
          <w:sz w:val="18"/>
          <w:szCs w:val="18"/>
        </w:rPr>
        <w:t>, «Минимального перечня услуг и работ» №290 от 03.04.2013г</w:t>
      </w:r>
      <w:proofErr w:type="gramEnd"/>
      <w:r>
        <w:rPr>
          <w:rFonts w:ascii="Times New Roman" w:hAnsi="Times New Roman"/>
          <w:sz w:val="18"/>
          <w:szCs w:val="18"/>
        </w:rPr>
        <w:t xml:space="preserve">, ПП РФ №1091 от 09.09.2017г, предложений собственников. </w:t>
      </w:r>
    </w:p>
    <w:p w:rsidR="008F0754" w:rsidRPr="00212DD2" w:rsidRDefault="008F0754" w:rsidP="00E551B5">
      <w:pPr>
        <w:ind w:left="-142"/>
        <w:jc w:val="both"/>
        <w:rPr>
          <w:rFonts w:ascii="Times New Roman" w:hAnsi="Times New Roman"/>
          <w:sz w:val="20"/>
          <w:szCs w:val="20"/>
        </w:rPr>
      </w:pPr>
    </w:p>
    <w:tbl>
      <w:tblPr>
        <w:tblW w:w="12907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2"/>
        <w:gridCol w:w="19"/>
        <w:gridCol w:w="6"/>
        <w:gridCol w:w="5925"/>
        <w:gridCol w:w="11"/>
        <w:gridCol w:w="6"/>
        <w:gridCol w:w="1692"/>
        <w:gridCol w:w="1277"/>
        <w:gridCol w:w="9"/>
        <w:gridCol w:w="1427"/>
        <w:gridCol w:w="1843"/>
      </w:tblGrid>
      <w:tr w:rsidR="00E83DA8" w:rsidRPr="00212DD2" w:rsidTr="00E83DA8">
        <w:trPr>
          <w:gridAfter w:val="1"/>
          <w:wAfter w:w="1843" w:type="dxa"/>
        </w:trPr>
        <w:tc>
          <w:tcPr>
            <w:tcW w:w="11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E90502" w:rsidRDefault="008F0754" w:rsidP="00794F85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i/>
                <w:color w:val="31849B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color w:val="31849B"/>
                <w:sz w:val="22"/>
                <w:szCs w:val="22"/>
              </w:rPr>
              <w:t>Калькуляция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</w:rPr>
              <w:t>(</w:t>
            </w:r>
            <w:proofErr w:type="spellStart"/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</w:rPr>
              <w:t>S</w:t>
            </w:r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  <w:vertAlign w:val="subscript"/>
              </w:rPr>
              <w:t>общая</w:t>
            </w:r>
            <w:proofErr w:type="spellEnd"/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  <w:vertAlign w:val="subscript"/>
              </w:rPr>
              <w:t xml:space="preserve"> </w:t>
            </w:r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</w:rPr>
              <w:t xml:space="preserve"> =  2565,00 м</w:t>
            </w:r>
            <w:proofErr w:type="gramStart"/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  <w:vertAlign w:val="superscript"/>
              </w:rPr>
              <w:t>2</w:t>
            </w:r>
            <w:proofErr w:type="gramEnd"/>
            <w:r w:rsidRPr="00E90502">
              <w:rPr>
                <w:rFonts w:ascii="Times New Roman" w:hAnsi="Times New Roman"/>
                <w:i/>
                <w:color w:val="31849B"/>
                <w:sz w:val="22"/>
                <w:szCs w:val="22"/>
              </w:rPr>
              <w:t>)</w:t>
            </w:r>
          </w:p>
        </w:tc>
      </w:tr>
      <w:tr w:rsidR="00E83DA8" w:rsidRPr="00212DD2" w:rsidTr="00E83DA8">
        <w:trPr>
          <w:gridAfter w:val="1"/>
          <w:wAfter w:w="1843" w:type="dxa"/>
          <w:trHeight w:val="816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Перечень регламентных мероприятий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(минимальный перечень услуг и работ)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 xml:space="preserve">Периодичность,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работ и услуг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 xml:space="preserve">Стоимость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на 1м</w:t>
            </w:r>
            <w:r w:rsidRPr="00212DD2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(руб/мес.)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8F0754" w:rsidRPr="00212DD2" w:rsidTr="001164CE">
        <w:trPr>
          <w:gridAfter w:val="1"/>
          <w:wAfter w:w="1843" w:type="dxa"/>
          <w:trHeight w:val="41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54" w:rsidRPr="00212DD2" w:rsidRDefault="008F0754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Санитарное содержание мест общего пользования п.3.2.1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8F0754" w:rsidRPr="00212DD2" w:rsidRDefault="008F0754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2,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48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54" w:rsidRDefault="008F0754">
            <w:pPr>
              <w:jc w:val="center"/>
            </w:pPr>
          </w:p>
        </w:tc>
      </w:tr>
      <w:tr w:rsidR="008F0754" w:rsidRPr="00212DD2" w:rsidTr="001164CE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54" w:rsidRPr="00212DD2" w:rsidRDefault="008F0754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Содержание придомовой территории, п.3.5, п.3.6</w:t>
            </w:r>
          </w:p>
        </w:tc>
        <w:tc>
          <w:tcPr>
            <w:tcW w:w="169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3A255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      3,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83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54" w:rsidRDefault="008F0754">
            <w:pPr>
              <w:jc w:val="center"/>
            </w:pPr>
          </w:p>
        </w:tc>
      </w:tr>
      <w:tr w:rsidR="008F0754" w:rsidRPr="00212DD2" w:rsidTr="001164CE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54" w:rsidRPr="00212DD2" w:rsidRDefault="008F0754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Управление</w:t>
            </w:r>
          </w:p>
        </w:tc>
        <w:tc>
          <w:tcPr>
            <w:tcW w:w="16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54" w:rsidRPr="00212DD2" w:rsidRDefault="008F0754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1,14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754" w:rsidRDefault="008F0754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552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внутридомовой системы отопления, п.5.1, п.5.2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В отопител</w:t>
            </w: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ь</w:t>
            </w: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ный период,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194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системы холодного водоснабжения, п.5.3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22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системы горячего водоснабжения, п.5.3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Обслуживание насосной станции ХВС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внутридомовых канализационных линий п.5.8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конструктивных элементов п.4.1, п.4.2.1, п.4.2.4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Согласно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правилам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>эксплуатации МКД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98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330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Эксплуатация кровель п.4.6</w:t>
            </w:r>
          </w:p>
        </w:tc>
        <w:tc>
          <w:tcPr>
            <w:tcW w:w="16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0,97</w:t>
            </w:r>
          </w:p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50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Эксплуатация сетей электроснабжения и электрического  оборудования </w:t>
            </w:r>
            <w:proofErr w:type="spell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пп</w:t>
            </w:r>
            <w:proofErr w:type="gram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.Б</w:t>
            </w:r>
            <w:proofErr w:type="spellEnd"/>
            <w:proofErr w:type="gramEnd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 пост. пр. РФ №354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0,4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Аварийная круглосуточная диспетчерская служба п.2.7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1,39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Обслуживание </w:t>
            </w:r>
            <w:proofErr w:type="spell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общедомового</w:t>
            </w:r>
            <w:proofErr w:type="spellEnd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 газового оборудования (ВДГО)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i/>
                <w:sz w:val="22"/>
                <w:szCs w:val="22"/>
                <w:lang w:val="en-US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Обслуживание  вентиляционных каналов  (ВДПО)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0,1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558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Расчетно-кассовое обслуживание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0,62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 xml:space="preserve">Услуги </w:t>
            </w:r>
            <w:proofErr w:type="spellStart"/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дезостанции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 раз в год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Противопожарные мероприятия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2 раза в год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0,03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Содержание лифтов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Согласно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договору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4,26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Обслуживание ОДПУ ХВС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Ежемесячно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  <w:trHeight w:val="139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Подготовка к сезонной эксплуатации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Согласно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правилам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DD2">
              <w:rPr>
                <w:rFonts w:ascii="Times New Roman" w:hAnsi="Times New Roman"/>
                <w:sz w:val="22"/>
                <w:szCs w:val="22"/>
              </w:rPr>
              <w:t>эксплуатации МКД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A255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Cs/>
                <w:sz w:val="22"/>
                <w:szCs w:val="22"/>
              </w:rPr>
              <w:t>1,54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DA8" w:rsidRDefault="00E83DA8">
            <w:pPr>
              <w:jc w:val="center"/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8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Итого: </w:t>
            </w:r>
          </w:p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(без обслуживания ОДПУ отопления</w:t>
            </w:r>
            <w:r w:rsidRPr="00212D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стоимостью - 0,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51</w:t>
            </w: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руб/</w:t>
            </w:r>
            <w:proofErr w:type="spellStart"/>
            <w:proofErr w:type="gramStart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мес</w:t>
            </w:r>
            <w:proofErr w:type="spellEnd"/>
            <w:proofErr w:type="gramEnd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 xml:space="preserve">/м2, </w:t>
            </w:r>
          </w:p>
          <w:p w:rsidR="00E83DA8" w:rsidRPr="00212DD2" w:rsidRDefault="00E83DA8" w:rsidP="00EB3A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без уборки мусоропроводов стоимостью – 2,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2руб/</w:t>
            </w:r>
            <w:proofErr w:type="spellStart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мес</w:t>
            </w:r>
            <w:proofErr w:type="spellEnd"/>
            <w:r w:rsidRPr="00212DD2">
              <w:rPr>
                <w:rFonts w:ascii="Times New Roman" w:hAnsi="Times New Roman"/>
                <w:bCs/>
                <w:sz w:val="20"/>
                <w:szCs w:val="20"/>
              </w:rPr>
              <w:t>/м2)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3DA8" w:rsidRPr="00A671AD" w:rsidRDefault="00E83DA8" w:rsidP="00794F85">
            <w:pPr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24,86</w:t>
            </w:r>
            <w:r w:rsidRPr="00212DD2">
              <w:rPr>
                <w:rFonts w:ascii="Times New Roman" w:hAnsi="Times New Roman"/>
                <w:b/>
                <w:bCs/>
                <w:sz w:val="22"/>
                <w:szCs w:val="22"/>
              </w:rPr>
              <w:t>руб.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DA8" w:rsidRPr="00212DD2" w:rsidRDefault="00E83DA8" w:rsidP="00794F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DA8" w:rsidRPr="00212DD2" w:rsidTr="00E83DA8">
        <w:trPr>
          <w:gridAfter w:val="1"/>
          <w:wAfter w:w="1843" w:type="dxa"/>
          <w:trHeight w:val="498"/>
        </w:trPr>
        <w:tc>
          <w:tcPr>
            <w:tcW w:w="11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12DD2">
              <w:rPr>
                <w:rFonts w:ascii="Times New Roman" w:hAnsi="Times New Roman"/>
                <w:b/>
                <w:i/>
              </w:rPr>
              <w:lastRenderedPageBreak/>
              <w:t>Работы по ремонту элементов общего имущества</w:t>
            </w:r>
          </w:p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i/>
              </w:rPr>
            </w:pPr>
            <w:r w:rsidRPr="00212DD2">
              <w:rPr>
                <w:rFonts w:ascii="Times New Roman" w:hAnsi="Times New Roman"/>
                <w:b/>
                <w:i/>
              </w:rPr>
              <w:t>сверх установленного  тарифа на «СРЖ»</w:t>
            </w:r>
          </w:p>
        </w:tc>
      </w:tr>
      <w:tr w:rsidR="00E83DA8" w:rsidRPr="00212DD2" w:rsidTr="00E83DA8">
        <w:trPr>
          <w:gridAfter w:val="1"/>
          <w:wAfter w:w="1843" w:type="dxa"/>
          <w:trHeight w:val="416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212DD2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Плановый период / условия</w:t>
            </w:r>
          </w:p>
          <w:p w:rsidR="00E83DA8" w:rsidRPr="00212DD2" w:rsidRDefault="00E83DA8" w:rsidP="00C834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выполнения работ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C834B6">
            <w:pPr>
              <w:jc w:val="center"/>
              <w:rPr>
                <w:rFonts w:ascii="Times New Roman" w:hAnsi="Times New Roman"/>
              </w:rPr>
            </w:pPr>
            <w:r w:rsidRPr="00212DD2">
              <w:rPr>
                <w:rFonts w:ascii="Times New Roman" w:hAnsi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130706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ED7729" w:rsidRDefault="00E83DA8" w:rsidP="0096456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ED7729" w:rsidRDefault="00E83DA8" w:rsidP="009645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1307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130706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ED7729" w:rsidRDefault="00E83DA8" w:rsidP="00964560">
            <w:pPr>
              <w:rPr>
                <w:sz w:val="22"/>
                <w:szCs w:val="22"/>
              </w:rPr>
            </w:pPr>
          </w:p>
        </w:tc>
        <w:tc>
          <w:tcPr>
            <w:tcW w:w="29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ED7729" w:rsidRDefault="00E83DA8" w:rsidP="009645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13070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83DA8" w:rsidRPr="00212DD2" w:rsidTr="00E83DA8">
        <w:tc>
          <w:tcPr>
            <w:tcW w:w="110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01398F" w:rsidRDefault="00E83DA8" w:rsidP="004332F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Уведомление собственникам </w:t>
            </w:r>
          </w:p>
          <w:p w:rsidR="00E83DA8" w:rsidRPr="0001398F" w:rsidRDefault="00E83DA8" w:rsidP="004332F9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>о необходимости капитального ремонта элементов общего имущества МКД</w:t>
            </w:r>
          </w:p>
          <w:p w:rsidR="00E83DA8" w:rsidRPr="00212DD2" w:rsidRDefault="00E83DA8" w:rsidP="004332F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на средства со </w:t>
            </w:r>
            <w:proofErr w:type="spellStart"/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>спецсчета</w:t>
            </w:r>
            <w:proofErr w:type="spellEnd"/>
            <w:r w:rsidRPr="0001398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РО фонда капремонта.</w:t>
            </w:r>
          </w:p>
        </w:tc>
        <w:tc>
          <w:tcPr>
            <w:tcW w:w="1843" w:type="dxa"/>
            <w:vAlign w:val="center"/>
          </w:tcPr>
          <w:p w:rsidR="00E83DA8" w:rsidRPr="00ED7729" w:rsidRDefault="00E83DA8" w:rsidP="0096456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7729">
              <w:rPr>
                <w:rFonts w:ascii="Times New Roman" w:hAnsi="Times New Roman"/>
                <w:sz w:val="22"/>
                <w:szCs w:val="22"/>
              </w:rPr>
              <w:t xml:space="preserve">2 </w:t>
            </w:r>
            <w:proofErr w:type="spellStart"/>
            <w:r w:rsidRPr="00ED7729">
              <w:rPr>
                <w:rFonts w:ascii="Times New Roman" w:hAnsi="Times New Roman"/>
                <w:sz w:val="22"/>
                <w:szCs w:val="22"/>
              </w:rPr>
              <w:t>кв-л</w:t>
            </w:r>
            <w:proofErr w:type="spellEnd"/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212DD2" w:rsidRDefault="00E83DA8" w:rsidP="004332F9">
            <w:pPr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212DD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>емонт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 xml:space="preserve"> розлива отопления</w:t>
            </w:r>
          </w:p>
        </w:tc>
        <w:tc>
          <w:tcPr>
            <w:tcW w:w="298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DA8" w:rsidRPr="00A71BEF" w:rsidRDefault="00E83DA8" w:rsidP="00D638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E83DA8" w:rsidRDefault="00E83DA8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>2026-2028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E83DA8" w:rsidRPr="004B3465" w:rsidRDefault="00E83DA8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2011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E83DA8" w:rsidRPr="005C6DD1" w:rsidRDefault="00E83DA8" w:rsidP="00D6386E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212DD2" w:rsidRDefault="00E83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D6386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емонт системы канализации 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83DA8" w:rsidRPr="00A71BEF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E83DA8" w:rsidRDefault="00E83DA8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9-2031гг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E83DA8" w:rsidRPr="004B3465" w:rsidRDefault="00E83DA8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2031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E83DA8" w:rsidRPr="005C6DD1" w:rsidRDefault="00E83DA8" w:rsidP="0091031B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212DD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>емонт системы электроснабжения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A71BEF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E83DA8" w:rsidRDefault="00E83DA8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2032-2034гг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E83DA8" w:rsidRPr="004B3465" w:rsidRDefault="00E83DA8" w:rsidP="0091031B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2011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E83DA8" w:rsidRPr="005C6DD1" w:rsidRDefault="00E83DA8" w:rsidP="0091031B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212DD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>емонт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лифтов – 2 шт.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A71BEF" w:rsidRDefault="00E83DA8" w:rsidP="00D638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E83DA8" w:rsidRDefault="00E83DA8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2032-2034гг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E83DA8" w:rsidRPr="00D6386E" w:rsidRDefault="00E83DA8" w:rsidP="00D638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до 2025г</w:t>
            </w:r>
          </w:p>
          <w:p w:rsidR="00E83DA8" w:rsidRPr="00D6386E" w:rsidRDefault="00E83DA8" w:rsidP="00D6386E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6386E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4332F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363D4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Капр</w:t>
            </w:r>
            <w:r w:rsidRPr="00212DD2">
              <w:rPr>
                <w:rFonts w:ascii="Times New Roman" w:hAnsi="Times New Roman"/>
                <w:sz w:val="22"/>
                <w:szCs w:val="22"/>
              </w:rPr>
              <w:t xml:space="preserve">емонт </w:t>
            </w:r>
            <w:r>
              <w:rPr>
                <w:rFonts w:ascii="Times New Roman" w:hAnsi="Times New Roman"/>
                <w:sz w:val="22"/>
                <w:szCs w:val="22"/>
              </w:rPr>
              <w:t>фасада (установка окон ПВХ, ремонт огражд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ний лоджий, отмостки, цоколя)</w:t>
            </w:r>
          </w:p>
        </w:tc>
        <w:tc>
          <w:tcPr>
            <w:tcW w:w="298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A8" w:rsidRPr="00A71BEF" w:rsidRDefault="00E83DA8" w:rsidP="007353C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Программа Регионального фонда 2014-2043гг, Приложения №1:</w:t>
            </w:r>
          </w:p>
          <w:p w:rsidR="00E83DA8" w:rsidRDefault="00E83DA8" w:rsidP="007353CA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2032-2034гг</w:t>
            </w:r>
            <w:r w:rsidRPr="004B3465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  <w:p w:rsidR="00E83DA8" w:rsidRPr="004B3465" w:rsidRDefault="00E83DA8" w:rsidP="007353CA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Технический</w:t>
            </w:r>
            <w:r w:rsidRPr="00D6386E">
              <w:rPr>
                <w:rFonts w:ascii="Times New Roman" w:hAnsi="Times New Roman"/>
                <w:sz w:val="18"/>
                <w:szCs w:val="18"/>
              </w:rPr>
              <w:t xml:space="preserve"> регламент: </w:t>
            </w:r>
            <w:r>
              <w:rPr>
                <w:rFonts w:ascii="Times New Roman" w:hAnsi="Times New Roman"/>
                <w:color w:val="C00000"/>
                <w:sz w:val="18"/>
                <w:szCs w:val="18"/>
              </w:rPr>
              <w:t>до 2011</w:t>
            </w:r>
            <w:r w:rsidRPr="00D6386E">
              <w:rPr>
                <w:rFonts w:ascii="Times New Roman" w:hAnsi="Times New Roman"/>
                <w:color w:val="C00000"/>
                <w:sz w:val="18"/>
                <w:szCs w:val="18"/>
              </w:rPr>
              <w:t>г</w:t>
            </w:r>
          </w:p>
          <w:p w:rsidR="00E83DA8" w:rsidRPr="005C6DD1" w:rsidRDefault="00E83DA8" w:rsidP="007353CA">
            <w:pPr>
              <w:rPr>
                <w:rFonts w:ascii="Times New Roman" w:hAnsi="Times New Roman"/>
                <w:sz w:val="22"/>
                <w:szCs w:val="22"/>
              </w:rPr>
            </w:pPr>
            <w:r w:rsidRPr="00A71BEF">
              <w:rPr>
                <w:rFonts w:ascii="Times New Roman" w:hAnsi="Times New Roman"/>
                <w:sz w:val="18"/>
                <w:szCs w:val="18"/>
              </w:rPr>
              <w:t>Досрочно - по решению ОССП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A8" w:rsidRPr="00212DD2" w:rsidRDefault="00E83DA8" w:rsidP="007353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3DA8" w:rsidRPr="00212DD2" w:rsidTr="00E83DA8">
        <w:trPr>
          <w:gridAfter w:val="1"/>
          <w:wAfter w:w="1843" w:type="dxa"/>
        </w:trPr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4332F9">
            <w:pPr>
              <w:numPr>
                <w:ilvl w:val="0"/>
                <w:numId w:val="11"/>
              </w:num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91031B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12DD2">
              <w:rPr>
                <w:rFonts w:ascii="Times New Roman" w:hAnsi="Times New Roman"/>
                <w:sz w:val="22"/>
                <w:szCs w:val="22"/>
                <w:lang w:eastAsia="en-US"/>
              </w:rPr>
              <w:t>Установка узла учета тепловой энергии (УУТЭ)</w:t>
            </w:r>
          </w:p>
        </w:tc>
        <w:tc>
          <w:tcPr>
            <w:tcW w:w="2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DD2">
              <w:rPr>
                <w:rFonts w:ascii="Times New Roman" w:hAnsi="Times New Roman"/>
                <w:sz w:val="18"/>
                <w:szCs w:val="18"/>
              </w:rPr>
              <w:t xml:space="preserve">ФЗ-261 от 23.11.2009г. </w:t>
            </w:r>
          </w:p>
          <w:p w:rsidR="00E83DA8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E73274">
              <w:rPr>
                <w:rFonts w:ascii="Times New Roman" w:hAnsi="Times New Roman"/>
                <w:sz w:val="18"/>
                <w:szCs w:val="18"/>
              </w:rPr>
              <w:t xml:space="preserve">т. 5 п.п. 14  Закона Ярославской области от 28.06.2013г №32-з </w:t>
            </w:r>
          </w:p>
          <w:p w:rsidR="00E83DA8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3274">
              <w:rPr>
                <w:rFonts w:ascii="Times New Roman" w:hAnsi="Times New Roman"/>
                <w:sz w:val="18"/>
                <w:szCs w:val="18"/>
              </w:rPr>
              <w:t>(в редакции 18.02.2020г)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E7327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83DA8" w:rsidRPr="00212DD2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После капремонта отопления.</w:t>
            </w:r>
          </w:p>
          <w:p w:rsidR="00E83DA8" w:rsidRPr="00212DD2" w:rsidRDefault="00E83DA8" w:rsidP="0091031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DD2">
              <w:rPr>
                <w:rFonts w:ascii="Times New Roman" w:hAnsi="Times New Roman"/>
                <w:sz w:val="18"/>
                <w:szCs w:val="18"/>
              </w:rPr>
              <w:t xml:space="preserve">РСО или собственники </w:t>
            </w:r>
          </w:p>
          <w:p w:rsidR="00E83DA8" w:rsidRPr="00212DD2" w:rsidRDefault="00E83DA8" w:rsidP="00E7327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2DD2">
              <w:rPr>
                <w:rFonts w:ascii="Times New Roman" w:hAnsi="Times New Roman"/>
                <w:sz w:val="18"/>
                <w:szCs w:val="18"/>
              </w:rPr>
              <w:t>по решению ОССП</w:t>
            </w:r>
          </w:p>
        </w:tc>
        <w:tc>
          <w:tcPr>
            <w:tcW w:w="1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3DA8" w:rsidRPr="00212DD2" w:rsidRDefault="00E83DA8" w:rsidP="0091031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400F4F" w:rsidRPr="00212DD2" w:rsidRDefault="00400F4F" w:rsidP="00400F4F">
      <w:pPr>
        <w:jc w:val="both"/>
        <w:rPr>
          <w:rFonts w:ascii="Times New Roman" w:hAnsi="Times New Roman"/>
          <w:sz w:val="22"/>
          <w:szCs w:val="22"/>
        </w:rPr>
      </w:pPr>
    </w:p>
    <w:p w:rsidR="00400F4F" w:rsidRPr="00212DD2" w:rsidRDefault="00400F4F" w:rsidP="00400F4F">
      <w:pPr>
        <w:jc w:val="both"/>
        <w:rPr>
          <w:rFonts w:ascii="Times New Roman" w:hAnsi="Times New Roman"/>
          <w:sz w:val="22"/>
          <w:szCs w:val="22"/>
        </w:rPr>
      </w:pPr>
      <w:r w:rsidRPr="00212DD2">
        <w:rPr>
          <w:rFonts w:ascii="Times New Roman" w:hAnsi="Times New Roman"/>
          <w:sz w:val="22"/>
          <w:szCs w:val="22"/>
        </w:rPr>
        <w:t>Зам</w:t>
      </w:r>
      <w:proofErr w:type="gramStart"/>
      <w:r w:rsidRPr="00212DD2">
        <w:rPr>
          <w:rFonts w:ascii="Times New Roman" w:hAnsi="Times New Roman"/>
          <w:sz w:val="22"/>
          <w:szCs w:val="22"/>
        </w:rPr>
        <w:t>.д</w:t>
      </w:r>
      <w:proofErr w:type="gramEnd"/>
      <w:r w:rsidRPr="00212DD2">
        <w:rPr>
          <w:rFonts w:ascii="Times New Roman" w:hAnsi="Times New Roman"/>
          <w:sz w:val="22"/>
          <w:szCs w:val="22"/>
        </w:rPr>
        <w:t xml:space="preserve">иректора ООО «РАСКАТ-РОС» </w:t>
      </w:r>
    </w:p>
    <w:p w:rsidR="00400F4F" w:rsidRPr="00212DD2" w:rsidRDefault="00400F4F" w:rsidP="00400F4F">
      <w:pPr>
        <w:jc w:val="both"/>
        <w:rPr>
          <w:rFonts w:ascii="Times New Roman" w:hAnsi="Times New Roman"/>
          <w:sz w:val="22"/>
          <w:szCs w:val="22"/>
        </w:rPr>
      </w:pPr>
      <w:r w:rsidRPr="00212DD2">
        <w:rPr>
          <w:rFonts w:ascii="Times New Roman" w:hAnsi="Times New Roman"/>
          <w:sz w:val="22"/>
          <w:szCs w:val="22"/>
        </w:rPr>
        <w:t>по техническим вопросам:                                                           С.В.Сенин.</w:t>
      </w:r>
    </w:p>
    <w:p w:rsidR="00676EE9" w:rsidRPr="00212DD2" w:rsidRDefault="00676EE9" w:rsidP="00721213">
      <w:pPr>
        <w:jc w:val="center"/>
        <w:rPr>
          <w:rFonts w:ascii="Times New Roman" w:hAnsi="Times New Roman"/>
          <w:sz w:val="22"/>
          <w:szCs w:val="22"/>
        </w:rPr>
      </w:pPr>
    </w:p>
    <w:sectPr w:rsidR="00676EE9" w:rsidRPr="00212DD2" w:rsidSect="00EF37BA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A74" w:rsidRDefault="003A2A74" w:rsidP="00D66CA6">
      <w:r>
        <w:separator/>
      </w:r>
    </w:p>
  </w:endnote>
  <w:endnote w:type="continuationSeparator" w:id="1">
    <w:p w:rsidR="003A2A74" w:rsidRDefault="003A2A74" w:rsidP="00D66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E3" w:rsidRPr="00D66CA6" w:rsidRDefault="00AB27E3">
    <w:pPr>
      <w:pStyle w:val="a6"/>
      <w:rPr>
        <w:i/>
        <w:sz w:val="28"/>
      </w:rPr>
    </w:pPr>
  </w:p>
  <w:p w:rsidR="00AB27E3" w:rsidRDefault="00AB27E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A74" w:rsidRDefault="003A2A74" w:rsidP="00D66CA6">
      <w:r>
        <w:separator/>
      </w:r>
    </w:p>
  </w:footnote>
  <w:footnote w:type="continuationSeparator" w:id="1">
    <w:p w:rsidR="003A2A74" w:rsidRDefault="003A2A74" w:rsidP="00D66C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A3689"/>
    <w:multiLevelType w:val="hybridMultilevel"/>
    <w:tmpl w:val="D1B23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200E7"/>
    <w:multiLevelType w:val="hybridMultilevel"/>
    <w:tmpl w:val="8C121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AB5FF9"/>
    <w:multiLevelType w:val="hybridMultilevel"/>
    <w:tmpl w:val="17428CCE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5412F90"/>
    <w:multiLevelType w:val="hybridMultilevel"/>
    <w:tmpl w:val="ABB4BC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B75EE6"/>
    <w:multiLevelType w:val="hybridMultilevel"/>
    <w:tmpl w:val="8C1214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056167"/>
    <w:multiLevelType w:val="hybridMultilevel"/>
    <w:tmpl w:val="C4BA97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62BA2"/>
    <w:multiLevelType w:val="hybridMultilevel"/>
    <w:tmpl w:val="5A944818"/>
    <w:lvl w:ilvl="0" w:tplc="1F707B0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1216B8"/>
    <w:multiLevelType w:val="hybridMultilevel"/>
    <w:tmpl w:val="5D0884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C11175"/>
    <w:multiLevelType w:val="hybridMultilevel"/>
    <w:tmpl w:val="3EC469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EBA"/>
    <w:rsid w:val="000009E6"/>
    <w:rsid w:val="00001854"/>
    <w:rsid w:val="00003090"/>
    <w:rsid w:val="000053A4"/>
    <w:rsid w:val="00013121"/>
    <w:rsid w:val="00014281"/>
    <w:rsid w:val="000178AE"/>
    <w:rsid w:val="0002029B"/>
    <w:rsid w:val="00022309"/>
    <w:rsid w:val="000250D2"/>
    <w:rsid w:val="000274D6"/>
    <w:rsid w:val="000320EC"/>
    <w:rsid w:val="0003676E"/>
    <w:rsid w:val="000403A3"/>
    <w:rsid w:val="000416E2"/>
    <w:rsid w:val="00041700"/>
    <w:rsid w:val="00044964"/>
    <w:rsid w:val="00044DB2"/>
    <w:rsid w:val="00050F61"/>
    <w:rsid w:val="00053585"/>
    <w:rsid w:val="000621B2"/>
    <w:rsid w:val="000734FF"/>
    <w:rsid w:val="0007472F"/>
    <w:rsid w:val="00074FCE"/>
    <w:rsid w:val="00075838"/>
    <w:rsid w:val="00075EFB"/>
    <w:rsid w:val="000772F6"/>
    <w:rsid w:val="000818A5"/>
    <w:rsid w:val="000843C3"/>
    <w:rsid w:val="00084DC3"/>
    <w:rsid w:val="00087897"/>
    <w:rsid w:val="0009531C"/>
    <w:rsid w:val="00095344"/>
    <w:rsid w:val="000A0186"/>
    <w:rsid w:val="000A156C"/>
    <w:rsid w:val="000A2650"/>
    <w:rsid w:val="000A4D27"/>
    <w:rsid w:val="000B1F70"/>
    <w:rsid w:val="000B42FB"/>
    <w:rsid w:val="000B46BE"/>
    <w:rsid w:val="000C148F"/>
    <w:rsid w:val="000C3249"/>
    <w:rsid w:val="000D0A9D"/>
    <w:rsid w:val="000D137D"/>
    <w:rsid w:val="000D180C"/>
    <w:rsid w:val="000D64B0"/>
    <w:rsid w:val="000E1283"/>
    <w:rsid w:val="000E3045"/>
    <w:rsid w:val="000E6412"/>
    <w:rsid w:val="000F0975"/>
    <w:rsid w:val="000F2B9D"/>
    <w:rsid w:val="001010D7"/>
    <w:rsid w:val="001048E6"/>
    <w:rsid w:val="0010759B"/>
    <w:rsid w:val="0011282C"/>
    <w:rsid w:val="00112CF8"/>
    <w:rsid w:val="001168CD"/>
    <w:rsid w:val="001213AD"/>
    <w:rsid w:val="00130706"/>
    <w:rsid w:val="00133809"/>
    <w:rsid w:val="00133F17"/>
    <w:rsid w:val="0013438E"/>
    <w:rsid w:val="00135E88"/>
    <w:rsid w:val="00136106"/>
    <w:rsid w:val="00136E4A"/>
    <w:rsid w:val="00140F29"/>
    <w:rsid w:val="0014122C"/>
    <w:rsid w:val="001430FC"/>
    <w:rsid w:val="00143271"/>
    <w:rsid w:val="0014427E"/>
    <w:rsid w:val="00144852"/>
    <w:rsid w:val="00144BB1"/>
    <w:rsid w:val="00151D76"/>
    <w:rsid w:val="00151DB4"/>
    <w:rsid w:val="00154A01"/>
    <w:rsid w:val="001550B4"/>
    <w:rsid w:val="00156C44"/>
    <w:rsid w:val="001602B9"/>
    <w:rsid w:val="00160AC6"/>
    <w:rsid w:val="00162281"/>
    <w:rsid w:val="00162773"/>
    <w:rsid w:val="00167210"/>
    <w:rsid w:val="00167BC9"/>
    <w:rsid w:val="00173603"/>
    <w:rsid w:val="001738A3"/>
    <w:rsid w:val="00173952"/>
    <w:rsid w:val="001741E7"/>
    <w:rsid w:val="0018340B"/>
    <w:rsid w:val="00186EB2"/>
    <w:rsid w:val="0019108E"/>
    <w:rsid w:val="00193716"/>
    <w:rsid w:val="00195693"/>
    <w:rsid w:val="00195EB7"/>
    <w:rsid w:val="001A7311"/>
    <w:rsid w:val="001C0912"/>
    <w:rsid w:val="001C147E"/>
    <w:rsid w:val="001C4DD7"/>
    <w:rsid w:val="001C5FDF"/>
    <w:rsid w:val="001D47BE"/>
    <w:rsid w:val="001D7A4E"/>
    <w:rsid w:val="001E2A56"/>
    <w:rsid w:val="001E60E1"/>
    <w:rsid w:val="001F08AE"/>
    <w:rsid w:val="00203C99"/>
    <w:rsid w:val="0021075A"/>
    <w:rsid w:val="00212064"/>
    <w:rsid w:val="00212B2B"/>
    <w:rsid w:val="00212DD2"/>
    <w:rsid w:val="00214E64"/>
    <w:rsid w:val="00221406"/>
    <w:rsid w:val="002262F4"/>
    <w:rsid w:val="0023069F"/>
    <w:rsid w:val="00230BC1"/>
    <w:rsid w:val="0023377F"/>
    <w:rsid w:val="002410EC"/>
    <w:rsid w:val="0024143C"/>
    <w:rsid w:val="0025448A"/>
    <w:rsid w:val="0025664A"/>
    <w:rsid w:val="00261EF5"/>
    <w:rsid w:val="00263DCB"/>
    <w:rsid w:val="00267040"/>
    <w:rsid w:val="00271BC3"/>
    <w:rsid w:val="00276454"/>
    <w:rsid w:val="00277B7B"/>
    <w:rsid w:val="00283C6B"/>
    <w:rsid w:val="00284DAC"/>
    <w:rsid w:val="00285916"/>
    <w:rsid w:val="00286672"/>
    <w:rsid w:val="00296A83"/>
    <w:rsid w:val="00296B1D"/>
    <w:rsid w:val="002A05FA"/>
    <w:rsid w:val="002A4EA2"/>
    <w:rsid w:val="002A64F5"/>
    <w:rsid w:val="002A7BA8"/>
    <w:rsid w:val="002B0CAE"/>
    <w:rsid w:val="002B1756"/>
    <w:rsid w:val="002B50AB"/>
    <w:rsid w:val="002B52EF"/>
    <w:rsid w:val="002C1889"/>
    <w:rsid w:val="002C7FEC"/>
    <w:rsid w:val="002D23FD"/>
    <w:rsid w:val="002E3C89"/>
    <w:rsid w:val="002E4D0B"/>
    <w:rsid w:val="002F251B"/>
    <w:rsid w:val="002F34CB"/>
    <w:rsid w:val="002F35A8"/>
    <w:rsid w:val="002F45B6"/>
    <w:rsid w:val="002F5390"/>
    <w:rsid w:val="002F5CF8"/>
    <w:rsid w:val="002F6EAC"/>
    <w:rsid w:val="00302BF1"/>
    <w:rsid w:val="00310CDE"/>
    <w:rsid w:val="003116F9"/>
    <w:rsid w:val="00312D40"/>
    <w:rsid w:val="003379ED"/>
    <w:rsid w:val="003411A7"/>
    <w:rsid w:val="003443B1"/>
    <w:rsid w:val="00344A4B"/>
    <w:rsid w:val="00352015"/>
    <w:rsid w:val="003534E2"/>
    <w:rsid w:val="003546C6"/>
    <w:rsid w:val="00357BBD"/>
    <w:rsid w:val="00363D43"/>
    <w:rsid w:val="003645C1"/>
    <w:rsid w:val="00366FCC"/>
    <w:rsid w:val="00370FFA"/>
    <w:rsid w:val="00375E63"/>
    <w:rsid w:val="00385757"/>
    <w:rsid w:val="00385A16"/>
    <w:rsid w:val="0038667F"/>
    <w:rsid w:val="00387C93"/>
    <w:rsid w:val="00390803"/>
    <w:rsid w:val="00392C50"/>
    <w:rsid w:val="00393FF5"/>
    <w:rsid w:val="00396ACB"/>
    <w:rsid w:val="003A2A74"/>
    <w:rsid w:val="003A4BE7"/>
    <w:rsid w:val="003B0651"/>
    <w:rsid w:val="003B51A6"/>
    <w:rsid w:val="003B6DFA"/>
    <w:rsid w:val="003C02A1"/>
    <w:rsid w:val="003C031D"/>
    <w:rsid w:val="003C6E6F"/>
    <w:rsid w:val="003D0770"/>
    <w:rsid w:val="003D243A"/>
    <w:rsid w:val="003D3961"/>
    <w:rsid w:val="003D59F5"/>
    <w:rsid w:val="003D5B58"/>
    <w:rsid w:val="003E032E"/>
    <w:rsid w:val="003E43C8"/>
    <w:rsid w:val="003E6917"/>
    <w:rsid w:val="003F403C"/>
    <w:rsid w:val="003F4AB9"/>
    <w:rsid w:val="003F4E60"/>
    <w:rsid w:val="003F79BB"/>
    <w:rsid w:val="00400F4F"/>
    <w:rsid w:val="00401D81"/>
    <w:rsid w:val="004023ED"/>
    <w:rsid w:val="0040345F"/>
    <w:rsid w:val="00416DB8"/>
    <w:rsid w:val="00416DF5"/>
    <w:rsid w:val="004205E3"/>
    <w:rsid w:val="00420A89"/>
    <w:rsid w:val="00422D92"/>
    <w:rsid w:val="0042557E"/>
    <w:rsid w:val="00430544"/>
    <w:rsid w:val="00431099"/>
    <w:rsid w:val="0043327E"/>
    <w:rsid w:val="004332F9"/>
    <w:rsid w:val="004346E1"/>
    <w:rsid w:val="00454931"/>
    <w:rsid w:val="004551AA"/>
    <w:rsid w:val="00456EF8"/>
    <w:rsid w:val="004664CA"/>
    <w:rsid w:val="00470A08"/>
    <w:rsid w:val="004710BF"/>
    <w:rsid w:val="004713AF"/>
    <w:rsid w:val="0047304C"/>
    <w:rsid w:val="004754F3"/>
    <w:rsid w:val="00476CAF"/>
    <w:rsid w:val="00482090"/>
    <w:rsid w:val="00484FCB"/>
    <w:rsid w:val="00487777"/>
    <w:rsid w:val="00487FFE"/>
    <w:rsid w:val="004962A5"/>
    <w:rsid w:val="00497219"/>
    <w:rsid w:val="004A1CAB"/>
    <w:rsid w:val="004A1CE0"/>
    <w:rsid w:val="004A3B01"/>
    <w:rsid w:val="004A4DD4"/>
    <w:rsid w:val="004A752A"/>
    <w:rsid w:val="004A7BFC"/>
    <w:rsid w:val="004C3F3C"/>
    <w:rsid w:val="004C54F3"/>
    <w:rsid w:val="004D33A8"/>
    <w:rsid w:val="004D3951"/>
    <w:rsid w:val="004D6ED6"/>
    <w:rsid w:val="004E2DC7"/>
    <w:rsid w:val="004E39D4"/>
    <w:rsid w:val="004E3E5D"/>
    <w:rsid w:val="004E5EE7"/>
    <w:rsid w:val="004E7276"/>
    <w:rsid w:val="004F0BA7"/>
    <w:rsid w:val="004F3A0F"/>
    <w:rsid w:val="004F4138"/>
    <w:rsid w:val="004F5D69"/>
    <w:rsid w:val="00500379"/>
    <w:rsid w:val="00504A3A"/>
    <w:rsid w:val="00505060"/>
    <w:rsid w:val="00506510"/>
    <w:rsid w:val="00507FC7"/>
    <w:rsid w:val="0051006D"/>
    <w:rsid w:val="00520526"/>
    <w:rsid w:val="00520715"/>
    <w:rsid w:val="005217FC"/>
    <w:rsid w:val="00524FDE"/>
    <w:rsid w:val="0052620A"/>
    <w:rsid w:val="00526F56"/>
    <w:rsid w:val="0053030A"/>
    <w:rsid w:val="00532CB9"/>
    <w:rsid w:val="00533C83"/>
    <w:rsid w:val="00533FB0"/>
    <w:rsid w:val="005373F2"/>
    <w:rsid w:val="00547BF0"/>
    <w:rsid w:val="00547E61"/>
    <w:rsid w:val="005508E6"/>
    <w:rsid w:val="005512D4"/>
    <w:rsid w:val="00551D40"/>
    <w:rsid w:val="00552285"/>
    <w:rsid w:val="00552AEC"/>
    <w:rsid w:val="00553C1D"/>
    <w:rsid w:val="00554857"/>
    <w:rsid w:val="00554C0C"/>
    <w:rsid w:val="00556D41"/>
    <w:rsid w:val="00557201"/>
    <w:rsid w:val="005611A8"/>
    <w:rsid w:val="00563135"/>
    <w:rsid w:val="00563B00"/>
    <w:rsid w:val="005644E2"/>
    <w:rsid w:val="00566FB6"/>
    <w:rsid w:val="00570A76"/>
    <w:rsid w:val="005719E6"/>
    <w:rsid w:val="005813EC"/>
    <w:rsid w:val="00586595"/>
    <w:rsid w:val="005924B6"/>
    <w:rsid w:val="00593626"/>
    <w:rsid w:val="005B0989"/>
    <w:rsid w:val="005B10B4"/>
    <w:rsid w:val="005B26C2"/>
    <w:rsid w:val="005B33B4"/>
    <w:rsid w:val="005B531E"/>
    <w:rsid w:val="005B6A8C"/>
    <w:rsid w:val="005C028E"/>
    <w:rsid w:val="005C0C3D"/>
    <w:rsid w:val="005C1974"/>
    <w:rsid w:val="005C1E25"/>
    <w:rsid w:val="005C308D"/>
    <w:rsid w:val="005C3AAE"/>
    <w:rsid w:val="005C55B3"/>
    <w:rsid w:val="005C6DD1"/>
    <w:rsid w:val="005D2FDF"/>
    <w:rsid w:val="005D5278"/>
    <w:rsid w:val="005E05A4"/>
    <w:rsid w:val="005E51E5"/>
    <w:rsid w:val="005E7EFA"/>
    <w:rsid w:val="005F002F"/>
    <w:rsid w:val="005F5DDC"/>
    <w:rsid w:val="006003E0"/>
    <w:rsid w:val="00600734"/>
    <w:rsid w:val="0060086A"/>
    <w:rsid w:val="00600EB2"/>
    <w:rsid w:val="006044D9"/>
    <w:rsid w:val="006066A3"/>
    <w:rsid w:val="00606939"/>
    <w:rsid w:val="00615C7C"/>
    <w:rsid w:val="00616063"/>
    <w:rsid w:val="00617DD9"/>
    <w:rsid w:val="0062302F"/>
    <w:rsid w:val="00624D87"/>
    <w:rsid w:val="00624ED0"/>
    <w:rsid w:val="00626BAF"/>
    <w:rsid w:val="0062780E"/>
    <w:rsid w:val="00632E87"/>
    <w:rsid w:val="00637261"/>
    <w:rsid w:val="00640803"/>
    <w:rsid w:val="00640B9F"/>
    <w:rsid w:val="00641A50"/>
    <w:rsid w:val="006462B5"/>
    <w:rsid w:val="00650122"/>
    <w:rsid w:val="00652465"/>
    <w:rsid w:val="00654899"/>
    <w:rsid w:val="00654AE0"/>
    <w:rsid w:val="00655005"/>
    <w:rsid w:val="00660B47"/>
    <w:rsid w:val="00663DA7"/>
    <w:rsid w:val="0066785F"/>
    <w:rsid w:val="00670538"/>
    <w:rsid w:val="00673094"/>
    <w:rsid w:val="00673CC5"/>
    <w:rsid w:val="006741FB"/>
    <w:rsid w:val="00676EE9"/>
    <w:rsid w:val="006774C6"/>
    <w:rsid w:val="00677617"/>
    <w:rsid w:val="00683FB8"/>
    <w:rsid w:val="00684D21"/>
    <w:rsid w:val="00692935"/>
    <w:rsid w:val="006952F9"/>
    <w:rsid w:val="006A0A2F"/>
    <w:rsid w:val="006A5C67"/>
    <w:rsid w:val="006B03F7"/>
    <w:rsid w:val="006B0FA7"/>
    <w:rsid w:val="006B2523"/>
    <w:rsid w:val="006C4BFE"/>
    <w:rsid w:val="006C5C30"/>
    <w:rsid w:val="006C7D54"/>
    <w:rsid w:val="006D0750"/>
    <w:rsid w:val="006E1A99"/>
    <w:rsid w:val="006E5B88"/>
    <w:rsid w:val="006F369B"/>
    <w:rsid w:val="006F448B"/>
    <w:rsid w:val="006F6476"/>
    <w:rsid w:val="006F68A9"/>
    <w:rsid w:val="00711333"/>
    <w:rsid w:val="007122F7"/>
    <w:rsid w:val="0071240D"/>
    <w:rsid w:val="007140D0"/>
    <w:rsid w:val="0071773A"/>
    <w:rsid w:val="0072107F"/>
    <w:rsid w:val="00721213"/>
    <w:rsid w:val="00721FDF"/>
    <w:rsid w:val="0072355B"/>
    <w:rsid w:val="007255CF"/>
    <w:rsid w:val="00734BDE"/>
    <w:rsid w:val="0074069C"/>
    <w:rsid w:val="007419E9"/>
    <w:rsid w:val="00743998"/>
    <w:rsid w:val="007461AC"/>
    <w:rsid w:val="00753ABD"/>
    <w:rsid w:val="00757527"/>
    <w:rsid w:val="00760D00"/>
    <w:rsid w:val="007623E1"/>
    <w:rsid w:val="007640BE"/>
    <w:rsid w:val="00766F4E"/>
    <w:rsid w:val="0076746E"/>
    <w:rsid w:val="00772F65"/>
    <w:rsid w:val="00773460"/>
    <w:rsid w:val="00773E4D"/>
    <w:rsid w:val="00774FF8"/>
    <w:rsid w:val="00775C00"/>
    <w:rsid w:val="00776496"/>
    <w:rsid w:val="00780C40"/>
    <w:rsid w:val="0078196D"/>
    <w:rsid w:val="00784746"/>
    <w:rsid w:val="0079140B"/>
    <w:rsid w:val="00791C57"/>
    <w:rsid w:val="007956B3"/>
    <w:rsid w:val="00797A58"/>
    <w:rsid w:val="007A1FC1"/>
    <w:rsid w:val="007A2B72"/>
    <w:rsid w:val="007A4C54"/>
    <w:rsid w:val="007B2FC3"/>
    <w:rsid w:val="007B4875"/>
    <w:rsid w:val="007B4ACE"/>
    <w:rsid w:val="007C6165"/>
    <w:rsid w:val="007D1735"/>
    <w:rsid w:val="007D1E64"/>
    <w:rsid w:val="007D5155"/>
    <w:rsid w:val="007D6F10"/>
    <w:rsid w:val="007E05FC"/>
    <w:rsid w:val="007E13AD"/>
    <w:rsid w:val="007E18FC"/>
    <w:rsid w:val="007E4D38"/>
    <w:rsid w:val="007F16FB"/>
    <w:rsid w:val="007F2743"/>
    <w:rsid w:val="007F2B1C"/>
    <w:rsid w:val="007F6EF5"/>
    <w:rsid w:val="0080154B"/>
    <w:rsid w:val="00803FB0"/>
    <w:rsid w:val="00805899"/>
    <w:rsid w:val="008120F5"/>
    <w:rsid w:val="00812454"/>
    <w:rsid w:val="008155FD"/>
    <w:rsid w:val="00816502"/>
    <w:rsid w:val="00817754"/>
    <w:rsid w:val="00821796"/>
    <w:rsid w:val="00824F65"/>
    <w:rsid w:val="00825AA0"/>
    <w:rsid w:val="00826712"/>
    <w:rsid w:val="0083560F"/>
    <w:rsid w:val="00844621"/>
    <w:rsid w:val="00850912"/>
    <w:rsid w:val="00864C3E"/>
    <w:rsid w:val="008655AB"/>
    <w:rsid w:val="008656DE"/>
    <w:rsid w:val="0086666B"/>
    <w:rsid w:val="0087007D"/>
    <w:rsid w:val="00872F69"/>
    <w:rsid w:val="00874302"/>
    <w:rsid w:val="00874CAC"/>
    <w:rsid w:val="0088032A"/>
    <w:rsid w:val="00882029"/>
    <w:rsid w:val="0089086E"/>
    <w:rsid w:val="0089124F"/>
    <w:rsid w:val="00893DF4"/>
    <w:rsid w:val="008940CB"/>
    <w:rsid w:val="00894387"/>
    <w:rsid w:val="008A0D24"/>
    <w:rsid w:val="008A68AE"/>
    <w:rsid w:val="008A7646"/>
    <w:rsid w:val="008B163A"/>
    <w:rsid w:val="008B351F"/>
    <w:rsid w:val="008B3B8D"/>
    <w:rsid w:val="008B5CBB"/>
    <w:rsid w:val="008C4255"/>
    <w:rsid w:val="008C4EE5"/>
    <w:rsid w:val="008C4FDA"/>
    <w:rsid w:val="008C50E1"/>
    <w:rsid w:val="008C650C"/>
    <w:rsid w:val="008D0537"/>
    <w:rsid w:val="008D51B5"/>
    <w:rsid w:val="008E1BF9"/>
    <w:rsid w:val="008F0754"/>
    <w:rsid w:val="008F3042"/>
    <w:rsid w:val="008F4E68"/>
    <w:rsid w:val="008F52E3"/>
    <w:rsid w:val="008F6D23"/>
    <w:rsid w:val="00900194"/>
    <w:rsid w:val="00901A5B"/>
    <w:rsid w:val="00903D63"/>
    <w:rsid w:val="00903E46"/>
    <w:rsid w:val="00905331"/>
    <w:rsid w:val="0091031B"/>
    <w:rsid w:val="00911114"/>
    <w:rsid w:val="00913CAC"/>
    <w:rsid w:val="00922102"/>
    <w:rsid w:val="00923220"/>
    <w:rsid w:val="0092379A"/>
    <w:rsid w:val="00925DBF"/>
    <w:rsid w:val="00932D53"/>
    <w:rsid w:val="00934D46"/>
    <w:rsid w:val="00943E27"/>
    <w:rsid w:val="00945FE2"/>
    <w:rsid w:val="00954318"/>
    <w:rsid w:val="00962754"/>
    <w:rsid w:val="00963029"/>
    <w:rsid w:val="009663C1"/>
    <w:rsid w:val="009672BE"/>
    <w:rsid w:val="00973475"/>
    <w:rsid w:val="0097403A"/>
    <w:rsid w:val="009766D6"/>
    <w:rsid w:val="00976949"/>
    <w:rsid w:val="00977C22"/>
    <w:rsid w:val="00977E3C"/>
    <w:rsid w:val="00990206"/>
    <w:rsid w:val="0099080F"/>
    <w:rsid w:val="00992641"/>
    <w:rsid w:val="00995142"/>
    <w:rsid w:val="00996478"/>
    <w:rsid w:val="009A0098"/>
    <w:rsid w:val="009A1B89"/>
    <w:rsid w:val="009A5F8C"/>
    <w:rsid w:val="009B0357"/>
    <w:rsid w:val="009B1F65"/>
    <w:rsid w:val="009B29ED"/>
    <w:rsid w:val="009B489F"/>
    <w:rsid w:val="009B794C"/>
    <w:rsid w:val="009C0206"/>
    <w:rsid w:val="009C69A0"/>
    <w:rsid w:val="009D28B9"/>
    <w:rsid w:val="009D63A9"/>
    <w:rsid w:val="009D7A89"/>
    <w:rsid w:val="009D7DAF"/>
    <w:rsid w:val="009E5651"/>
    <w:rsid w:val="009E604F"/>
    <w:rsid w:val="009E748F"/>
    <w:rsid w:val="009F0A8E"/>
    <w:rsid w:val="009F2C51"/>
    <w:rsid w:val="009F3197"/>
    <w:rsid w:val="009F4BD9"/>
    <w:rsid w:val="009F54B9"/>
    <w:rsid w:val="00A00BCA"/>
    <w:rsid w:val="00A1234F"/>
    <w:rsid w:val="00A14485"/>
    <w:rsid w:val="00A20401"/>
    <w:rsid w:val="00A21927"/>
    <w:rsid w:val="00A25F43"/>
    <w:rsid w:val="00A3162B"/>
    <w:rsid w:val="00A31A6D"/>
    <w:rsid w:val="00A36319"/>
    <w:rsid w:val="00A433B8"/>
    <w:rsid w:val="00A46E24"/>
    <w:rsid w:val="00A528AB"/>
    <w:rsid w:val="00A55D1B"/>
    <w:rsid w:val="00A5645A"/>
    <w:rsid w:val="00A56569"/>
    <w:rsid w:val="00A60892"/>
    <w:rsid w:val="00A64B79"/>
    <w:rsid w:val="00A671AD"/>
    <w:rsid w:val="00A71406"/>
    <w:rsid w:val="00A72BC0"/>
    <w:rsid w:val="00A72ECB"/>
    <w:rsid w:val="00A82564"/>
    <w:rsid w:val="00A8308F"/>
    <w:rsid w:val="00A84226"/>
    <w:rsid w:val="00A94DFC"/>
    <w:rsid w:val="00A96EBA"/>
    <w:rsid w:val="00AA1AA1"/>
    <w:rsid w:val="00AA6763"/>
    <w:rsid w:val="00AB0887"/>
    <w:rsid w:val="00AB12F1"/>
    <w:rsid w:val="00AB27E3"/>
    <w:rsid w:val="00AB3ABF"/>
    <w:rsid w:val="00AB580D"/>
    <w:rsid w:val="00AB63D2"/>
    <w:rsid w:val="00AC029A"/>
    <w:rsid w:val="00AC328E"/>
    <w:rsid w:val="00AC7071"/>
    <w:rsid w:val="00AD0C81"/>
    <w:rsid w:val="00AD2A6B"/>
    <w:rsid w:val="00AD45A9"/>
    <w:rsid w:val="00AD6D1F"/>
    <w:rsid w:val="00AE0B65"/>
    <w:rsid w:val="00AE0FB9"/>
    <w:rsid w:val="00AE246B"/>
    <w:rsid w:val="00AE4E20"/>
    <w:rsid w:val="00AE60A8"/>
    <w:rsid w:val="00AE6B26"/>
    <w:rsid w:val="00AE6F88"/>
    <w:rsid w:val="00AF35C9"/>
    <w:rsid w:val="00AF442C"/>
    <w:rsid w:val="00AF5CCF"/>
    <w:rsid w:val="00B03106"/>
    <w:rsid w:val="00B055E0"/>
    <w:rsid w:val="00B06ECE"/>
    <w:rsid w:val="00B14156"/>
    <w:rsid w:val="00B1649A"/>
    <w:rsid w:val="00B17CA1"/>
    <w:rsid w:val="00B206CB"/>
    <w:rsid w:val="00B225BC"/>
    <w:rsid w:val="00B241E0"/>
    <w:rsid w:val="00B25A64"/>
    <w:rsid w:val="00B30032"/>
    <w:rsid w:val="00B310B3"/>
    <w:rsid w:val="00B31C7D"/>
    <w:rsid w:val="00B32E2C"/>
    <w:rsid w:val="00B3462A"/>
    <w:rsid w:val="00B36CAC"/>
    <w:rsid w:val="00B377CD"/>
    <w:rsid w:val="00B3789E"/>
    <w:rsid w:val="00B428EC"/>
    <w:rsid w:val="00B42C7C"/>
    <w:rsid w:val="00B43523"/>
    <w:rsid w:val="00B455E1"/>
    <w:rsid w:val="00B456CD"/>
    <w:rsid w:val="00B51738"/>
    <w:rsid w:val="00B5513B"/>
    <w:rsid w:val="00B63588"/>
    <w:rsid w:val="00B65D24"/>
    <w:rsid w:val="00B716F9"/>
    <w:rsid w:val="00B73A51"/>
    <w:rsid w:val="00B80E19"/>
    <w:rsid w:val="00B81DB3"/>
    <w:rsid w:val="00B83D2C"/>
    <w:rsid w:val="00B844F6"/>
    <w:rsid w:val="00B85D64"/>
    <w:rsid w:val="00B86BCC"/>
    <w:rsid w:val="00B91673"/>
    <w:rsid w:val="00B91C3F"/>
    <w:rsid w:val="00B93C6B"/>
    <w:rsid w:val="00B946FA"/>
    <w:rsid w:val="00BA2C8E"/>
    <w:rsid w:val="00BA3EF9"/>
    <w:rsid w:val="00BA4438"/>
    <w:rsid w:val="00BA658A"/>
    <w:rsid w:val="00BB1D98"/>
    <w:rsid w:val="00BB34D6"/>
    <w:rsid w:val="00BB63FE"/>
    <w:rsid w:val="00BB65C6"/>
    <w:rsid w:val="00BB73C0"/>
    <w:rsid w:val="00BB743F"/>
    <w:rsid w:val="00BC0FE0"/>
    <w:rsid w:val="00BC3BEC"/>
    <w:rsid w:val="00BC5910"/>
    <w:rsid w:val="00BD06B8"/>
    <w:rsid w:val="00BD19F0"/>
    <w:rsid w:val="00BD3631"/>
    <w:rsid w:val="00BE0438"/>
    <w:rsid w:val="00BE4078"/>
    <w:rsid w:val="00BE5225"/>
    <w:rsid w:val="00BE762A"/>
    <w:rsid w:val="00BE7E2F"/>
    <w:rsid w:val="00BF224D"/>
    <w:rsid w:val="00BF45DB"/>
    <w:rsid w:val="00BF50F7"/>
    <w:rsid w:val="00BF6A52"/>
    <w:rsid w:val="00BF7EBE"/>
    <w:rsid w:val="00C0138A"/>
    <w:rsid w:val="00C10D45"/>
    <w:rsid w:val="00C11D6B"/>
    <w:rsid w:val="00C1712D"/>
    <w:rsid w:val="00C20F31"/>
    <w:rsid w:val="00C21525"/>
    <w:rsid w:val="00C21C2F"/>
    <w:rsid w:val="00C21FD2"/>
    <w:rsid w:val="00C244C0"/>
    <w:rsid w:val="00C314E5"/>
    <w:rsid w:val="00C32BF9"/>
    <w:rsid w:val="00C3364F"/>
    <w:rsid w:val="00C3429D"/>
    <w:rsid w:val="00C37545"/>
    <w:rsid w:val="00C446E5"/>
    <w:rsid w:val="00C4799C"/>
    <w:rsid w:val="00C55128"/>
    <w:rsid w:val="00C57A9A"/>
    <w:rsid w:val="00C7594A"/>
    <w:rsid w:val="00C76839"/>
    <w:rsid w:val="00C77C21"/>
    <w:rsid w:val="00C80545"/>
    <w:rsid w:val="00C81BA2"/>
    <w:rsid w:val="00C834B6"/>
    <w:rsid w:val="00C8608F"/>
    <w:rsid w:val="00C90A9F"/>
    <w:rsid w:val="00CA1792"/>
    <w:rsid w:val="00CA5969"/>
    <w:rsid w:val="00CA5F59"/>
    <w:rsid w:val="00CA6FC4"/>
    <w:rsid w:val="00CB3E08"/>
    <w:rsid w:val="00CB580A"/>
    <w:rsid w:val="00CB7BAF"/>
    <w:rsid w:val="00CC1230"/>
    <w:rsid w:val="00CC1429"/>
    <w:rsid w:val="00CC146A"/>
    <w:rsid w:val="00CC2FD0"/>
    <w:rsid w:val="00CC61C6"/>
    <w:rsid w:val="00CC687D"/>
    <w:rsid w:val="00CD1793"/>
    <w:rsid w:val="00CD2CBB"/>
    <w:rsid w:val="00CD61F3"/>
    <w:rsid w:val="00CD6F13"/>
    <w:rsid w:val="00CE3E04"/>
    <w:rsid w:val="00CE4E43"/>
    <w:rsid w:val="00CF05A0"/>
    <w:rsid w:val="00CF2D23"/>
    <w:rsid w:val="00CF4C17"/>
    <w:rsid w:val="00D02E58"/>
    <w:rsid w:val="00D055AE"/>
    <w:rsid w:val="00D05C9D"/>
    <w:rsid w:val="00D07925"/>
    <w:rsid w:val="00D121B6"/>
    <w:rsid w:val="00D12291"/>
    <w:rsid w:val="00D20B3A"/>
    <w:rsid w:val="00D2153B"/>
    <w:rsid w:val="00D231CF"/>
    <w:rsid w:val="00D3160A"/>
    <w:rsid w:val="00D31B4E"/>
    <w:rsid w:val="00D3239F"/>
    <w:rsid w:val="00D32D01"/>
    <w:rsid w:val="00D33C0F"/>
    <w:rsid w:val="00D37E98"/>
    <w:rsid w:val="00D43092"/>
    <w:rsid w:val="00D4549D"/>
    <w:rsid w:val="00D456A8"/>
    <w:rsid w:val="00D45810"/>
    <w:rsid w:val="00D46722"/>
    <w:rsid w:val="00D46962"/>
    <w:rsid w:val="00D46C42"/>
    <w:rsid w:val="00D52B99"/>
    <w:rsid w:val="00D54EA3"/>
    <w:rsid w:val="00D56429"/>
    <w:rsid w:val="00D573CD"/>
    <w:rsid w:val="00D57B84"/>
    <w:rsid w:val="00D606E4"/>
    <w:rsid w:val="00D6386E"/>
    <w:rsid w:val="00D646DE"/>
    <w:rsid w:val="00D65FD3"/>
    <w:rsid w:val="00D66CA6"/>
    <w:rsid w:val="00D6791B"/>
    <w:rsid w:val="00D70219"/>
    <w:rsid w:val="00D7634E"/>
    <w:rsid w:val="00D76B67"/>
    <w:rsid w:val="00D76F67"/>
    <w:rsid w:val="00D8122E"/>
    <w:rsid w:val="00D83195"/>
    <w:rsid w:val="00D8672C"/>
    <w:rsid w:val="00D91CA9"/>
    <w:rsid w:val="00D946D1"/>
    <w:rsid w:val="00DA35E0"/>
    <w:rsid w:val="00DB0141"/>
    <w:rsid w:val="00DB0665"/>
    <w:rsid w:val="00DB25A2"/>
    <w:rsid w:val="00DB2B11"/>
    <w:rsid w:val="00DB77F8"/>
    <w:rsid w:val="00DC0CE3"/>
    <w:rsid w:val="00DC4FDC"/>
    <w:rsid w:val="00DC5F56"/>
    <w:rsid w:val="00DC6D99"/>
    <w:rsid w:val="00DD02E0"/>
    <w:rsid w:val="00DD09B7"/>
    <w:rsid w:val="00DD0BE5"/>
    <w:rsid w:val="00DD4DC0"/>
    <w:rsid w:val="00DD4F21"/>
    <w:rsid w:val="00DD6092"/>
    <w:rsid w:val="00DE23E5"/>
    <w:rsid w:val="00DE42D5"/>
    <w:rsid w:val="00DE52B8"/>
    <w:rsid w:val="00DE6BA8"/>
    <w:rsid w:val="00DF061F"/>
    <w:rsid w:val="00DF363F"/>
    <w:rsid w:val="00DF54AC"/>
    <w:rsid w:val="00E02F54"/>
    <w:rsid w:val="00E04C8D"/>
    <w:rsid w:val="00E1579F"/>
    <w:rsid w:val="00E20826"/>
    <w:rsid w:val="00E253A2"/>
    <w:rsid w:val="00E33C32"/>
    <w:rsid w:val="00E34B1C"/>
    <w:rsid w:val="00E37292"/>
    <w:rsid w:val="00E37FC2"/>
    <w:rsid w:val="00E43D28"/>
    <w:rsid w:val="00E47AD7"/>
    <w:rsid w:val="00E5271E"/>
    <w:rsid w:val="00E5274E"/>
    <w:rsid w:val="00E53040"/>
    <w:rsid w:val="00E54EC8"/>
    <w:rsid w:val="00E551B5"/>
    <w:rsid w:val="00E6664D"/>
    <w:rsid w:val="00E7028A"/>
    <w:rsid w:val="00E71383"/>
    <w:rsid w:val="00E71F1C"/>
    <w:rsid w:val="00E72C37"/>
    <w:rsid w:val="00E73244"/>
    <w:rsid w:val="00E73274"/>
    <w:rsid w:val="00E75B4A"/>
    <w:rsid w:val="00E776E6"/>
    <w:rsid w:val="00E77D7A"/>
    <w:rsid w:val="00E816AF"/>
    <w:rsid w:val="00E83361"/>
    <w:rsid w:val="00E83DA8"/>
    <w:rsid w:val="00E85DB2"/>
    <w:rsid w:val="00E8611A"/>
    <w:rsid w:val="00E86AEE"/>
    <w:rsid w:val="00E873B4"/>
    <w:rsid w:val="00E90502"/>
    <w:rsid w:val="00E93FBB"/>
    <w:rsid w:val="00E940C9"/>
    <w:rsid w:val="00E9681D"/>
    <w:rsid w:val="00EA40D8"/>
    <w:rsid w:val="00EA46DB"/>
    <w:rsid w:val="00EA494E"/>
    <w:rsid w:val="00EA63A3"/>
    <w:rsid w:val="00EB21C5"/>
    <w:rsid w:val="00EB293D"/>
    <w:rsid w:val="00EB3A24"/>
    <w:rsid w:val="00EB505D"/>
    <w:rsid w:val="00EB5B3E"/>
    <w:rsid w:val="00EC1567"/>
    <w:rsid w:val="00EC32C3"/>
    <w:rsid w:val="00ED05CA"/>
    <w:rsid w:val="00ED1371"/>
    <w:rsid w:val="00ED23D4"/>
    <w:rsid w:val="00ED2C1F"/>
    <w:rsid w:val="00ED4B17"/>
    <w:rsid w:val="00ED5EDD"/>
    <w:rsid w:val="00ED7CF4"/>
    <w:rsid w:val="00EE06D0"/>
    <w:rsid w:val="00EE314E"/>
    <w:rsid w:val="00EE337A"/>
    <w:rsid w:val="00EE47CD"/>
    <w:rsid w:val="00EE78FD"/>
    <w:rsid w:val="00EF04EE"/>
    <w:rsid w:val="00EF37BA"/>
    <w:rsid w:val="00EF4F65"/>
    <w:rsid w:val="00EF5A36"/>
    <w:rsid w:val="00EF5C82"/>
    <w:rsid w:val="00EF66B6"/>
    <w:rsid w:val="00F00CAC"/>
    <w:rsid w:val="00F03244"/>
    <w:rsid w:val="00F03700"/>
    <w:rsid w:val="00F03A47"/>
    <w:rsid w:val="00F04A9D"/>
    <w:rsid w:val="00F04AD7"/>
    <w:rsid w:val="00F04E1F"/>
    <w:rsid w:val="00F1512C"/>
    <w:rsid w:val="00F16C1B"/>
    <w:rsid w:val="00F17122"/>
    <w:rsid w:val="00F21D2B"/>
    <w:rsid w:val="00F22A4F"/>
    <w:rsid w:val="00F231AA"/>
    <w:rsid w:val="00F26699"/>
    <w:rsid w:val="00F30B5D"/>
    <w:rsid w:val="00F31D70"/>
    <w:rsid w:val="00F33374"/>
    <w:rsid w:val="00F3386E"/>
    <w:rsid w:val="00F33C0B"/>
    <w:rsid w:val="00F34F44"/>
    <w:rsid w:val="00F37562"/>
    <w:rsid w:val="00F50F08"/>
    <w:rsid w:val="00F57088"/>
    <w:rsid w:val="00F575E5"/>
    <w:rsid w:val="00F6089F"/>
    <w:rsid w:val="00F67F67"/>
    <w:rsid w:val="00F67F87"/>
    <w:rsid w:val="00F70009"/>
    <w:rsid w:val="00F705A8"/>
    <w:rsid w:val="00F70D8E"/>
    <w:rsid w:val="00F7194D"/>
    <w:rsid w:val="00F728EC"/>
    <w:rsid w:val="00F73AE9"/>
    <w:rsid w:val="00F75DA3"/>
    <w:rsid w:val="00F76663"/>
    <w:rsid w:val="00F77AA4"/>
    <w:rsid w:val="00F8040C"/>
    <w:rsid w:val="00F81AFE"/>
    <w:rsid w:val="00F85CAF"/>
    <w:rsid w:val="00F87110"/>
    <w:rsid w:val="00F87767"/>
    <w:rsid w:val="00F9057A"/>
    <w:rsid w:val="00F906FA"/>
    <w:rsid w:val="00F92A6C"/>
    <w:rsid w:val="00F94450"/>
    <w:rsid w:val="00F960AC"/>
    <w:rsid w:val="00F9787C"/>
    <w:rsid w:val="00FA077A"/>
    <w:rsid w:val="00FA43B0"/>
    <w:rsid w:val="00FA4E23"/>
    <w:rsid w:val="00FA5060"/>
    <w:rsid w:val="00FA60DC"/>
    <w:rsid w:val="00FA627D"/>
    <w:rsid w:val="00FA75B7"/>
    <w:rsid w:val="00FB7AF4"/>
    <w:rsid w:val="00FB7E46"/>
    <w:rsid w:val="00FC2148"/>
    <w:rsid w:val="00FC6798"/>
    <w:rsid w:val="00FD12C9"/>
    <w:rsid w:val="00FD5B4A"/>
    <w:rsid w:val="00FE0CF7"/>
    <w:rsid w:val="00FE677A"/>
    <w:rsid w:val="00FF629A"/>
    <w:rsid w:val="00FF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A3"/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6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66C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6CA6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B5513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5;&#1088;&#1080;&#1083;&#1086;&#1078;&#1077;&#1085;&#1080;&#1077;%203&#1064;&#1072;&#1073;&#1083;&#1086;&#1085;%20&#1087;&#1083;&#1072;&#1085;&#1072;%20&#1090;&#1077;&#1082;&#1091;&#1097;&#1077;&#1075;&#1086;%20&#1088;&#1077;&#1084;&#1086;&#1085;&#1090;&#1072;%20&#1085;&#1072;%202011%20&#1075;&#1086;&#1076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3Шаблон плана текущего ремонта на 2011 год..dotx</Template>
  <TotalTime>435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ЖКХ-Раскат-РОС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2016-07-26T12:20:00Z</cp:lastPrinted>
  <dcterms:created xsi:type="dcterms:W3CDTF">2012-07-16T07:22:00Z</dcterms:created>
  <dcterms:modified xsi:type="dcterms:W3CDTF">2023-03-29T13:13:00Z</dcterms:modified>
</cp:coreProperties>
</file>